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306102" w:rsidRPr="00306102" w:rsidTr="003D1D04">
        <w:tc>
          <w:tcPr>
            <w:tcW w:w="2280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102" w:rsidRPr="00306102" w:rsidTr="003D1D04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306102" w:rsidRPr="00C632EB" w:rsidRDefault="00306102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Martina n</w:t>
            </w:r>
            <w:r w:rsidR="00C632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klubin e notit(ora e par</w:t>
            </w:r>
            <w:r w:rsidR="00C632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306102" w:rsidRPr="00C632EB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klub noti, ndeshje me porta n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uj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 mb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shtet,  pushime, </w:t>
            </w:r>
          </w:p>
        </w:tc>
      </w:tr>
      <w:tr w:rsidR="00306102" w:rsidRPr="00306102" w:rsidTr="003D1D04">
        <w:tc>
          <w:tcPr>
            <w:tcW w:w="4788" w:type="dxa"/>
            <w:gridSpan w:val="2"/>
            <w:shd w:val="clear" w:color="auto" w:fill="auto"/>
          </w:tcPr>
          <w:p w:rsidR="005411C3" w:rsidRDefault="00306102" w:rsidP="005411C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5411C3" w:rsidRPr="005411C3" w:rsidRDefault="005411C3" w:rsidP="005411C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</w:p>
          <w:p w:rsidR="00306102" w:rsidRPr="003D1D04" w:rsidRDefault="00306102" w:rsidP="003D1D04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3D1D04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306102" w:rsidRPr="003D1D04" w:rsidRDefault="00306102" w:rsidP="003D1D04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306102" w:rsidRPr="003D1D04" w:rsidRDefault="00306102" w:rsidP="003D1D04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I përgjigjet pyetjeve rreth përmbajtjes së tekstit.</w:t>
            </w:r>
          </w:p>
          <w:p w:rsidR="00306102" w:rsidRPr="003D1D04" w:rsidRDefault="00306102" w:rsidP="003D1D04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Lidh pjesën  me përvoja nga jeta e vet.</w:t>
            </w:r>
          </w:p>
          <w:p w:rsidR="00306102" w:rsidRPr="005411C3" w:rsidRDefault="00306102" w:rsidP="005411C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5411C3" w:rsidRDefault="005411C3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Duke ndërvepruar me tekstin nxënësit diskutojnë :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mënyrës se si ata e kuptojnë pjesën 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interpretimit të tyre në lidhje me </w:t>
            </w:r>
            <w:r w:rsidR="00BC4A21">
              <w:rPr>
                <w:rFonts w:ascii="Times New Roman" w:hAnsi="Times New Roman"/>
                <w:sz w:val="24"/>
                <w:szCs w:val="24"/>
              </w:rPr>
              <w:t>notin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dhe pushimet q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duhet t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j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="005411C3">
              <w:rPr>
                <w:rFonts w:ascii="Times New Roman" w:hAnsi="Times New Roman"/>
                <w:sz w:val="24"/>
                <w:szCs w:val="24"/>
              </w:rPr>
              <w:t xml:space="preserve"> ç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do f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mij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gramStart"/>
            <w:r w:rsidRPr="003D1D04">
              <w:rPr>
                <w:rFonts w:ascii="Times New Roman" w:hAnsi="Times New Roman"/>
                <w:sz w:val="24"/>
                <w:szCs w:val="24"/>
              </w:rPr>
              <w:t>rreth</w:t>
            </w:r>
            <w:proofErr w:type="gramEnd"/>
            <w:r w:rsidRPr="003D1D04">
              <w:rPr>
                <w:rFonts w:ascii="Times New Roman" w:hAnsi="Times New Roman"/>
                <w:sz w:val="24"/>
                <w:szCs w:val="24"/>
              </w:rPr>
              <w:t xml:space="preserve"> gjykimeve për ngjarje nga jeta e përditshe që lidhen  me temën.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102" w:rsidRPr="00306102" w:rsidTr="003D1D04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306102" w:rsidRPr="003D1D04" w:rsidRDefault="00306102" w:rsidP="003D1D04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306102" w:rsidRPr="003D1D04" w:rsidRDefault="00306102" w:rsidP="003D1D04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informacione nga internet p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 sporte, foto, mjete shkrimi,flet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306102" w:rsidRPr="003D1D04" w:rsidRDefault="00306102" w:rsidP="003D1D04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306102" w:rsidRPr="003D1D04" w:rsidRDefault="00306102" w:rsidP="003D1D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306102" w:rsidRPr="005411C3" w:rsidRDefault="00306102" w:rsidP="005411C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</w:tc>
      </w:tr>
      <w:tr w:rsidR="00306102" w:rsidRPr="00306102" w:rsidTr="003D1D04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5411C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Janë udhëzuar të sjellin informacione p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5411C3">
              <w:rPr>
                <w:rFonts w:ascii="Times New Roman" w:hAnsi="Times New Roman"/>
                <w:sz w:val="24"/>
                <w:szCs w:val="24"/>
                <w:lang w:val="de-DE"/>
              </w:rPr>
              <w:t>r sportet</w:t>
            </w:r>
            <w:r w:rsidR="00BC4A21">
              <w:rPr>
                <w:rFonts w:ascii="Times New Roman" w:hAnsi="Times New Roman"/>
                <w:sz w:val="24"/>
                <w:szCs w:val="24"/>
                <w:lang w:val="de-DE"/>
              </w:rPr>
              <w:t>, n</w:t>
            </w:r>
            <w:r w:rsidR="00F878E4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BC4A2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veçanti p</w:t>
            </w:r>
            <w:r w:rsidR="00F878E4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BC4A21">
              <w:rPr>
                <w:rFonts w:ascii="Times New Roman" w:hAnsi="Times New Roman"/>
                <w:sz w:val="24"/>
                <w:szCs w:val="24"/>
                <w:lang w:val="de-DE"/>
              </w:rPr>
              <w:t>r notin.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306102" w:rsidRPr="003D1D04" w:rsidRDefault="00306102" w:rsidP="003D1D04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Mësuesja fton nxënësit të bëjnë parashikimin rreth përmbajtjes së tekst</w:t>
            </w:r>
            <w:r w:rsidR="005411C3">
              <w:rPr>
                <w:rFonts w:ascii="Times New Roman" w:hAnsi="Times New Roman"/>
                <w:sz w:val="24"/>
                <w:szCs w:val="24"/>
                <w:lang w:val="sq-AL"/>
              </w:rPr>
              <w:t>it duke u mbështetur te titulli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,  ilustrimet e tekstit</w:t>
            </w:r>
            <w:r w:rsidR="005411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dhe fjal</w:t>
            </w:r>
            <w:r w:rsidR="00C632EB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t ky</w:t>
            </w:r>
            <w:r w:rsidR="005411C3">
              <w:rPr>
                <w:rFonts w:ascii="Times New Roman" w:hAnsi="Times New Roman"/>
                <w:sz w:val="24"/>
                <w:szCs w:val="24"/>
                <w:lang w:val="sq-AL"/>
              </w:rPr>
              <w:t>ç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e.</w:t>
            </w:r>
          </w:p>
          <w:p w:rsidR="00306102" w:rsidRPr="003D1D04" w:rsidRDefault="00306102" w:rsidP="003D1D04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Më pas lexohet pjesa me paragraf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 Gjatë leximit nxënësit nënvizojnë fjalët e reja dhe pjesët që u pëlqejnë më shumë. Diskutojn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p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ndryshimet nga parashikimi q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b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306102" w:rsidRPr="003D1D04" w:rsidRDefault="00306102" w:rsidP="003D1D04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Diskutohet për llojin e tekstit</w:t>
            </w:r>
            <w:r w:rsidR="005411C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(tregim ) dhe 2-3 karakteristika të tij</w:t>
            </w:r>
            <w:r w:rsidR="00BC4A21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(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personazhe realë, ngjarje që mund të ndodhin në jetën e përditshme etj)</w:t>
            </w:r>
          </w:p>
          <w:p w:rsidR="00306102" w:rsidRPr="003D1D04" w:rsidRDefault="00306102" w:rsidP="003D1D04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Punohet me fjalorin për të kuptuar  fjalët e reja. </w:t>
            </w:r>
          </w:p>
          <w:p w:rsidR="00306102" w:rsidRPr="003D1D04" w:rsidRDefault="00306102" w:rsidP="003D1D04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Lexohet pjesa zinxhir sipas paragrafëve. </w:t>
            </w:r>
          </w:p>
          <w:p w:rsidR="00306102" w:rsidRPr="003D1D04" w:rsidRDefault="00306102" w:rsidP="003D1D04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Shënojnë më shenjat e vëtetë, e gabuar fjalitë  t</w:t>
            </w:r>
            <w:r w:rsidR="005411C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e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k rubrika “Lexoj dhe kuptoj”.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lastRenderedPageBreak/>
              <w:t>Shkëmbejnë librat e vlerësojnë punën e njëri-tjetrit.</w:t>
            </w:r>
          </w:p>
          <w:p w:rsidR="00306102" w:rsidRPr="003D1D04" w:rsidRDefault="00306102" w:rsidP="003D1D04">
            <w:pPr>
              <w:numPr>
                <w:ilvl w:val="0"/>
                <w:numId w:val="13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Ditari dypjesësh – Nxënësit kopjojnë në njërën anë  të tabelës  pjesën  e cila u ka pëlqyer apo që u ka bërë përshtypje, nga ana t</w:t>
            </w:r>
            <w:r w:rsidR="00BC4A21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jetër shkruajnë komentin e tyre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306102" w:rsidRPr="003D1D04" w:rsidRDefault="00306102" w:rsidP="003D1D04">
            <w:pPr>
              <w:numPr>
                <w:ilvl w:val="0"/>
                <w:numId w:val="13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Lexojn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informacionet q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kan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sjell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BC4A21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lidhje me notin, sportet.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306102" w:rsidRPr="003D1D04" w:rsidRDefault="00306102" w:rsidP="003D1D0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306102" w:rsidRPr="003D1D04" w:rsidRDefault="00306102" w:rsidP="003D1D0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306102" w:rsidRPr="003D1D04" w:rsidRDefault="00306102" w:rsidP="003D1D04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3D1D04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306102" w:rsidRPr="003D1D04" w:rsidRDefault="00306102" w:rsidP="003D1D04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306102" w:rsidRPr="003D1D04" w:rsidRDefault="00306102" w:rsidP="003D1D0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tregon se e ka kuptuar brendinë duke dhënë përgjigjet e duhura.</w:t>
            </w:r>
          </w:p>
          <w:p w:rsidR="00306102" w:rsidRPr="003D1D04" w:rsidRDefault="00306102" w:rsidP="003D1D0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 me përvoja nga jeta e vet.</w:t>
            </w:r>
          </w:p>
          <w:p w:rsidR="00306102" w:rsidRPr="003D1D04" w:rsidRDefault="00306102" w:rsidP="003D1D0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tekstin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306102" w:rsidRPr="003D1D04" w:rsidRDefault="00306102" w:rsidP="00306102">
      <w:pPr>
        <w:rPr>
          <w:rFonts w:eastAsia="Calibri"/>
          <w:snapToGrid/>
        </w:rPr>
      </w:pPr>
    </w:p>
    <w:p w:rsidR="00306102" w:rsidRPr="003D1D04" w:rsidRDefault="00306102" w:rsidP="00306102">
      <w:pPr>
        <w:rPr>
          <w:rFonts w:eastAsia="Calibri"/>
          <w:snapToGrid/>
        </w:rPr>
      </w:pPr>
    </w:p>
    <w:p w:rsidR="00306102" w:rsidRPr="003D1D04" w:rsidRDefault="00306102" w:rsidP="00306102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306102" w:rsidRPr="00306102" w:rsidTr="003D1D04">
        <w:tc>
          <w:tcPr>
            <w:tcW w:w="2280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102" w:rsidRPr="00306102" w:rsidTr="003D1D04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Martina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klubin e notit</w:t>
            </w:r>
            <w:r w:rsidR="005411C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(ora e dyt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klub noti, ndeshje me porta n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uj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 mb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shtet,  pushime, 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306102" w:rsidRPr="00306102" w:rsidTr="003D1D04"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BC4A21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306102" w:rsidRPr="003D1D04" w:rsidRDefault="00306102" w:rsidP="003D1D04">
            <w:pPr>
              <w:numPr>
                <w:ilvl w:val="0"/>
                <w:numId w:val="15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sipas roleve.</w:t>
            </w:r>
          </w:p>
          <w:p w:rsidR="00306102" w:rsidRPr="003D1D04" w:rsidRDefault="00306102" w:rsidP="003D1D04">
            <w:pPr>
              <w:numPr>
                <w:ilvl w:val="0"/>
                <w:numId w:val="15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Shpreh ndjenjat dhe mendimet personale rreth pjesës që lexon, me ndihmën ose </w:t>
            </w:r>
            <w:proofErr w:type="gramStart"/>
            <w:r w:rsidRPr="003D1D04">
              <w:rPr>
                <w:rFonts w:ascii="Times New Roman" w:hAnsi="Times New Roman"/>
                <w:sz w:val="24"/>
                <w:szCs w:val="24"/>
              </w:rPr>
              <w:t>nxitjen  e</w:t>
            </w:r>
            <w:proofErr w:type="gramEnd"/>
            <w:r w:rsidRPr="003D1D04">
              <w:rPr>
                <w:rFonts w:ascii="Times New Roman" w:hAnsi="Times New Roman"/>
                <w:sz w:val="24"/>
                <w:szCs w:val="24"/>
              </w:rPr>
              <w:t xml:space="preserve"> mësuesit. </w:t>
            </w:r>
          </w:p>
          <w:p w:rsidR="00306102" w:rsidRPr="003D1D04" w:rsidRDefault="00306102" w:rsidP="003D1D0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</w:rPr>
              <w:t>Përshkruan me fjalë të thjeshta personazhet dhe tregon se cilët janë personazhet e preferuara.</w:t>
            </w:r>
          </w:p>
          <w:p w:rsidR="00306102" w:rsidRPr="003D1D04" w:rsidRDefault="00306102" w:rsidP="003D1D0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val="sq-AL" w:eastAsia="sq-AL"/>
              </w:rPr>
              <w:t>Pranon dhe tregon respekt ndaj ideve të të tjerëve për tekstin.</w:t>
            </w:r>
          </w:p>
          <w:p w:rsidR="00306102" w:rsidRPr="003D1D04" w:rsidRDefault="00306102" w:rsidP="003D1D04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BC4A21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Diskutim rreth faktit se sportet na ndihmojn</w:t>
            </w:r>
            <w:r w:rsidR="00F878E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F878E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rritemi t</w:t>
            </w:r>
            <w:r w:rsidR="00F878E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</w:t>
            </w:r>
            <w:r w:rsidR="00F878E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ndetsh</w:t>
            </w:r>
            <w:r w:rsidR="00F878E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m dhe na arg</w:t>
            </w:r>
            <w:r w:rsidR="00F878E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tojn</w:t>
            </w:r>
            <w:r w:rsidR="00F878E4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102" w:rsidRPr="00306102" w:rsidTr="003D1D04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306102" w:rsidRPr="003D1D04" w:rsidRDefault="00306102" w:rsidP="003D1D04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njohuritë dhe shkathtësitë paraprake të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lastRenderedPageBreak/>
              <w:t>nxënësit</w:t>
            </w:r>
          </w:p>
          <w:p w:rsidR="00306102" w:rsidRPr="003D1D04" w:rsidRDefault="00306102" w:rsidP="003D1D04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informacione nga internet p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 sporte, foto, mjete shkrimi,flet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Lidhja me fushat e tjera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306102" w:rsidRPr="003D1D04" w:rsidRDefault="00306102" w:rsidP="003D1D04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lastRenderedPageBreak/>
              <w:t>Lidhja  me temat ndërkurrikulare</w:t>
            </w:r>
          </w:p>
          <w:p w:rsidR="00306102" w:rsidRPr="003D1D04" w:rsidRDefault="00306102" w:rsidP="003D1D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306102" w:rsidRPr="005411C3" w:rsidRDefault="00306102" w:rsidP="005411C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</w:tc>
      </w:tr>
      <w:tr w:rsidR="00306102" w:rsidRPr="00306102" w:rsidTr="003D1D04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BC4A2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306102" w:rsidRPr="003D1D04" w:rsidRDefault="00306102" w:rsidP="003D1D0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tuhi mendimesh me gjithë klasën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Sportet na p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lqejn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BC4A21">
              <w:rPr>
                <w:rFonts w:ascii="Times New Roman" w:hAnsi="Times New Roman"/>
                <w:sz w:val="24"/>
                <w:szCs w:val="24"/>
              </w:rPr>
              <w:t>e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pse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:...Mësuesja shkruan në tabelë mendimet e nxënësve.</w:t>
            </w:r>
          </w:p>
          <w:p w:rsidR="00306102" w:rsidRPr="003D1D04" w:rsidRDefault="00306102" w:rsidP="003D1D0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Mësuesja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organizon klasën në grupe treshe. Ajo ndan rolet në çdo grup (dhe kërkon nga nxënësit të lexojnë në heshtje fjalët e rolit përkatës</w:t>
            </w:r>
            <w:r w:rsidR="00BC4A21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)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Më pas nxënësit në treshe luajnë sipas roleve. </w:t>
            </w:r>
          </w:p>
          <w:p w:rsidR="00306102" w:rsidRPr="003D1D04" w:rsidRDefault="00306102" w:rsidP="003D1D0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Tregohet përmbajtja në dyshe. Vlerësojnë njëri-tjetrin për mënyrën e të treguarit.</w:t>
            </w:r>
          </w:p>
          <w:p w:rsidR="00306102" w:rsidRPr="003D1D04" w:rsidRDefault="00306102" w:rsidP="003D1D04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Punë në dyshe “Harta e personazheve”. Nxënësit shkruajnë dy cilësi për </w:t>
            </w:r>
            <w:r w:rsidR="00BC4A21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Martin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BC4A21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n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dhe pjesët ilustruese nga teksti për secilën  cilësi.</w:t>
            </w:r>
          </w:p>
          <w:p w:rsidR="00306102" w:rsidRPr="003D1D04" w:rsidRDefault="00306102" w:rsidP="003D1D04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Prezantojnë punët e tyre dhe i diskutojnë  me gjithë kla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sën.</w:t>
            </w:r>
          </w:p>
          <w:p w:rsidR="00306102" w:rsidRPr="003D1D04" w:rsidRDefault="00306102" w:rsidP="003D1D0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 pë</w:t>
            </w:r>
            <w:r w:rsidR="00BC4A2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 pyetjet e rubrikës“Reflektoj“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. Nxënësit ndajn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me nj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ri-tjetrin p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rvoja nga noti apo sporte t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tjera me t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cilat merren.</w:t>
            </w:r>
          </w:p>
          <w:p w:rsidR="00306102" w:rsidRPr="003D1D04" w:rsidRDefault="00306102" w:rsidP="003D1D0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306102" w:rsidRPr="003D1D04" w:rsidRDefault="00306102" w:rsidP="003D1D04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mënyrën e bashkëpunimit në grupe.</w:t>
            </w:r>
          </w:p>
          <w:p w:rsidR="00306102" w:rsidRPr="003D1D04" w:rsidRDefault="00306102" w:rsidP="003D1D0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vlerësimin që i bëjnë nxënësit njëri-tjetrit</w:t>
            </w:r>
          </w:p>
          <w:p w:rsidR="00306102" w:rsidRPr="003D1D04" w:rsidRDefault="00306102" w:rsidP="003D1D04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tregimin e përmbajtjes</w:t>
            </w:r>
          </w:p>
          <w:p w:rsidR="00306102" w:rsidRPr="003D1D04" w:rsidRDefault="00306102" w:rsidP="003D1D04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</w:rPr>
              <w:t>përshkrimin e  personazheve;</w:t>
            </w:r>
          </w:p>
          <w:p w:rsidR="00306102" w:rsidRPr="003D1D04" w:rsidRDefault="00306102" w:rsidP="003D1D04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lojën me role </w:t>
            </w:r>
          </w:p>
          <w:p w:rsidR="00306102" w:rsidRPr="003D1D04" w:rsidRDefault="00306102" w:rsidP="003D1D04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 xml:space="preserve">ndarjen me të tjerët  të përvojave të tij 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3D1D04">
              <w:rPr>
                <w:b/>
              </w:rPr>
              <w:t>Detyrë shtëpie</w:t>
            </w:r>
            <w:r w:rsidRPr="003D1D04">
              <w:t>: Rubrika”Shkruaj”</w:t>
            </w:r>
          </w:p>
        </w:tc>
      </w:tr>
    </w:tbl>
    <w:p w:rsidR="00306102" w:rsidRPr="003D1D04" w:rsidRDefault="00306102" w:rsidP="00306102">
      <w:pPr>
        <w:rPr>
          <w:rFonts w:eastAsia="Calibri"/>
          <w:snapToGrid/>
        </w:rPr>
      </w:pPr>
    </w:p>
    <w:p w:rsidR="00306102" w:rsidRPr="003D1D04" w:rsidRDefault="00306102" w:rsidP="00306102">
      <w:pPr>
        <w:rPr>
          <w:rFonts w:eastAsia="Calibri"/>
          <w:snapToGrid/>
        </w:rPr>
      </w:pPr>
    </w:p>
    <w:p w:rsidR="00C632EB" w:rsidRDefault="00C632EB" w:rsidP="00C632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C632EB" w:rsidRPr="00306102" w:rsidTr="00C632EB">
        <w:tc>
          <w:tcPr>
            <w:tcW w:w="2280" w:type="dxa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32EB" w:rsidRPr="00306102" w:rsidTr="00C632EB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eastAsia="Calibri"/>
              </w:rPr>
              <w:t>Flasim për lojërat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Loj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 luhtt, lojtar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 alest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r, fush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sportive, 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nd loj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rash, kompjuter 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C632EB" w:rsidRPr="00306102" w:rsidTr="00C632EB"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5E08B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Rezultatet e të nxënit</w:t>
            </w:r>
          </w:p>
          <w:p w:rsidR="00C632EB" w:rsidRDefault="00C632EB" w:rsidP="00C632EB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Përqendrohet në çështjet kryesore, kur flet p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loj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5E08B5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rat.</w:t>
            </w:r>
          </w:p>
          <w:p w:rsidR="005E08B5" w:rsidRPr="003D1D04" w:rsidRDefault="005E08B5" w:rsidP="00C632EB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rshkruan loj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 e preferuar duke p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rzgjedhur 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fjalorin e duhur gjatë të folurit</w:t>
            </w:r>
          </w:p>
          <w:p w:rsidR="00C632EB" w:rsidRPr="005E08B5" w:rsidRDefault="00C632EB" w:rsidP="005E08B5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</w:rPr>
              <w:t>Zbaton rregullat e të folurit gjatë punës në grupe të vogla</w:t>
            </w:r>
          </w:p>
          <w:p w:rsidR="00C632EB" w:rsidRPr="003D1D04" w:rsidRDefault="00C632EB" w:rsidP="00C632EB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Shoqëron të folurin me shprehjen e duhur të fytyrës dhe gjestet e përshtatshme.</w:t>
            </w:r>
          </w:p>
          <w:p w:rsidR="00C632EB" w:rsidRPr="003D1D04" w:rsidRDefault="00C632EB" w:rsidP="00C632EB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shtë aktiv në diskutime, në punë në grup. </w:t>
            </w:r>
          </w:p>
          <w:p w:rsidR="00C632EB" w:rsidRPr="005411C3" w:rsidRDefault="00C632EB" w:rsidP="005411C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Shfaq iniciativë ose nxit të tjerët të bashkëbisedojnë për loj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rat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Loj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ra 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2EB" w:rsidRPr="00306102" w:rsidTr="00C632EB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C632EB" w:rsidRPr="003D1D04" w:rsidRDefault="00C632EB" w:rsidP="00C632EB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C632EB" w:rsidRPr="003D1D04" w:rsidRDefault="00C632EB" w:rsidP="00C632EB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informacione nga interneti, foto,  loj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ra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ndryshme(shah, letra, mos u nxeh etj)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C632EB" w:rsidRPr="003D1D04" w:rsidRDefault="00C632EB" w:rsidP="00C632EB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C632EB" w:rsidRPr="003D1D04" w:rsidRDefault="00C632EB" w:rsidP="00C632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Identiteti kombëtar dhe njohja e kulturave</w:t>
            </w:r>
          </w:p>
          <w:p w:rsidR="00C632EB" w:rsidRPr="003D1D04" w:rsidRDefault="00C632EB" w:rsidP="00C632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C632EB" w:rsidRPr="005411C3" w:rsidRDefault="00C632EB" w:rsidP="005411C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Bashkëjetesa paqësore</w:t>
            </w:r>
          </w:p>
        </w:tc>
      </w:tr>
      <w:tr w:rsidR="00C632EB" w:rsidRPr="00306102" w:rsidTr="00C632EB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Suhi mendimesh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C632EB" w:rsidRPr="003D1D04" w:rsidRDefault="00C632EB" w:rsidP="00C632E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Suhi mendimesh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–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rat .Punohet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grup .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sit thon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ato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 vijn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ndje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lidhje me 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rat.</w:t>
            </w:r>
          </w:p>
          <w:p w:rsidR="00C632EB" w:rsidRPr="003D1D04" w:rsidRDefault="00C632EB" w:rsidP="00C632E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Lapsat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mes: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 ushtimet 1,2,3 do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rdor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 kjo teknik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me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llim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sit ta ndajn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koh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 e diskutimit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nyr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drejt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</w:t>
            </w:r>
          </w:p>
          <w:p w:rsidR="00C632EB" w:rsidRPr="003D1D04" w:rsidRDefault="00C632EB" w:rsidP="00C632E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Ushtrimi 1-Diskutohet rreth 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rave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tregojn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fotot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lib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r.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suesja i orienton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shprehen qart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me fjali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plota dhe jo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gjata duke u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përqendruar tek çështjet kryesore.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C632EB" w:rsidRPr="003D1D04" w:rsidRDefault="00C632EB" w:rsidP="00C632E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Ushtrimi 2, 3-N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to ushtrime do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flasin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 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rat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paraqesin figurat duke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rshkruar shkurtimisht, lojtar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luajn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, ku i luajn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to 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ra, rregulat e 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 dhe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se u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lqejn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to 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ra. </w:t>
            </w:r>
          </w:p>
          <w:p w:rsidR="00C632EB" w:rsidRPr="003D1D04" w:rsidRDefault="00C632EB" w:rsidP="00C632E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Ushtrimi 4,5,6-Nx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sit flasin rreth preferencave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tyre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lidhen me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to 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ra.</w:t>
            </w:r>
          </w:p>
          <w:p w:rsidR="00C632EB" w:rsidRPr="003D1D04" w:rsidRDefault="00C632EB" w:rsidP="00C632E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Vija e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s:Nxitet diskutim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luajtur 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ra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natyr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apo me kompjut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r.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sit pozicionohen midis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sve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lqejn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luajn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kryesisht me kompjuter dhe atyre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lq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luajn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natyr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sipas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vije imagjinare.Secili jep argumentet e tij dhe merr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lastRenderedPageBreak/>
              <w:t>pozicionin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i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rshtatet asaj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mendon.</w:t>
            </w: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632EB" w:rsidRPr="003D1D04" w:rsidRDefault="00C632EB" w:rsidP="00C632EB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C632EB" w:rsidRPr="003D1D04" w:rsidRDefault="00C632EB" w:rsidP="00C632E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C632EB" w:rsidRPr="003D1D04" w:rsidRDefault="00C632EB" w:rsidP="00C632EB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përqendrimin në çështjet kryesore, kur rrëfen  p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fest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 e Viti t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Ri .</w:t>
            </w:r>
          </w:p>
          <w:p w:rsidR="00C632EB" w:rsidRPr="003D1D04" w:rsidRDefault="00C632EB" w:rsidP="00C632EB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</w:rPr>
              <w:t>zbatimin e rregullave t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eastAsia="Batang" w:hAnsi="Times New Roman"/>
                <w:sz w:val="24"/>
                <w:szCs w:val="24"/>
              </w:rPr>
              <w:t xml:space="preserve"> të folurit gjatë punës në grupe të vogla</w:t>
            </w:r>
          </w:p>
          <w:p w:rsidR="00C632EB" w:rsidRPr="003D1D04" w:rsidRDefault="00C632EB" w:rsidP="00C632EB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demonstrimin e  siguris</w:t>
            </w: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, kur flet p</w:t>
            </w: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 k</w:t>
            </w: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</w:t>
            </w: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fest</w:t>
            </w: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.</w:t>
            </w:r>
          </w:p>
          <w:p w:rsidR="00C632EB" w:rsidRPr="003D1D04" w:rsidRDefault="00C632EB" w:rsidP="00C632EB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përzgjedhjen e fjalorit t</w:t>
            </w: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duhur gjatë të folurit </w:t>
            </w:r>
          </w:p>
          <w:p w:rsidR="00C632EB" w:rsidRPr="003D1D04" w:rsidRDefault="00C632EB" w:rsidP="00C632EB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</w:t>
            </w: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q</w:t>
            </w: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nit  aktiv në diskutime, në punë në grup. </w:t>
            </w:r>
          </w:p>
          <w:p w:rsidR="00C632EB" w:rsidRPr="003D1D04" w:rsidRDefault="00C632EB" w:rsidP="00C632EB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shfaqjen e  iniciativës  p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t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bashkëbiseduar për  loj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rat.</w:t>
            </w: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306102" w:rsidRPr="003D1D04" w:rsidRDefault="00306102" w:rsidP="00306102">
      <w:pPr>
        <w:rPr>
          <w:rFonts w:eastAsia="Calibri"/>
          <w:snapToGrid/>
        </w:rPr>
      </w:pPr>
    </w:p>
    <w:p w:rsidR="00C632EB" w:rsidRPr="003D1D04" w:rsidRDefault="00C632EB" w:rsidP="00C632EB">
      <w:pPr>
        <w:rPr>
          <w:rFonts w:eastAsia="Calibri"/>
          <w:snapToGrid/>
        </w:rPr>
      </w:pPr>
    </w:p>
    <w:p w:rsidR="00C632EB" w:rsidRPr="003D1D04" w:rsidRDefault="00C632EB" w:rsidP="00C632EB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C632EB" w:rsidRPr="00306102" w:rsidTr="00C632EB">
        <w:tc>
          <w:tcPr>
            <w:tcW w:w="2280" w:type="dxa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32EB" w:rsidRPr="00306102" w:rsidTr="00C632EB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Loja e flamurit</w:t>
            </w:r>
            <w:r w:rsidR="005E08B5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(ora e par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)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Loj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 palest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r, shami, lojtar, skuad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r, kund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rshtar, pik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C632EB" w:rsidRPr="00306102" w:rsidTr="00C632EB"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C632EB" w:rsidRPr="003D1D04" w:rsidRDefault="00C632EB" w:rsidP="00C632EB">
            <w:pPr>
              <w:numPr>
                <w:ilvl w:val="0"/>
                <w:numId w:val="7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joletrar duke mbajtur shënime për fjalët e reja dhe gjëra q</w:t>
            </w:r>
            <w:r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 xml:space="preserve"> i duken interesante.</w:t>
            </w:r>
          </w:p>
          <w:p w:rsidR="00C632EB" w:rsidRPr="003D1D04" w:rsidRDefault="00C632EB" w:rsidP="00C632EB">
            <w:pPr>
              <w:numPr>
                <w:ilvl w:val="0"/>
                <w:numId w:val="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Pyet për t’u sqaruar rreth përmbajtjes së  tekstit ose rreth fjalëve të panjohura për të.</w:t>
            </w:r>
          </w:p>
          <w:p w:rsidR="00C632EB" w:rsidRPr="003D1D04" w:rsidRDefault="00C632EB" w:rsidP="00C632EB">
            <w:pPr>
              <w:numPr>
                <w:ilvl w:val="0"/>
                <w:numId w:val="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Rilexon tekstin për ta kuptuar më mirë pjesën</w:t>
            </w:r>
          </w:p>
          <w:p w:rsidR="00C632EB" w:rsidRPr="003D1D04" w:rsidRDefault="00C632EB" w:rsidP="00C632EB">
            <w:pPr>
              <w:numPr>
                <w:ilvl w:val="0"/>
                <w:numId w:val="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Nënvizon gjatë leximit pjesët më të rëndësishme ose pjesët që i pëlqejnë më shumë .</w:t>
            </w:r>
          </w:p>
          <w:p w:rsidR="00C632EB" w:rsidRPr="003D1D04" w:rsidRDefault="00C632EB" w:rsidP="00C632EB">
            <w:pPr>
              <w:numPr>
                <w:ilvl w:val="0"/>
                <w:numId w:val="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</w:rPr>
              <w:t xml:space="preserve">Tregon që e ka kuptuar tekstin e lexuar duke </w:t>
            </w:r>
            <w:proofErr w:type="gramStart"/>
            <w:r w:rsidRPr="003D1D04">
              <w:rPr>
                <w:rFonts w:ascii="Times New Roman" w:eastAsia="Calibri" w:hAnsi="Times New Roman"/>
                <w:sz w:val="24"/>
                <w:szCs w:val="24"/>
              </w:rPr>
              <w:t>iu</w:t>
            </w:r>
            <w:proofErr w:type="gramEnd"/>
            <w:r w:rsidRPr="003D1D04">
              <w:rPr>
                <w:rFonts w:ascii="Times New Roman" w:eastAsia="Calibri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</w:rPr>
              <w:t>rgjigjur pyetjeve</w:t>
            </w:r>
            <w:r w:rsidRPr="003D1D04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>.</w:t>
            </w:r>
          </w:p>
          <w:p w:rsidR="00C632EB" w:rsidRPr="005E08B5" w:rsidRDefault="00C632EB" w:rsidP="005E08B5">
            <w:pPr>
              <w:numPr>
                <w:ilvl w:val="0"/>
                <w:numId w:val="7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që lexon me përvoja nga jeta e tyre etj</w:t>
            </w:r>
            <w:r w:rsidR="005E08B5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C632EB" w:rsidRPr="003D1D04" w:rsidRDefault="00C632EB" w:rsidP="00C632EB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Loja e flamurit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2EB" w:rsidRPr="00306102" w:rsidTr="00C632EB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C632EB" w:rsidRPr="003D1D04" w:rsidRDefault="00C632EB" w:rsidP="00C632EB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C632EB" w:rsidRPr="003D1D04" w:rsidRDefault="00C632EB" w:rsidP="00C632EB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C632EB" w:rsidRPr="003D1D04" w:rsidRDefault="00C632EB" w:rsidP="00C632E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foto,mjete shkrimi, flet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A4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C632EB" w:rsidRPr="003D1D04" w:rsidRDefault="00C632EB" w:rsidP="00C632EB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C632EB" w:rsidRPr="003D1D04" w:rsidRDefault="00C632EB" w:rsidP="00C632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Identiteti kombëtar dhe njohja e kulturave</w:t>
            </w:r>
          </w:p>
          <w:p w:rsidR="00C632EB" w:rsidRPr="003D1D04" w:rsidRDefault="00C632EB" w:rsidP="00C632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2EB" w:rsidRPr="00306102" w:rsidTr="00C632EB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5E08B5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="005E08B5"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Stuhi mendimesh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, Bisedë, Punë në çift, Punë në grup, Punë me gjithë klasën.</w:t>
            </w: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C632EB" w:rsidRDefault="00C632EB" w:rsidP="00C632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Stuhi mendimesh: </w:t>
            </w:r>
            <w:r w:rsidR="005E08B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shkruhet titulli i pjes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5E08B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s.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Nx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sit punojn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grupe dhe shkruajn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flet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 loj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5E08B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 e flamurit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. Grupet prezantojn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pun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 e tyre.</w:t>
            </w:r>
          </w:p>
          <w:p w:rsidR="005E08B5" w:rsidRPr="003D1D04" w:rsidRDefault="005E08B5" w:rsidP="005E08B5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</w:p>
          <w:p w:rsidR="005E08B5" w:rsidRDefault="00C632EB" w:rsidP="005E08B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Mësuesja i fton nx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sit t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komentojn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figurat.</w:t>
            </w:r>
          </w:p>
          <w:p w:rsidR="00C632EB" w:rsidRPr="005E08B5" w:rsidRDefault="00C632EB" w:rsidP="005E08B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5E08B5">
              <w:rPr>
                <w:rFonts w:ascii="Times New Roman" w:hAnsi="Times New Roman"/>
                <w:sz w:val="24"/>
                <w:szCs w:val="24"/>
                <w:lang w:val="de-DE"/>
              </w:rPr>
              <w:t>Lexim i drejtuar: Lihen nxënësit që të lexojnë   pjesën sipas paragrafëve.</w:t>
            </w:r>
            <w:r w:rsidR="005E08B5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5E08B5">
              <w:rPr>
                <w:rFonts w:ascii="Times New Roman" w:hAnsi="Times New Roman"/>
                <w:sz w:val="24"/>
                <w:szCs w:val="24"/>
                <w:lang w:val="de-DE"/>
              </w:rPr>
              <w:t>Nënvizojnë fjalët që nuk i kuptojnë dhe pjesët që i duken më interesannte. Sqarohen fjalët e reja duke përdorur fjalorin.</w:t>
            </w:r>
            <w:r w:rsidR="005E08B5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5E08B5">
              <w:rPr>
                <w:rFonts w:ascii="Times New Roman" w:hAnsi="Times New Roman"/>
                <w:sz w:val="24"/>
                <w:szCs w:val="24"/>
                <w:lang w:val="de-DE"/>
              </w:rPr>
              <w:t>Mësuesja drejton pyetje për secilin paragraf.</w:t>
            </w:r>
            <w:r w:rsidR="005E08B5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Ata b</w:t>
            </w:r>
            <w:r w:rsidR="00F878E4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5E08B5">
              <w:rPr>
                <w:rFonts w:ascii="Times New Roman" w:hAnsi="Times New Roman"/>
                <w:sz w:val="24"/>
                <w:szCs w:val="24"/>
                <w:lang w:val="de-DE"/>
              </w:rPr>
              <w:t>jn</w:t>
            </w:r>
            <w:r w:rsidR="00F878E4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5E08B5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parashikime p</w:t>
            </w:r>
            <w:r w:rsidR="00F878E4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5E08B5">
              <w:rPr>
                <w:rFonts w:ascii="Times New Roman" w:hAnsi="Times New Roman"/>
                <w:sz w:val="24"/>
                <w:szCs w:val="24"/>
                <w:lang w:val="de-DE"/>
              </w:rPr>
              <w:t>r paragraf</w:t>
            </w:r>
            <w:r w:rsidR="00F878E4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5E08B5">
              <w:rPr>
                <w:rFonts w:ascii="Times New Roman" w:hAnsi="Times New Roman"/>
                <w:sz w:val="24"/>
                <w:szCs w:val="24"/>
                <w:lang w:val="de-DE"/>
              </w:rPr>
              <w:t>t pasues.</w:t>
            </w:r>
          </w:p>
          <w:p w:rsidR="00C632EB" w:rsidRPr="003D1D04" w:rsidRDefault="00C632EB" w:rsidP="00C632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eastAsia="Calibri"/>
                <w:lang w:val="sq-AL"/>
              </w:rPr>
              <w:t>Lexohet pjesa zinxhir nga nxënësit sipas paragrafëve.</w:t>
            </w:r>
          </w:p>
          <w:p w:rsidR="00C632EB" w:rsidRPr="003D1D04" w:rsidRDefault="00C632EB" w:rsidP="00C632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sit sipas grupeve demonstrojn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 duke pasur parasysh tekstin e lexuar.</w:t>
            </w: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32EB" w:rsidRPr="003D1D04" w:rsidRDefault="00C632EB" w:rsidP="00C632E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C632EB" w:rsidRPr="003D1D04" w:rsidRDefault="00C632EB" w:rsidP="00C632EB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 xml:space="preserve"> </w:t>
            </w:r>
          </w:p>
          <w:p w:rsidR="00C632EB" w:rsidRPr="003D1D04" w:rsidRDefault="00C632EB" w:rsidP="00C632EB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leximin e tekstit joletrar duke mbajtur shënime për fjalët e reja dhe gjëra q</w:t>
            </w:r>
            <w:r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 xml:space="preserve"> i duken interesante.</w:t>
            </w:r>
          </w:p>
          <w:p w:rsidR="00C632EB" w:rsidRPr="003D1D04" w:rsidRDefault="00C632EB" w:rsidP="00C632EB">
            <w:pPr>
              <w:numPr>
                <w:ilvl w:val="0"/>
                <w:numId w:val="8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pyetjet q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b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jn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për t’u sqaruar rreth përmbajtjes së  tekstit ose rreth fjalëve të panjohura për të.</w:t>
            </w:r>
          </w:p>
          <w:p w:rsidR="00C632EB" w:rsidRPr="003D1D04" w:rsidRDefault="00C632EB" w:rsidP="00C632EB">
            <w:pPr>
              <w:numPr>
                <w:ilvl w:val="0"/>
                <w:numId w:val="8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rgjigjet e pyetjeve p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p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rmbajtjen.</w:t>
            </w:r>
          </w:p>
          <w:p w:rsidR="00C632EB" w:rsidRPr="003D1D04" w:rsidRDefault="00C632EB" w:rsidP="00C632EB">
            <w:pPr>
              <w:numPr>
                <w:ilvl w:val="0"/>
                <w:numId w:val="8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nënvizimin e pjesëve më të rëndësishme ose pjesëve që i pëlqejnë më shumë .</w:t>
            </w:r>
          </w:p>
          <w:p w:rsidR="00C632EB" w:rsidRPr="003D1D04" w:rsidRDefault="00C632EB" w:rsidP="00C632EB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lidhjen e pjesës  me përvoja nga jeta e tyre </w:t>
            </w:r>
          </w:p>
          <w:p w:rsidR="00C632EB" w:rsidRPr="003D1D04" w:rsidRDefault="00C632EB" w:rsidP="00C632EB">
            <w:pPr>
              <w:tabs>
                <w:tab w:val="left" w:pos="360"/>
                <w:tab w:val="left" w:pos="398"/>
              </w:tabs>
              <w:spacing w:after="0" w:line="240" w:lineRule="auto"/>
              <w:ind w:left="144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Detyr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sht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pie:</w:t>
            </w:r>
            <w:r w:rsidR="00B36CAB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Shkruaj emrat e loj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rave q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luan me shok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t e klas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s.</w:t>
            </w:r>
          </w:p>
        </w:tc>
      </w:tr>
    </w:tbl>
    <w:p w:rsidR="00C632EB" w:rsidRPr="003D1D04" w:rsidRDefault="00C632EB" w:rsidP="00C632EB">
      <w:pPr>
        <w:rPr>
          <w:rFonts w:eastAsia="Calibri"/>
          <w:snapToGrid/>
        </w:rPr>
      </w:pPr>
    </w:p>
    <w:p w:rsidR="00C632EB" w:rsidRPr="003D1D04" w:rsidRDefault="00C632EB" w:rsidP="00C632EB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C632EB" w:rsidRPr="00306102" w:rsidTr="00C632EB">
        <w:tc>
          <w:tcPr>
            <w:tcW w:w="2280" w:type="dxa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Fusha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32EB" w:rsidRPr="00306102" w:rsidTr="00C632EB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Loja e flamurit</w:t>
            </w:r>
            <w:r w:rsidR="00B36CA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(ora e dyt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)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Loj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 palest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r, shami, lojtar, skuad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r, kund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rshtar, pik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C632EB" w:rsidRPr="00306102" w:rsidTr="00C632EB"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C632EB" w:rsidRPr="003D1D04" w:rsidRDefault="00C632EB" w:rsidP="00C632EB">
            <w:pPr>
              <w:numPr>
                <w:ilvl w:val="0"/>
                <w:numId w:val="7"/>
              </w:num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</w:rPr>
              <w:t xml:space="preserve">Lexon tekstin </w:t>
            </w:r>
            <w:proofErr w:type="gramStart"/>
            <w:r w:rsidRPr="003D1D04">
              <w:rPr>
                <w:rFonts w:ascii="Times New Roman" w:eastAsia="Batang" w:hAnsi="Times New Roman"/>
                <w:iCs/>
                <w:sz w:val="24"/>
                <w:szCs w:val="24"/>
              </w:rPr>
              <w:t>joletrar .</w:t>
            </w:r>
            <w:proofErr w:type="gramEnd"/>
          </w:p>
          <w:p w:rsidR="00C632EB" w:rsidRPr="003D1D04" w:rsidRDefault="00C632EB" w:rsidP="00C632E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Tregon interes dhe dëshirë për të lexuar;</w:t>
            </w:r>
          </w:p>
          <w:p w:rsidR="00C632EB" w:rsidRPr="003D1D04" w:rsidRDefault="00C632EB" w:rsidP="00C632E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Ndan me të tjerët përvojat e tij rreth leximit.</w:t>
            </w:r>
          </w:p>
          <w:p w:rsidR="00C632EB" w:rsidRPr="003D1D04" w:rsidRDefault="00C632EB" w:rsidP="00C632EB">
            <w:pPr>
              <w:numPr>
                <w:ilvl w:val="0"/>
                <w:numId w:val="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tekstet që lexojnë</w:t>
            </w:r>
            <w:r w:rsidRPr="003D1D04">
              <w:rPr>
                <w:rFonts w:ascii="Times New Roman" w:eastAsia="Times New Roman" w:hAnsi="Times New Roman" w:cs="Calibri"/>
                <w:color w:val="FF0000"/>
                <w:sz w:val="24"/>
                <w:szCs w:val="24"/>
                <w:lang w:eastAsia="sq-AL"/>
              </w:rPr>
              <w:t>.</w:t>
            </w:r>
          </w:p>
          <w:p w:rsidR="00C632EB" w:rsidRPr="003D1D04" w:rsidRDefault="00C632EB" w:rsidP="00C632EB">
            <w:pPr>
              <w:tabs>
                <w:tab w:val="left" w:pos="360"/>
                <w:tab w:val="left" w:pos="398"/>
              </w:tabs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</w:p>
          <w:p w:rsidR="00C632EB" w:rsidRPr="003D1D04" w:rsidRDefault="00C632EB" w:rsidP="00C632EB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val="sq-AL" w:eastAsia="sq-AL"/>
              </w:rPr>
              <w:t>Tregon interes dhe dëshirë për të lexuar.</w:t>
            </w:r>
          </w:p>
          <w:p w:rsidR="00C632EB" w:rsidRPr="003D1D04" w:rsidRDefault="00C632EB" w:rsidP="00C632EB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Loja e flamurit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2EB" w:rsidRPr="00306102" w:rsidTr="00C632EB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C632EB" w:rsidRPr="003D1D04" w:rsidRDefault="00C632EB" w:rsidP="00C632EB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C632EB" w:rsidRPr="003D1D04" w:rsidRDefault="00C632EB" w:rsidP="00C632EB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C632EB" w:rsidRPr="003D1D04" w:rsidRDefault="00C632EB" w:rsidP="00C632E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foto,mjete shkrimi, flet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A4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C632EB" w:rsidRPr="003D1D04" w:rsidRDefault="00C632EB" w:rsidP="00C632EB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C632EB" w:rsidRPr="003D1D04" w:rsidRDefault="00C632EB" w:rsidP="00C632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Identiteti kombëtar dhe njohja e kulturave</w:t>
            </w:r>
          </w:p>
          <w:p w:rsidR="00C632EB" w:rsidRPr="00B36CAB" w:rsidRDefault="00C632EB" w:rsidP="00B36CA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</w:tc>
      </w:tr>
      <w:tr w:rsidR="00C632EB" w:rsidRPr="00306102" w:rsidTr="00C632EB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C632EB" w:rsidRPr="003D1D04" w:rsidRDefault="00C632EB" w:rsidP="00C6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2EB" w:rsidRPr="003D1D04" w:rsidRDefault="00C632EB" w:rsidP="00C632E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Bisedë,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</w:t>
            </w:r>
            <w:r w:rsidR="00B36CAB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Rrjet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diskutimi, Punë në çift, Punë në grup, Punë me gjithë klasën.</w:t>
            </w: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C632EB" w:rsidRPr="003D1D04" w:rsidRDefault="00C632EB" w:rsidP="00C632E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simi nis me leximin e detyr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 me shkrim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sve iu dha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or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 e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parshme.</w:t>
            </w:r>
          </w:p>
          <w:p w:rsidR="00B36CAB" w:rsidRPr="00B36CAB" w:rsidRDefault="00C632EB" w:rsidP="00B36CAB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Punë në çift- Lexo përmblidh në dyshe Nxënësit 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dyshe lexojn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</w:t>
            </w:r>
            <w:r w:rsidR="005411C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ç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do paragraf dhe e përmbledhin me 1-2 fjali. Ata konfirmojnë ato që kanë mësuar një orë më p</w:t>
            </w:r>
            <w:r w:rsidR="00B36CAB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arë por edhe kanë mundësi të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përdorin lloje të ndryshme të të menduarit.</w:t>
            </w:r>
          </w:p>
          <w:p w:rsidR="00C632EB" w:rsidRDefault="00C632EB" w:rsidP="00C632EB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Punohet rreth rubrikës “Reflektoj“Nxënësit u përgjigjen  pyetjeve the japin preferencat e tyre në lidhje me loj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rat q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luajn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me shok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t dhe tregojn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m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nyr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 s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e si luhen disa prej tyre.</w:t>
            </w:r>
          </w:p>
          <w:p w:rsidR="00B36CAB" w:rsidRDefault="00B36CAB" w:rsidP="00B36CAB">
            <w:pPr>
              <w:pStyle w:val="ListParagraph"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</w:p>
          <w:p w:rsidR="00B36CAB" w:rsidRPr="003D1D04" w:rsidRDefault="00B36CAB" w:rsidP="00C632EB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Pun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n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grupe – Rrjet diskutimi-nx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sit do t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diskutojn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rreth pyetjes: A duhet t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m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rzitemi kur humbasim loj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n? Ata japin argumenta p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 p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rgjigjen e pyetjes dhe diskutojn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p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 t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dal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n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nj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p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rfundim t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p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rbashk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t.</w:t>
            </w:r>
          </w:p>
          <w:p w:rsidR="00C632EB" w:rsidRPr="003D1D04" w:rsidRDefault="00C632EB" w:rsidP="00C632EB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Luhet loja 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oborrin e shkoll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s.</w:t>
            </w:r>
          </w:p>
          <w:p w:rsidR="00C632EB" w:rsidRPr="003D1D04" w:rsidRDefault="00C632EB" w:rsidP="00C632EB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Nxënësit vlerësojnë punën e njëri-tjetrit</w:t>
            </w: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32EB" w:rsidRPr="003D1D04" w:rsidRDefault="00C632EB" w:rsidP="00C632E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C632EB" w:rsidRPr="003D1D04" w:rsidRDefault="00C632EB" w:rsidP="00C632EB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vlerësimin që i bëjnë nxënësit njëri-tjetrit</w:t>
            </w: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 xml:space="preserve"> </w:t>
            </w:r>
          </w:p>
          <w:p w:rsidR="00C632EB" w:rsidRPr="003D1D04" w:rsidRDefault="00C632EB" w:rsidP="00C632EB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 xml:space="preserve">leximin e tekstit joletrar </w:t>
            </w:r>
          </w:p>
          <w:p w:rsidR="00C632EB" w:rsidRPr="003D1D04" w:rsidRDefault="00C632EB" w:rsidP="00C632EB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proofErr w:type="gramStart"/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interesin</w:t>
            </w:r>
            <w:proofErr w:type="gramEnd"/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 xml:space="preserve"> dhe dëshirën  për të lexuar pjesën.</w:t>
            </w:r>
          </w:p>
          <w:p w:rsidR="00C632EB" w:rsidRPr="003D1D04" w:rsidRDefault="00C632EB" w:rsidP="00C632EB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D1D04">
              <w:rPr>
                <w:rFonts w:ascii="Times New Roman" w:eastAsia="Calibri" w:hAnsi="Times New Roman"/>
                <w:sz w:val="24"/>
                <w:szCs w:val="24"/>
              </w:rPr>
              <w:t>lidhjen</w:t>
            </w:r>
            <w:proofErr w:type="gramEnd"/>
            <w:r w:rsidRPr="003D1D04">
              <w:rPr>
                <w:rFonts w:ascii="Times New Roman" w:eastAsia="Calibri" w:hAnsi="Times New Roman"/>
                <w:sz w:val="24"/>
                <w:szCs w:val="24"/>
              </w:rPr>
              <w:t xml:space="preserve"> e pjesës me përvoja nga jeta e tyre .</w:t>
            </w: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C632EB" w:rsidRPr="003D1D04" w:rsidRDefault="00C632EB" w:rsidP="00C632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Detyr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sht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pie:</w:t>
            </w:r>
            <w:r w:rsidR="005411C3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Shkruaj t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pakt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 dy rregulla nga loja q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t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lqen m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shum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.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</w:t>
            </w:r>
          </w:p>
        </w:tc>
      </w:tr>
    </w:tbl>
    <w:p w:rsidR="00C632EB" w:rsidRDefault="00C632EB" w:rsidP="00C632EB"/>
    <w:p w:rsidR="00306102" w:rsidRPr="003D1D04" w:rsidRDefault="00306102" w:rsidP="00306102">
      <w:pPr>
        <w:rPr>
          <w:rFonts w:eastAsia="Calibri"/>
          <w:snapToGrid/>
        </w:rPr>
      </w:pPr>
    </w:p>
    <w:p w:rsidR="00306102" w:rsidRPr="003D1D04" w:rsidRDefault="00306102" w:rsidP="00306102">
      <w:pPr>
        <w:rPr>
          <w:rFonts w:eastAsia="Calibri"/>
          <w:snapToGrid/>
        </w:rPr>
      </w:pPr>
    </w:p>
    <w:p w:rsidR="00306102" w:rsidRPr="003D1D04" w:rsidRDefault="00306102" w:rsidP="00306102">
      <w:pPr>
        <w:rPr>
          <w:rFonts w:eastAsia="Calibri"/>
          <w:snapToGrid/>
        </w:rPr>
      </w:pPr>
    </w:p>
    <w:p w:rsidR="00306102" w:rsidRPr="003D1D04" w:rsidRDefault="00306102" w:rsidP="00306102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306102" w:rsidRPr="00306102" w:rsidTr="003D1D04">
        <w:tc>
          <w:tcPr>
            <w:tcW w:w="2280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102" w:rsidRPr="00306102" w:rsidTr="003D1D04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eastAsia="Calibri"/>
              </w:rPr>
              <w:t>Numri i emrit(ora e</w:t>
            </w:r>
            <w:r w:rsidR="00C632EB">
              <w:rPr>
                <w:rFonts w:eastAsia="Calibri"/>
              </w:rPr>
              <w:t xml:space="preserve"> </w:t>
            </w:r>
            <w:r w:rsidRPr="003D1D04">
              <w:rPr>
                <w:rFonts w:eastAsia="Calibri"/>
              </w:rPr>
              <w:t>par</w:t>
            </w:r>
            <w:r w:rsidR="00C632EB">
              <w:rPr>
                <w:rFonts w:eastAsia="Calibri"/>
              </w:rPr>
              <w:t>ë</w:t>
            </w:r>
            <w:r w:rsidRPr="003D1D04">
              <w:rPr>
                <w:rFonts w:eastAsia="Calibri"/>
              </w:rPr>
              <w:t>)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Numri i emrit,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s, shum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s, </w:t>
            </w:r>
          </w:p>
        </w:tc>
      </w:tr>
      <w:tr w:rsidR="00306102" w:rsidRPr="00306102" w:rsidTr="003D1D04"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306102" w:rsidRPr="003D1D04" w:rsidRDefault="00317024" w:rsidP="003D1D04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   </w:t>
            </w:r>
            <w:r w:rsidR="00306102"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Tregon numrin e emrit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306102"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306102"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nyr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306102"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  </w:t>
            </w:r>
            <w:r w:rsidR="00306102" w:rsidRPr="003D1D04">
              <w:rPr>
                <w:rFonts w:ascii="Times New Roman" w:hAnsi="Times New Roman"/>
                <w:sz w:val="24"/>
                <w:szCs w:val="24"/>
                <w:lang w:val="de-DE"/>
              </w:rPr>
              <w:t>intuitive.</w:t>
            </w:r>
          </w:p>
          <w:p w:rsidR="00306102" w:rsidRPr="003D1D04" w:rsidRDefault="00306102" w:rsidP="003D1D04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Dallon emrat e numrit nj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j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s nga ata t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 xml:space="preserve"> numrin shum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s.</w:t>
            </w:r>
          </w:p>
          <w:p w:rsidR="00306102" w:rsidRPr="003D1D04" w:rsidRDefault="00306102" w:rsidP="003D1D04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Shoq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ron emrat e numrit nj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j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s me shum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sin e tyre.</w:t>
            </w:r>
          </w:p>
          <w:p w:rsidR="00306102" w:rsidRPr="003D1D04" w:rsidRDefault="00306102" w:rsidP="003D1D04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Demonstron pavarësi në mendime dhe veprime.</w:t>
            </w:r>
          </w:p>
          <w:p w:rsidR="00306102" w:rsidRPr="003D1D04" w:rsidRDefault="00306102" w:rsidP="003D1D04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proofErr w:type="gramStart"/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Demonstron  besim</w:t>
            </w:r>
            <w:proofErr w:type="gramEnd"/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dhe vullnet në 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lastRenderedPageBreak/>
              <w:t>arritjen e rezultateve.</w:t>
            </w:r>
          </w:p>
          <w:p w:rsidR="00306102" w:rsidRPr="00317024" w:rsidRDefault="00306102" w:rsidP="00317024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Respekton përpjekjet individuale dhe ato në grup.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Situata e të nxënit</w:t>
            </w:r>
          </w:p>
          <w:p w:rsidR="00306102" w:rsidRPr="003D1D04" w:rsidRDefault="00317024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Manipulim me emra n</w:t>
            </w:r>
            <w:r w:rsidR="00F878E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numrin nj</w:t>
            </w:r>
            <w:r w:rsidR="00F878E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="00F878E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dhe shum</w:t>
            </w:r>
            <w:r w:rsidR="00F878E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p</w:t>
            </w:r>
            <w:r w:rsidR="00F878E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t’i grupuar ato sipas numrit.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102" w:rsidRPr="00306102" w:rsidTr="003D1D04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306102" w:rsidRPr="003D1D04" w:rsidRDefault="00306102" w:rsidP="003D1D04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306102" w:rsidRPr="003D1D04" w:rsidRDefault="00306102" w:rsidP="003D1D04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informacione nga interneti, foto,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306102" w:rsidRPr="003D1D04" w:rsidRDefault="00306102" w:rsidP="003D1D04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102" w:rsidRPr="00306102" w:rsidTr="003D1D04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317024" w:rsidRDefault="00317024" w:rsidP="003D1D0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,  Shk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mbe nj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problem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, Punë në çift, Punë në grup, Punë me gjithë klasën.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306102" w:rsidRPr="003D1D04" w:rsidRDefault="00306102" w:rsidP="003D1D0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suesja ka p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rgatitur fisha me emra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 dhe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shum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s.</w:t>
            </w:r>
          </w:p>
          <w:p w:rsidR="00306102" w:rsidRPr="003D1D04" w:rsidRDefault="00306102" w:rsidP="003D1D0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Nx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sit punojn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 p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 ti grupuar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 grupe sipas numrit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nyr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intuitive.</w:t>
            </w:r>
          </w:p>
          <w:p w:rsidR="00306102" w:rsidRPr="003D1D04" w:rsidRDefault="00306102" w:rsidP="003D1D0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Diskutohet rasti i dh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lib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</w:t>
            </w:r>
            <w:r w:rsidR="00317024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Nxirret rregulli p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 p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rcaktimin e numrit t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emrave i cili lexohet dhe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lib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r.</w:t>
            </w:r>
          </w:p>
          <w:p w:rsidR="00306102" w:rsidRPr="003D1D04" w:rsidRDefault="00306102" w:rsidP="003D1D0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dyshe:Punohet ushtrimi 1 individualisht. Lidhen me shigjet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emrat e numrit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 me emrat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shum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s. Shk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mbehen librat me shok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 . Diskutojn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vler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pun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 e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ri-tjetrit.</w:t>
            </w:r>
          </w:p>
          <w:p w:rsidR="00306102" w:rsidRPr="00317024" w:rsidRDefault="00306102" w:rsidP="0031702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dyshe:Punohet ushtrimi 2  individualisht. Nx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sit shruajn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emat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tabel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sipas numrit t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tyre. Shk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mbehen librat me shok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 . Diskutojn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vler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pun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 e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ri-tjetrit.</w:t>
            </w:r>
          </w:p>
          <w:p w:rsidR="00306102" w:rsidRPr="003D1D04" w:rsidRDefault="00306102" w:rsidP="003D1D0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Shk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mbe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problem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: P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 k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ushtrim nx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sit punojn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grupe. Secili nga an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tar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 e grupit shkruan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etiket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nga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 apo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shumes. Etiketat shk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mbehen me grupin fqinj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31702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t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cil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 kan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 detyr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t’i grupojn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etiketa</w:t>
            </w:r>
            <w:r w:rsidR="00317024">
              <w:rPr>
                <w:rFonts w:ascii="Times New Roman" w:hAnsi="Times New Roman"/>
                <w:sz w:val="24"/>
                <w:szCs w:val="24"/>
                <w:lang w:val="de-DE"/>
              </w:rPr>
              <w:t>t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 grupe sipas numrit.</w:t>
            </w:r>
          </w:p>
          <w:p w:rsidR="00306102" w:rsidRPr="003D1D04" w:rsidRDefault="00306102" w:rsidP="003D1D0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Prezantohet puna dhe vler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ri-tjetrin.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6102" w:rsidRPr="003D1D04" w:rsidRDefault="00306102" w:rsidP="003D1D04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306102" w:rsidRPr="003D1D04" w:rsidRDefault="00306102" w:rsidP="003D1D0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306102" w:rsidRPr="003D1D04" w:rsidRDefault="00306102" w:rsidP="003D1D04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tregimin e numrit t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emrit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nyr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intuitive.</w:t>
            </w:r>
          </w:p>
          <w:p w:rsidR="00306102" w:rsidRPr="003D1D04" w:rsidRDefault="00306102" w:rsidP="003D1D04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dallimin e emrave t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 xml:space="preserve"> numrit nj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j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s dhe numrit shum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s.</w:t>
            </w:r>
          </w:p>
          <w:p w:rsidR="00306102" w:rsidRPr="003D1D04" w:rsidRDefault="00306102" w:rsidP="003D1D04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proofErr w:type="gramStart"/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demonstrimin</w:t>
            </w:r>
            <w:proofErr w:type="gramEnd"/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e pavarësis</w:t>
            </w:r>
            <w:r w:rsidR="00C632EB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ë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në mendime dhe veprime.</w:t>
            </w:r>
          </w:p>
          <w:p w:rsidR="00306102" w:rsidRPr="003D1D04" w:rsidRDefault="00306102" w:rsidP="003D1D04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proofErr w:type="gramStart"/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demonstrtrimin</w:t>
            </w:r>
            <w:proofErr w:type="gramEnd"/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e  besimit dhe vullnetit në arritjen e rezultateve.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Detyr</w:t>
            </w:r>
            <w:r w:rsidR="00C632EB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sht</w:t>
            </w:r>
            <w:r w:rsidR="00C632EB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pie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: </w:t>
            </w:r>
            <w:r w:rsidR="00317024">
              <w:rPr>
                <w:rFonts w:ascii="Times New Roman" w:hAnsi="Times New Roman"/>
                <w:color w:val="222222"/>
                <w:sz w:val="24"/>
                <w:szCs w:val="24"/>
              </w:rPr>
              <w:t>G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>jej 3 emra t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numrit nj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>j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>s dhe 3 emra t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numrit shum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>s tek pjesa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“Martina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klubin e notit“.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306102" w:rsidRPr="003D1D04" w:rsidRDefault="00306102" w:rsidP="00306102">
      <w:pPr>
        <w:rPr>
          <w:rFonts w:eastAsia="Calibri"/>
          <w:snapToGrid/>
        </w:rPr>
      </w:pPr>
    </w:p>
    <w:p w:rsidR="00306102" w:rsidRPr="003D1D04" w:rsidRDefault="00306102" w:rsidP="00306102">
      <w:pPr>
        <w:rPr>
          <w:rFonts w:eastAsia="Calibri"/>
          <w:snapToGrid/>
        </w:rPr>
      </w:pPr>
    </w:p>
    <w:p w:rsidR="00306102" w:rsidRPr="003D1D04" w:rsidRDefault="00306102" w:rsidP="00306102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306102" w:rsidRPr="00306102" w:rsidTr="003D1D04">
        <w:tc>
          <w:tcPr>
            <w:tcW w:w="2280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102" w:rsidRPr="00306102" w:rsidTr="003D1D04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eastAsia="Calibri"/>
              </w:rPr>
              <w:t>Numri i emrit(ora edyt</w:t>
            </w:r>
            <w:r w:rsidR="00C632EB">
              <w:rPr>
                <w:rFonts w:eastAsia="Calibri"/>
              </w:rPr>
              <w:t>ë</w:t>
            </w:r>
            <w:r w:rsidRPr="003D1D04">
              <w:rPr>
                <w:rFonts w:eastAsia="Calibri"/>
              </w:rPr>
              <w:t>)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numri i emrit,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s, shum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s, </w:t>
            </w:r>
          </w:p>
        </w:tc>
      </w:tr>
      <w:tr w:rsidR="00306102" w:rsidRPr="00306102" w:rsidTr="003D1D04"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317024" w:rsidRPr="00317024" w:rsidRDefault="00306102" w:rsidP="003D1D04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</w:pPr>
            <w:r w:rsidRPr="00317024">
              <w:rPr>
                <w:rFonts w:ascii="Times New Roman" w:hAnsi="Times New Roman"/>
                <w:sz w:val="24"/>
                <w:szCs w:val="24"/>
                <w:lang w:val="de-DE"/>
              </w:rPr>
              <w:t>Tregon numrin e emrit</w:t>
            </w:r>
            <w:r w:rsidR="00317024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306102" w:rsidRPr="00317024" w:rsidRDefault="00306102" w:rsidP="003D1D04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</w:pPr>
            <w:r w:rsidRPr="0031702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Dallon emrat e numrit nj</w:t>
            </w:r>
            <w:r w:rsidR="00C632EB" w:rsidRPr="0031702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1702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j</w:t>
            </w:r>
            <w:r w:rsidR="00C632EB" w:rsidRPr="0031702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1702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s nga ata t</w:t>
            </w:r>
            <w:r w:rsidR="00C632EB" w:rsidRPr="0031702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1702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 xml:space="preserve"> numrin shum</w:t>
            </w:r>
            <w:r w:rsidR="00C632EB" w:rsidRPr="0031702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1702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s.</w:t>
            </w:r>
          </w:p>
          <w:p w:rsidR="00306102" w:rsidRPr="003D1D04" w:rsidRDefault="00306102" w:rsidP="003D1D04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Kthen emrat nga  num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ri nj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j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s tek numri shum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s dhe anasjellts .</w:t>
            </w:r>
          </w:p>
          <w:p w:rsidR="00306102" w:rsidRPr="003D1D04" w:rsidRDefault="00306102" w:rsidP="003D1D04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Demonstron pavarësi në mendime dhe veprime.</w:t>
            </w:r>
          </w:p>
          <w:p w:rsidR="00306102" w:rsidRPr="003D1D04" w:rsidRDefault="00306102" w:rsidP="003D1D04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proofErr w:type="gramStart"/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Demonstron  besim</w:t>
            </w:r>
            <w:proofErr w:type="gramEnd"/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dhe vullnet në arritjen e rezultateve.</w:t>
            </w:r>
          </w:p>
          <w:p w:rsidR="00306102" w:rsidRPr="003D1D04" w:rsidRDefault="00306102" w:rsidP="003D1D04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Respekton përpjekjet individuale dhe ato në grup.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D1D04">
              <w:rPr>
                <w:rFonts w:ascii="Times New Roman" w:hAnsi="Times New Roman"/>
                <w:sz w:val="24"/>
                <w:szCs w:val="24"/>
              </w:rPr>
              <w:t>Manipulim  me</w:t>
            </w:r>
            <w:proofErr w:type="gramEnd"/>
            <w:r w:rsidRPr="003D1D04">
              <w:rPr>
                <w:rFonts w:ascii="Times New Roman" w:hAnsi="Times New Roman"/>
                <w:sz w:val="24"/>
                <w:szCs w:val="24"/>
              </w:rPr>
              <w:t xml:space="preserve"> emrat e numrit nj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j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s dhe shum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102" w:rsidRPr="00306102" w:rsidTr="003D1D04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306102" w:rsidRPr="003D1D04" w:rsidRDefault="00306102" w:rsidP="003D1D04">
            <w:pPr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306102" w:rsidRPr="003D1D04" w:rsidRDefault="00306102" w:rsidP="003D1D04">
            <w:pPr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306102" w:rsidRPr="003D1D04" w:rsidRDefault="00306102" w:rsidP="003D1D0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informacione nga interneti, foto,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306102" w:rsidRPr="003D1D04" w:rsidRDefault="00306102" w:rsidP="003D1D04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102" w:rsidRPr="00306102" w:rsidTr="003D1D04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, 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Shkrim i shpejt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, Punë në çift, Punë në grup, Punë me gjithë klasën.</w:t>
            </w:r>
          </w:p>
          <w:p w:rsidR="00306102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F878E4" w:rsidRPr="00F878E4" w:rsidRDefault="00F878E4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F878E4">
              <w:rPr>
                <w:rFonts w:ascii="Times New Roman" w:hAnsi="Times New Roman"/>
                <w:sz w:val="24"/>
                <w:szCs w:val="24"/>
                <w:lang w:val="de-DE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F878E4">
              <w:rPr>
                <w:rFonts w:ascii="Times New Roman" w:hAnsi="Times New Roman"/>
                <w:sz w:val="24"/>
                <w:szCs w:val="24"/>
                <w:lang w:val="de-DE"/>
              </w:rPr>
              <w:t>suesja shp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F878E4">
              <w:rPr>
                <w:rFonts w:ascii="Times New Roman" w:hAnsi="Times New Roman"/>
                <w:sz w:val="24"/>
                <w:szCs w:val="24"/>
                <w:lang w:val="de-DE"/>
              </w:rPr>
              <w:t>rndan etiketa ku jan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F878E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shkruar emra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F878E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F878E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 numrat.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Nxënësit do tregojnë numrin e emrit në etiketë dhe do e përdorin atë në fjali.</w:t>
            </w:r>
          </w:p>
          <w:p w:rsidR="00306102" w:rsidRPr="003D1D04" w:rsidRDefault="00306102" w:rsidP="003D1D0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Shkrim i shpejt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: 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suesja i fton nx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sit q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sipas dysheve t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shkruajn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sa 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shum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lastRenderedPageBreak/>
              <w:t>emra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 dhe emra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shum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s.</w:t>
            </w:r>
          </w:p>
          <w:p w:rsidR="00306102" w:rsidRPr="003D1D04" w:rsidRDefault="00306102" w:rsidP="003D1D0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dyshe:Punohet ushtrimi 3,4, individualisht. Nx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sit shruajn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emrat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tabela 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ushtrimin 3,nd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rsa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ushtrimin 4 vendosin emrin e duhur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vendet bosh. Shk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mbehen librat me shok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 . Diskutojn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vler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pun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 e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ri-tjetrit.</w:t>
            </w:r>
          </w:p>
          <w:p w:rsidR="00306102" w:rsidRPr="003D1D04" w:rsidRDefault="00306102" w:rsidP="003D1D0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Pun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grup: Nx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sit shkruajn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etiketa t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ve</w:t>
            </w:r>
            <w:r w:rsidR="005411C3">
              <w:rPr>
                <w:rFonts w:ascii="Times New Roman" w:hAnsi="Times New Roman"/>
                <w:sz w:val="24"/>
                <w:szCs w:val="24"/>
                <w:lang w:val="de-DE"/>
              </w:rPr>
              <w:t>ç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anta nga dy emra te sendeve dhe objekteve q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gjenden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klas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(nj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ri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 e tjetri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ri shum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s). I vendosin duke i ngjitur etiketat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tabel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kartoni t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rgatitur 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par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sipas modelit: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13"/>
              <w:gridCol w:w="4317"/>
            </w:tblGrid>
            <w:tr w:rsidR="00306102" w:rsidRPr="00306102" w:rsidTr="003D1D04">
              <w:tc>
                <w:tcPr>
                  <w:tcW w:w="4672" w:type="dxa"/>
                  <w:shd w:val="clear" w:color="auto" w:fill="auto"/>
                </w:tcPr>
                <w:p w:rsidR="00306102" w:rsidRPr="003D1D04" w:rsidRDefault="00306102" w:rsidP="003D1D0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</w:pPr>
                  <w:r w:rsidRPr="003D1D04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Emra n</w:t>
                  </w:r>
                  <w:r w:rsidR="00C632EB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ë</w:t>
                  </w:r>
                  <w:r w:rsidRPr="003D1D04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 xml:space="preserve"> numrin nj</w:t>
                  </w:r>
                  <w:r w:rsidR="00C632EB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ë</w:t>
                  </w:r>
                  <w:r w:rsidRPr="003D1D04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j</w:t>
                  </w:r>
                  <w:r w:rsidR="00C632EB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ë</w:t>
                  </w:r>
                  <w:r w:rsidRPr="003D1D04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s</w:t>
                  </w:r>
                </w:p>
              </w:tc>
              <w:tc>
                <w:tcPr>
                  <w:tcW w:w="4673" w:type="dxa"/>
                  <w:shd w:val="clear" w:color="auto" w:fill="auto"/>
                </w:tcPr>
                <w:p w:rsidR="00306102" w:rsidRPr="003D1D04" w:rsidRDefault="00306102" w:rsidP="003D1D0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</w:pPr>
                  <w:r w:rsidRPr="003D1D04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Emra n</w:t>
                  </w:r>
                  <w:r w:rsidR="00C632EB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ë</w:t>
                  </w:r>
                  <w:r w:rsidRPr="003D1D04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 xml:space="preserve"> numrin shum</w:t>
                  </w:r>
                  <w:r w:rsidR="00C632EB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ë</w:t>
                  </w:r>
                  <w:r w:rsidRPr="003D1D04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s</w:t>
                  </w:r>
                </w:p>
              </w:tc>
            </w:tr>
            <w:tr w:rsidR="00306102" w:rsidRPr="00306102" w:rsidTr="003D1D04">
              <w:tc>
                <w:tcPr>
                  <w:tcW w:w="4672" w:type="dxa"/>
                  <w:shd w:val="clear" w:color="auto" w:fill="auto"/>
                </w:tcPr>
                <w:p w:rsidR="00306102" w:rsidRPr="003D1D04" w:rsidRDefault="00306102" w:rsidP="003D1D0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</w:pPr>
                </w:p>
              </w:tc>
              <w:tc>
                <w:tcPr>
                  <w:tcW w:w="4673" w:type="dxa"/>
                  <w:shd w:val="clear" w:color="auto" w:fill="auto"/>
                </w:tcPr>
                <w:p w:rsidR="00306102" w:rsidRPr="003D1D04" w:rsidRDefault="00306102" w:rsidP="003D1D04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</w:pPr>
                </w:p>
              </w:tc>
            </w:tr>
          </w:tbl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306102" w:rsidRPr="003D1D04" w:rsidRDefault="00306102" w:rsidP="003D1D0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Prezantohet puna dhe vler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ri-tjetrin.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6102" w:rsidRPr="003D1D04" w:rsidRDefault="00306102" w:rsidP="003D1D04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306102" w:rsidRPr="003D1D04" w:rsidRDefault="00306102" w:rsidP="003D1D0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306102" w:rsidRPr="003D1D04" w:rsidRDefault="00306102" w:rsidP="003D1D04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tregimin e numrit t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emrit n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nyr</w:t>
            </w:r>
            <w:r w:rsidR="00C632EB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intuitive.</w:t>
            </w:r>
          </w:p>
          <w:p w:rsidR="00306102" w:rsidRPr="003D1D04" w:rsidRDefault="00306102" w:rsidP="003D1D04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dallimin e emrave t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 xml:space="preserve"> numrit nj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j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s e shum</w:t>
            </w:r>
            <w:r w:rsidR="00C632EB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  <w:t>s.</w:t>
            </w:r>
          </w:p>
          <w:p w:rsidR="00306102" w:rsidRPr="003D1D04" w:rsidRDefault="00306102" w:rsidP="003D1D04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proofErr w:type="gramStart"/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demonstrimin</w:t>
            </w:r>
            <w:proofErr w:type="gramEnd"/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e pavarësis</w:t>
            </w:r>
            <w:r w:rsidR="00C632EB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ë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në mendime dhe veprime.</w:t>
            </w:r>
          </w:p>
          <w:p w:rsidR="00306102" w:rsidRPr="003D1D04" w:rsidRDefault="00306102" w:rsidP="003D1D04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proofErr w:type="gramStart"/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demonstrtrimin</w:t>
            </w:r>
            <w:proofErr w:type="gramEnd"/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e  besimit dhe vullnetit në arritjen e rezultateve.</w:t>
            </w:r>
          </w:p>
          <w:p w:rsidR="00306102" w:rsidRPr="003D1D04" w:rsidRDefault="00306102" w:rsidP="003D1D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r w:rsidRPr="003D1D04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Detyr</w:t>
            </w:r>
            <w:r w:rsidR="00C632EB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sht</w:t>
            </w:r>
            <w:r w:rsidR="00C632EB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pie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>: Shkruaj 5 emra t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numrit nj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>j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>s dhe 5 emra t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numrit shum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>s. Nd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>ro fjali me dy prej tyre.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306102" w:rsidRPr="003D1D04" w:rsidRDefault="00306102" w:rsidP="00306102">
      <w:pPr>
        <w:rPr>
          <w:rFonts w:eastAsia="Calibri"/>
          <w:snapToGrid/>
        </w:rPr>
      </w:pPr>
    </w:p>
    <w:p w:rsidR="00306102" w:rsidRPr="003D1D04" w:rsidRDefault="00306102" w:rsidP="00306102">
      <w:pPr>
        <w:rPr>
          <w:rFonts w:eastAsia="Calibri"/>
          <w:snapToGrid/>
        </w:rPr>
      </w:pPr>
    </w:p>
    <w:p w:rsidR="00306102" w:rsidRPr="003D1D04" w:rsidRDefault="00306102" w:rsidP="00306102">
      <w:pPr>
        <w:rPr>
          <w:rFonts w:eastAsia="Calibri"/>
          <w:snapToGrid/>
        </w:rPr>
      </w:pPr>
    </w:p>
    <w:p w:rsidR="00306102" w:rsidRPr="003D1D04" w:rsidRDefault="00306102" w:rsidP="00306102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306102" w:rsidRPr="00306102" w:rsidTr="003D1D04">
        <w:tc>
          <w:tcPr>
            <w:tcW w:w="2280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102" w:rsidRPr="00306102" w:rsidTr="003D1D04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Sa m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lqen futbolli(ora e par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st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rvitet, skuad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r, portier,energji,doreza l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kure, uniforma, fush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 sportist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306102" w:rsidRPr="00306102" w:rsidTr="003D1D04"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306102" w:rsidRPr="003D1D04" w:rsidRDefault="00306102" w:rsidP="003D1D04">
            <w:pPr>
              <w:numPr>
                <w:ilvl w:val="0"/>
                <w:numId w:val="21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 xml:space="preserve">Lexon tekstin duke mbajtur shënime për fjalët e reja dhe gjëra që i duken </w:t>
            </w: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lastRenderedPageBreak/>
              <w:t>interesante.</w:t>
            </w:r>
            <w:r w:rsidRPr="003D1D04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306102" w:rsidRPr="003D1D04" w:rsidRDefault="00306102" w:rsidP="003D1D04">
            <w:pPr>
              <w:numPr>
                <w:ilvl w:val="0"/>
                <w:numId w:val="21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306102" w:rsidRPr="00C632EB" w:rsidRDefault="00306102" w:rsidP="00C632EB">
            <w:pPr>
              <w:numPr>
                <w:ilvl w:val="0"/>
                <w:numId w:val="21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I përgjigjet pyetjeve rreth përmbajtjes së tekstit .</w:t>
            </w:r>
          </w:p>
          <w:p w:rsidR="00306102" w:rsidRPr="00C632EB" w:rsidRDefault="00306102" w:rsidP="00C632EB">
            <w:pPr>
              <w:numPr>
                <w:ilvl w:val="0"/>
                <w:numId w:val="21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C632EB">
              <w:rPr>
                <w:rFonts w:ascii="Times New Roman" w:eastAsia="Calibri" w:hAnsi="Times New Roman"/>
                <w:sz w:val="24"/>
                <w:szCs w:val="24"/>
              </w:rPr>
              <w:t>Shpreh ndjenjat dhe mendimet personale rreth pjesës që lexon</w:t>
            </w:r>
            <w:r w:rsidRP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306102" w:rsidRPr="003D1D04" w:rsidRDefault="00306102" w:rsidP="00C632E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 me përvoja nga jeta e vet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</w:p>
          <w:p w:rsidR="00306102" w:rsidRPr="003D1D04" w:rsidRDefault="00306102" w:rsidP="003D1D04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Situata e të nxënit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Duke ndërvepruar me tekstin nxënësit diskutojnë për : 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lang w:val="fr-FR"/>
              </w:rPr>
            </w:pPr>
            <w:r w:rsidRPr="003D1D04">
              <w:rPr>
                <w:rFonts w:ascii="Times New Roman" w:hAnsi="Times New Roman"/>
                <w:color w:val="222222"/>
                <w:sz w:val="24"/>
                <w:szCs w:val="24"/>
                <w:lang w:val="fr-FR"/>
              </w:rPr>
              <w:t xml:space="preserve">mënyrën se si ata e bëjnë lidhjen e pjesës me 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  <w:lang w:val="fr-FR"/>
              </w:rPr>
              <w:lastRenderedPageBreak/>
              <w:t xml:space="preserve">jetën e tyre të përditshme,   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color w:val="222222"/>
                <w:sz w:val="24"/>
                <w:szCs w:val="24"/>
                <w:lang w:val="fr-FR"/>
              </w:rPr>
              <w:t xml:space="preserve">për  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>interpretimin e tyre në lidhje me d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>shir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>n p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>r loj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="00F878E4">
              <w:rPr>
                <w:rFonts w:ascii="Times New Roman" w:hAnsi="Times New Roman"/>
                <w:color w:val="222222"/>
                <w:sz w:val="24"/>
                <w:szCs w:val="24"/>
              </w:rPr>
              <w:t>n e futbollit,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për informacionet dhe kuriozitetet e sjella nga nxënësit </w:t>
            </w:r>
            <w:r w:rsidR="00F878E4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për 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  <w:lang w:val="fr-FR"/>
              </w:rPr>
              <w:t>loj</w:t>
            </w:r>
            <w:r w:rsidR="00C632EB">
              <w:rPr>
                <w:rFonts w:ascii="Times New Roman" w:hAnsi="Times New Roman"/>
                <w:color w:val="222222"/>
                <w:sz w:val="24"/>
                <w:szCs w:val="24"/>
                <w:lang w:val="fr-FR"/>
              </w:rPr>
              <w:t>ë</w:t>
            </w:r>
            <w:r w:rsidRPr="003D1D04">
              <w:rPr>
                <w:rFonts w:ascii="Times New Roman" w:hAnsi="Times New Roman"/>
                <w:color w:val="222222"/>
                <w:sz w:val="24"/>
                <w:szCs w:val="24"/>
                <w:lang w:val="fr-FR"/>
              </w:rPr>
              <w:t>n e futbollit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102" w:rsidRPr="00306102" w:rsidTr="003D1D04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306102" w:rsidRPr="003D1D04" w:rsidRDefault="00306102" w:rsidP="003D1D04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306102" w:rsidRPr="003D1D04" w:rsidRDefault="00306102" w:rsidP="003D1D04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informacione nga interneti, foto,mjete shkrimi flet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306102" w:rsidRPr="003D1D04" w:rsidRDefault="00306102" w:rsidP="003D1D04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306102" w:rsidRPr="003D1D04" w:rsidRDefault="00306102" w:rsidP="003D1D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306102" w:rsidRPr="003D1D04" w:rsidRDefault="00306102" w:rsidP="003D1D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  <w:p w:rsidR="00306102" w:rsidRPr="003D1D04" w:rsidRDefault="00306102" w:rsidP="003D1D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Bashkëjetesa paqësore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102" w:rsidRPr="00306102" w:rsidTr="003D1D04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06102" w:rsidRPr="003D1D04" w:rsidRDefault="00306102" w:rsidP="003D1D04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Stuhi mendimi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,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Lexim i drejtuar, Bisedë, Ditari dypjesësh, Punë në çift, Punë në grup, Punë me gjithë klasën.</w:t>
            </w:r>
          </w:p>
          <w:p w:rsidR="00306102" w:rsidRPr="003D1D04" w:rsidRDefault="00306102" w:rsidP="003D1D04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306102" w:rsidRPr="00F878E4" w:rsidRDefault="00306102" w:rsidP="00F878E4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suesja fton nx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sit t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mendojn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p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loj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 e futbollit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. 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B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jn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stuhi mendimesh p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 k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loj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. 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Lexojn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informacione e kuriozitete q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kan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gjetur n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internet p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k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loj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306102" w:rsidRPr="003D1D04" w:rsidRDefault="00306102" w:rsidP="003D1D04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Shohin figur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 e tekstit dhe  p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rshkruajn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 dhe komentojn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 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dyshe.</w:t>
            </w:r>
          </w:p>
          <w:p w:rsidR="00306102" w:rsidRPr="003D1D04" w:rsidRDefault="00306102" w:rsidP="003D1D04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Lexim i drejtuar: m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suesja fton nx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sit t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lexojn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pjes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 sipas paragraf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ve. P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secilin paragraf nx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sit 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nvizojn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fjal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 e reja dhe fjal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e fjali q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u p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lqejn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.M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suesja drejton pyetje p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s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cilin paragraf.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bëjnë parashikime për përmbajtjen e paragrafit pasues.</w:t>
            </w:r>
          </w:p>
          <w:p w:rsidR="00306102" w:rsidRPr="003D1D04" w:rsidRDefault="00306102" w:rsidP="003D1D04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Lexohet pjesa zinxhir sipas paragrafëve. </w:t>
            </w:r>
          </w:p>
          <w:p w:rsidR="00306102" w:rsidRPr="003D1D04" w:rsidRDefault="00306102" w:rsidP="003D1D04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Punohet rubrika “Lexoj dhe kuptoj”n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t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cil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 nx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sit zgjedhin  p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rgjigjen e sak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tek alternativat p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brendin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e pjes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s.</w:t>
            </w:r>
          </w:p>
          <w:p w:rsidR="00306102" w:rsidRPr="003D1D04" w:rsidRDefault="00306102" w:rsidP="003D1D04">
            <w:pPr>
              <w:numPr>
                <w:ilvl w:val="0"/>
                <w:numId w:val="21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Ditari dypjes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sh – Nxënësit kopjojnë në njërën anë  t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tabel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  pjesën  e cila u ka pëlqyer apo që u ka bërë përshtypje, nga ana tjetër shkruajn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komentin e tyre .</w:t>
            </w:r>
          </w:p>
          <w:p w:rsidR="00306102" w:rsidRPr="003D1D04" w:rsidRDefault="00306102" w:rsidP="003D1D04">
            <w:pPr>
              <w:tabs>
                <w:tab w:val="left" w:pos="0"/>
                <w:tab w:val="left" w:pos="360"/>
              </w:tabs>
              <w:spacing w:after="0" w:line="240" w:lineRule="auto"/>
              <w:ind w:left="720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Vlerësimi b</w:t>
            </w:r>
            <w:r w:rsidR="00C632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het p</w:t>
            </w:r>
            <w:r w:rsidR="00C632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r:</w:t>
            </w:r>
          </w:p>
          <w:p w:rsidR="00306102" w:rsidRPr="003D1D04" w:rsidRDefault="00306102" w:rsidP="003D1D04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mënyrën e bashkëpunimit në grupe vlerësimin që i bëjnë nxënësit njëri-tjetrit</w:t>
            </w:r>
          </w:p>
          <w:p w:rsidR="00306102" w:rsidRPr="003D1D04" w:rsidRDefault="00306102" w:rsidP="003D1D04">
            <w:pPr>
              <w:numPr>
                <w:ilvl w:val="0"/>
                <w:numId w:val="25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komentin p</w:t>
            </w:r>
            <w:r w:rsidR="00C632EB"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r ilustrimet për të kuptuar më mirë tekstin.</w:t>
            </w:r>
          </w:p>
          <w:p w:rsidR="00306102" w:rsidRPr="003D1D04" w:rsidRDefault="00306102" w:rsidP="003D1D04">
            <w:pPr>
              <w:numPr>
                <w:ilvl w:val="0"/>
                <w:numId w:val="25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përgjigjen e pyetjeve rreth përmbajtjes së tekstit</w:t>
            </w:r>
          </w:p>
          <w:p w:rsidR="00306102" w:rsidRPr="003D1D04" w:rsidRDefault="00306102" w:rsidP="003D1D04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proofErr w:type="gramStart"/>
            <w:r w:rsidRPr="003D1D04">
              <w:rPr>
                <w:rFonts w:ascii="Times New Roman" w:hAnsi="Times New Roman"/>
                <w:sz w:val="24"/>
                <w:szCs w:val="24"/>
              </w:rPr>
              <w:t>lidhjen</w:t>
            </w:r>
            <w:proofErr w:type="gramEnd"/>
            <w:r w:rsidRPr="003D1D04">
              <w:rPr>
                <w:rFonts w:ascii="Times New Roman" w:hAnsi="Times New Roman"/>
                <w:sz w:val="24"/>
                <w:szCs w:val="24"/>
              </w:rPr>
              <w:t xml:space="preserve"> pjesën që lexon me përvoja nga jeta e vet.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306102" w:rsidRPr="003D1D04" w:rsidRDefault="00306102" w:rsidP="00306102">
      <w:pPr>
        <w:rPr>
          <w:rFonts w:eastAsia="Calibri"/>
          <w:snapToGrid/>
        </w:rPr>
      </w:pPr>
    </w:p>
    <w:p w:rsidR="00306102" w:rsidRPr="003D1D04" w:rsidRDefault="00306102" w:rsidP="00306102">
      <w:pPr>
        <w:rPr>
          <w:rFonts w:eastAsia="Calibri"/>
          <w:snapToGrid/>
        </w:rPr>
      </w:pPr>
    </w:p>
    <w:p w:rsidR="00306102" w:rsidRPr="003D1D04" w:rsidRDefault="00306102" w:rsidP="00306102">
      <w:pPr>
        <w:rPr>
          <w:rFonts w:eastAsia="Calibri"/>
          <w:snapToGrid/>
        </w:rPr>
      </w:pPr>
    </w:p>
    <w:p w:rsidR="00306102" w:rsidRPr="003D1D04" w:rsidRDefault="00306102" w:rsidP="00306102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306102" w:rsidRPr="00306102" w:rsidTr="003D1D04">
        <w:tc>
          <w:tcPr>
            <w:tcW w:w="2280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102" w:rsidRPr="00306102" w:rsidTr="003D1D04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Sa m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lqen futbolli(ora e dyt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st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rvitet, skuad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r, portier,energji,doreza l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kure, uniforma, fush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 sportist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306102" w:rsidRPr="00306102" w:rsidTr="003D1D04"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306102" w:rsidRPr="003D1D04" w:rsidRDefault="00306102" w:rsidP="003D1D04">
            <w:pPr>
              <w:numPr>
                <w:ilvl w:val="0"/>
                <w:numId w:val="22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</w:rPr>
              <w:t>Përshkruan me fjalë të thjeshta personazhin.</w:t>
            </w:r>
          </w:p>
          <w:p w:rsidR="00306102" w:rsidRPr="003D1D04" w:rsidRDefault="00306102" w:rsidP="003D1D04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</w:rPr>
              <w:t xml:space="preserve">Lexon </w:t>
            </w:r>
            <w:r w:rsidRPr="003D1D04">
              <w:rPr>
                <w:rFonts w:ascii="Times New Roman" w:hAnsi="Times New Roman"/>
                <w:bCs/>
                <w:sz w:val="24"/>
                <w:szCs w:val="24"/>
              </w:rPr>
              <w:t>rrjedhshëm dhe me intonacionin e duhur tekstin.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306102" w:rsidRPr="003D1D04" w:rsidRDefault="00306102" w:rsidP="003D1D04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Tregon brendinë duke respektuar strukturën e tekstit.</w:t>
            </w:r>
          </w:p>
          <w:p w:rsidR="00306102" w:rsidRPr="003D1D04" w:rsidRDefault="00306102" w:rsidP="003D1D04">
            <w:pPr>
              <w:numPr>
                <w:ilvl w:val="0"/>
                <w:numId w:val="2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Cs/>
                <w:sz w:val="24"/>
                <w:szCs w:val="24"/>
                <w:lang w:val="sq-AL"/>
              </w:rPr>
              <w:t>Jep mendime rreth tekstit duke i argumentuar ato.</w:t>
            </w:r>
          </w:p>
          <w:p w:rsidR="00306102" w:rsidRPr="003D1D04" w:rsidRDefault="00306102" w:rsidP="003D1D0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me përvoja nga jeta e vet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306102" w:rsidRPr="003D1D04" w:rsidRDefault="00306102" w:rsidP="003D1D04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color w:val="222222"/>
                <w:sz w:val="24"/>
                <w:szCs w:val="24"/>
              </w:rPr>
              <w:t>Loja e futbollit</w:t>
            </w:r>
          </w:p>
        </w:tc>
      </w:tr>
      <w:tr w:rsidR="00306102" w:rsidRPr="00306102" w:rsidTr="003D1D04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306102" w:rsidRPr="003D1D04" w:rsidRDefault="00306102" w:rsidP="003D1D04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306102" w:rsidRPr="003D1D04" w:rsidRDefault="00306102" w:rsidP="003D1D04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informacione nga interneti, foto,mjete shkrimi flet</w:t>
            </w:r>
            <w:r w:rsidR="00C632EB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306102" w:rsidRPr="003D1D04" w:rsidRDefault="00306102" w:rsidP="003D1D04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306102" w:rsidRPr="003D1D04" w:rsidRDefault="00306102" w:rsidP="003D1D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306102" w:rsidRPr="003D1D04" w:rsidRDefault="00306102" w:rsidP="003D1D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lastRenderedPageBreak/>
              <w:t>Mjedisi</w:t>
            </w:r>
          </w:p>
          <w:p w:rsidR="00306102" w:rsidRPr="003D1D04" w:rsidRDefault="00306102" w:rsidP="003D1D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Bashkëjetesa paqësore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102" w:rsidRPr="00306102" w:rsidTr="003D1D04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102" w:rsidRPr="003D1D04" w:rsidRDefault="00306102" w:rsidP="003D1D04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06102" w:rsidRPr="003D1D04" w:rsidRDefault="00306102" w:rsidP="003D1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Lexo, përmblidh në dyshe, Diskutim, Bisedë, Punë individuale, Punë në çift, 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Punë në grup,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Punë me gjithë klasën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F878E4" w:rsidRDefault="00306102" w:rsidP="003D1D04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Mësimi fillon </w:t>
            </w:r>
            <w:r w:rsidR="00F878E4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me 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bised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 rreth d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shirave t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nx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sve p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r ta luajtur ose jo </w:t>
            </w:r>
            <w:r w:rsidR="00F878E4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loj</w:t>
            </w:r>
            <w:r w:rsid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F878E4" w:rsidRPr="00F878E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 e futbollit.</w:t>
            </w:r>
          </w:p>
          <w:p w:rsidR="00306102" w:rsidRPr="00F878E4" w:rsidRDefault="00306102" w:rsidP="003D1D04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Lexo përmblidh në dyshe : Nj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ri  nx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 lexon nj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paragraf dhe tjetri   e përmbledh me 1-2 fjali.</w:t>
            </w:r>
            <w:r w:rsidR="00F878E4"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Nd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rohen rolet p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 paragrafin n</w:t>
            </w:r>
            <w:r w:rsidR="00C632EB"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F878E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vazhdim.</w:t>
            </w:r>
          </w:p>
          <w:p w:rsidR="00306102" w:rsidRPr="003D1D04" w:rsidRDefault="00306102" w:rsidP="003D1D04">
            <w:pPr>
              <w:numPr>
                <w:ilvl w:val="0"/>
                <w:numId w:val="5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Nxënësit  tregojn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brendin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e pjes</w:t>
            </w:r>
            <w:r w:rsidR="00C632EB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s </w:t>
            </w:r>
            <w:r w:rsidRPr="003D1D04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 xml:space="preserve">  me fjal</w:t>
            </w:r>
            <w:r w:rsidR="00C632EB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t e tyre.</w:t>
            </w:r>
          </w:p>
          <w:p w:rsidR="00306102" w:rsidRPr="003D1D04" w:rsidRDefault="00306102" w:rsidP="003D1D04">
            <w:pPr>
              <w:numPr>
                <w:ilvl w:val="0"/>
                <w:numId w:val="5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N</w:t>
            </w:r>
            <w:r w:rsidR="00C632EB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 xml:space="preserve"> dyshe nx</w:t>
            </w:r>
            <w:r w:rsidR="00C632EB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n</w:t>
            </w:r>
            <w:r w:rsidR="00C632EB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sit diskutojn</w:t>
            </w:r>
            <w:r w:rsidR="00C632EB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 xml:space="preserve"> rreth dy pyetjeve t</w:t>
            </w:r>
            <w:r w:rsidR="00C632EB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 xml:space="preserve"> rubrik</w:t>
            </w:r>
            <w:r w:rsidR="00C632EB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s “Reflektoj”</w:t>
            </w:r>
          </w:p>
          <w:p w:rsidR="00306102" w:rsidRPr="003D1D04" w:rsidRDefault="00306102" w:rsidP="003D1D04">
            <w:pPr>
              <w:spacing w:after="0" w:line="360" w:lineRule="auto"/>
              <w:ind w:left="36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</w:p>
          <w:p w:rsidR="00306102" w:rsidRPr="003D1D04" w:rsidRDefault="00306102" w:rsidP="003D1D04">
            <w:pPr>
              <w:numPr>
                <w:ilvl w:val="0"/>
                <w:numId w:val="26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bashkëpunimin në grupe  dhe vlerësimin e njëri-tjetrit</w:t>
            </w:r>
          </w:p>
          <w:p w:rsidR="00306102" w:rsidRPr="003D1D04" w:rsidRDefault="00306102" w:rsidP="003D1D04">
            <w:pPr>
              <w:numPr>
                <w:ilvl w:val="0"/>
                <w:numId w:val="26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</w:rPr>
              <w:t>përshkrimin me fjalë të thjeshta të personazhit</w:t>
            </w:r>
          </w:p>
          <w:p w:rsidR="00306102" w:rsidRPr="003D1D04" w:rsidRDefault="00306102" w:rsidP="003D1D04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</w:rPr>
              <w:t xml:space="preserve">leximin e  </w:t>
            </w:r>
            <w:r w:rsidRPr="003D1D04">
              <w:rPr>
                <w:rFonts w:ascii="Times New Roman" w:hAnsi="Times New Roman"/>
                <w:bCs/>
                <w:sz w:val="24"/>
                <w:szCs w:val="24"/>
              </w:rPr>
              <w:t>rrjedhshëm dhe me intonacionin të tekstit</w:t>
            </w:r>
          </w:p>
          <w:p w:rsidR="00306102" w:rsidRPr="003D1D04" w:rsidRDefault="00306102" w:rsidP="003D1D04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ndarjen me të tjerët të përvojave rreth leximit</w:t>
            </w:r>
          </w:p>
          <w:p w:rsidR="00306102" w:rsidRPr="003D1D04" w:rsidRDefault="00306102" w:rsidP="003D1D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tregimin e  brendisë duke respektuar strukturën e tekstit</w:t>
            </w:r>
          </w:p>
          <w:p w:rsidR="00306102" w:rsidRPr="003D1D04" w:rsidRDefault="00306102" w:rsidP="003D1D04">
            <w:pPr>
              <w:numPr>
                <w:ilvl w:val="0"/>
                <w:numId w:val="26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Cs/>
                <w:sz w:val="24"/>
                <w:szCs w:val="24"/>
                <w:lang w:val="sq-AL"/>
              </w:rPr>
              <w:t>mendimet që jep rreth tekstit</w:t>
            </w:r>
          </w:p>
          <w:p w:rsidR="00306102" w:rsidRPr="003D1D04" w:rsidRDefault="00306102" w:rsidP="003D1D04">
            <w:pPr>
              <w:numPr>
                <w:ilvl w:val="0"/>
                <w:numId w:val="26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lidhjen e  pjesës me përvoja nga jeta e vet</w:t>
            </w:r>
          </w:p>
          <w:p w:rsidR="00306102" w:rsidRPr="003D1D04" w:rsidRDefault="00306102" w:rsidP="003D1D04">
            <w:pPr>
              <w:numPr>
                <w:ilvl w:val="0"/>
                <w:numId w:val="5"/>
              </w:num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Detyr</w:t>
            </w:r>
            <w:r w:rsidR="00C632EB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 xml:space="preserve"> sht</w:t>
            </w:r>
            <w:r w:rsidR="00C632EB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pie:  Cilit prej futbollist</w:t>
            </w:r>
            <w:r w:rsidR="00C632EB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ve do t</w:t>
            </w:r>
            <w:r w:rsidR="00C632EB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pacing w:val="-6"/>
                <w:sz w:val="24"/>
                <w:szCs w:val="24"/>
                <w:lang w:val="sq-AL"/>
              </w:rPr>
              <w:t xml:space="preserve"> doje t’i ngjaje? Pse?</w:t>
            </w:r>
          </w:p>
          <w:p w:rsidR="00306102" w:rsidRPr="003D1D04" w:rsidRDefault="00306102" w:rsidP="003D1D0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306102" w:rsidRDefault="00306102"/>
    <w:p w:rsidR="00A40C5D" w:rsidRPr="003D1D04" w:rsidRDefault="00A40C5D" w:rsidP="00A40C5D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A40C5D" w:rsidRPr="00306102" w:rsidTr="00A40C5D">
        <w:tc>
          <w:tcPr>
            <w:tcW w:w="2280" w:type="dxa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C5D" w:rsidRPr="00306102" w:rsidTr="00A40C5D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A40C5D" w:rsidRPr="003D1D04" w:rsidRDefault="00A40C5D" w:rsidP="00A4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Tema mësimore</w:t>
            </w:r>
          </w:p>
          <w:p w:rsidR="00A40C5D" w:rsidRPr="003D1D04" w:rsidRDefault="00A40C5D" w:rsidP="00A4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Si t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luash basketboll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(ora e par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)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Loj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 palest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r, </w:t>
            </w:r>
            <w:r>
              <w:rPr>
                <w:rFonts w:ascii="Times New Roman" w:hAnsi="Times New Roman"/>
                <w:sz w:val="24"/>
                <w:szCs w:val="24"/>
              </w:rPr>
              <w:t>top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 lojtar, skuad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r, kund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rshtar, </w:t>
            </w:r>
            <w:r>
              <w:rPr>
                <w:rFonts w:ascii="Times New Roman" w:hAnsi="Times New Roman"/>
                <w:sz w:val="24"/>
                <w:szCs w:val="24"/>
              </w:rPr>
              <w:t>pike, basketboll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A40C5D" w:rsidRPr="00306102" w:rsidTr="00A40C5D">
        <w:tc>
          <w:tcPr>
            <w:tcW w:w="4788" w:type="dxa"/>
            <w:gridSpan w:val="2"/>
            <w:shd w:val="clear" w:color="auto" w:fill="auto"/>
          </w:tcPr>
          <w:p w:rsidR="00A40C5D" w:rsidRPr="003D1D04" w:rsidRDefault="00A40C5D" w:rsidP="00A40C5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A40C5D" w:rsidRPr="003D1D04" w:rsidRDefault="00A40C5D" w:rsidP="00A40C5D">
            <w:pPr>
              <w:numPr>
                <w:ilvl w:val="0"/>
                <w:numId w:val="7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joletrar duke mbajtur shënime për fjalët e reja dhe gjëra q</w:t>
            </w:r>
            <w:r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 xml:space="preserve"> i duken interesante.</w:t>
            </w:r>
          </w:p>
          <w:p w:rsidR="00A40C5D" w:rsidRPr="003D1D04" w:rsidRDefault="00A40C5D" w:rsidP="00A40C5D">
            <w:pPr>
              <w:numPr>
                <w:ilvl w:val="0"/>
                <w:numId w:val="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Pyet për t’u sqaruar rreth përmbajtjes së  tekstit ose rreth fjalëve të panjohura për të.</w:t>
            </w:r>
          </w:p>
          <w:p w:rsidR="00A40C5D" w:rsidRPr="003D1D04" w:rsidRDefault="00A40C5D" w:rsidP="00A40C5D">
            <w:pPr>
              <w:numPr>
                <w:ilvl w:val="0"/>
                <w:numId w:val="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Rilexon tekstin për ta kuptuar më mirë pjesën</w:t>
            </w:r>
          </w:p>
          <w:p w:rsidR="00A40C5D" w:rsidRPr="003D1D04" w:rsidRDefault="00A40C5D" w:rsidP="00A40C5D">
            <w:pPr>
              <w:numPr>
                <w:ilvl w:val="0"/>
                <w:numId w:val="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Nënvizon gjatë leximit pjesët më të rëndësishme os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e pjesët që i pëlqejnë më shumë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A40C5D" w:rsidRPr="003D1D04" w:rsidRDefault="00A40C5D" w:rsidP="00A40C5D">
            <w:pPr>
              <w:numPr>
                <w:ilvl w:val="0"/>
                <w:numId w:val="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</w:rPr>
              <w:t xml:space="preserve">Tregon që e ka kuptuar tekstin e lexuar duke </w:t>
            </w:r>
            <w:proofErr w:type="gramStart"/>
            <w:r w:rsidRPr="003D1D04">
              <w:rPr>
                <w:rFonts w:ascii="Times New Roman" w:eastAsia="Calibri" w:hAnsi="Times New Roman"/>
                <w:sz w:val="24"/>
                <w:szCs w:val="24"/>
              </w:rPr>
              <w:t>iu</w:t>
            </w:r>
            <w:proofErr w:type="gramEnd"/>
            <w:r w:rsidRPr="003D1D04">
              <w:rPr>
                <w:rFonts w:ascii="Times New Roman" w:eastAsia="Calibri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</w:rPr>
              <w:t>rgjigjur pyetjeve</w:t>
            </w:r>
            <w:r w:rsidRPr="003D1D04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>.</w:t>
            </w:r>
          </w:p>
          <w:p w:rsidR="00A40C5D" w:rsidRPr="00A40C5D" w:rsidRDefault="00A40C5D" w:rsidP="00A40C5D">
            <w:pPr>
              <w:numPr>
                <w:ilvl w:val="0"/>
                <w:numId w:val="7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që lexon me përvoja nga jeta e tyre etj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Duke ndërvepruar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 tekstin nxënësit diskutojnë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mënyrës se si ata e kuptojnë pjesën </w:t>
            </w:r>
          </w:p>
          <w:p w:rsidR="00A40C5D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interpretimit të tyre në lidhje me </w:t>
            </w:r>
            <w:r>
              <w:rPr>
                <w:rFonts w:ascii="Times New Roman" w:hAnsi="Times New Roman"/>
                <w:sz w:val="24"/>
                <w:szCs w:val="24"/>
              </w:rPr>
              <w:t>loj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basketbollit</w:t>
            </w:r>
          </w:p>
          <w:p w:rsidR="00A40C5D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rreth gjykimeve për ngjarje nga jeta e përditsh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e që lidhen  me temën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rreth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informacioneve q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sjell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loj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basketbollit</w:t>
            </w:r>
            <w:r w:rsidR="008771A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C5D" w:rsidRPr="00306102" w:rsidTr="00A40C5D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A40C5D" w:rsidRPr="003D1D04" w:rsidRDefault="00A40C5D" w:rsidP="00A40C5D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A40C5D" w:rsidRPr="003D1D04" w:rsidRDefault="00A40C5D" w:rsidP="00A40C5D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A40C5D" w:rsidRPr="003D1D04" w:rsidRDefault="00A40C5D" w:rsidP="00A40C5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foto,mjete shkrimi, flet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ë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A4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A40C5D" w:rsidRPr="003D1D04" w:rsidRDefault="00A40C5D" w:rsidP="00A40C5D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A40C5D" w:rsidRPr="003D1D04" w:rsidRDefault="00A40C5D" w:rsidP="00A40C5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Identiteti kombëtar dhe njohja e kulturave</w:t>
            </w:r>
          </w:p>
          <w:p w:rsidR="00A40C5D" w:rsidRPr="003D1D04" w:rsidRDefault="00A40C5D" w:rsidP="00A40C5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C5D" w:rsidRPr="00306102" w:rsidTr="00A40C5D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C5D" w:rsidRPr="003D1D04" w:rsidRDefault="00A40C5D" w:rsidP="00A4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Stuhi mendimesh, Bisedë, Punë në çift, Punë në grup, Punë me gjithë klasën.</w:t>
            </w:r>
          </w:p>
          <w:p w:rsidR="00A40C5D" w:rsidRPr="003D1D04" w:rsidRDefault="00A40C5D" w:rsidP="00A4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A40C5D" w:rsidRPr="008771AA" w:rsidRDefault="00B7201E" w:rsidP="00A40C5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suesja paraqet foto, nj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video (2 minuta) ku luhet loja e basketbollit.</w:t>
            </w:r>
          </w:p>
          <w:p w:rsidR="00B7201E" w:rsidRDefault="00A40C5D" w:rsidP="00A40C5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Mësuesja i fton nx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sit t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komentojn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f</w:t>
            </w:r>
            <w:r w:rsidR="00B7201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oton/videon.</w:t>
            </w:r>
          </w:p>
          <w:p w:rsidR="008771AA" w:rsidRPr="00B7201E" w:rsidRDefault="00B7201E" w:rsidP="00B7201E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Prezantohet tema e m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simit</w:t>
            </w:r>
            <w:r w:rsidR="00A40C5D"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Udh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zohen nx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sit p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 leximin e pjes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 me paragraf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. 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Pyet s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rish: nx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sit lexojn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tekstin me paragraf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. Diskutojn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nj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ri nx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s b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n pyetje rreth informacioneve n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tekst. Nx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si tjet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r i p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rgjigjet pyetjeve. N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paragrafin 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lastRenderedPageBreak/>
              <w:t>tjet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r nd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>rrojn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 w:rsidRPr="00B7201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rolet.</w:t>
            </w:r>
          </w:p>
          <w:p w:rsidR="00A40C5D" w:rsidRPr="008771AA" w:rsidRDefault="00A40C5D" w:rsidP="008771A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8771AA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Lexohet pjesa zinxhir nga nxënësit sipas paragrafëve.</w:t>
            </w:r>
          </w:p>
          <w:p w:rsidR="00A40C5D" w:rsidRPr="003D1D04" w:rsidRDefault="00A40C5D" w:rsidP="00A40C5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sit </w:t>
            </w:r>
            <w:r w:rsidR="008771AA">
              <w:rPr>
                <w:rFonts w:ascii="Times New Roman" w:hAnsi="Times New Roman"/>
                <w:sz w:val="24"/>
                <w:szCs w:val="24"/>
                <w:lang w:val="de-DE"/>
              </w:rPr>
              <w:t>lexojn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informacionet q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kan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sjell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>
              <w:rPr>
                <w:rFonts w:ascii="Times New Roman" w:hAnsi="Times New Roman"/>
                <w:sz w:val="24"/>
                <w:szCs w:val="24"/>
                <w:lang w:val="de-DE"/>
              </w:rPr>
              <w:t>r loj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771AA">
              <w:rPr>
                <w:rFonts w:ascii="Times New Roman" w:hAnsi="Times New Roman"/>
                <w:sz w:val="24"/>
                <w:szCs w:val="24"/>
                <w:lang w:val="de-DE"/>
              </w:rPr>
              <w:t>n e basketbollit.</w:t>
            </w:r>
          </w:p>
          <w:p w:rsidR="00A40C5D" w:rsidRPr="003D1D04" w:rsidRDefault="00A40C5D" w:rsidP="00A4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A40C5D" w:rsidRPr="003D1D04" w:rsidRDefault="00A40C5D" w:rsidP="00A4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0C5D" w:rsidRPr="003D1D04" w:rsidRDefault="00A40C5D" w:rsidP="00A40C5D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A40C5D" w:rsidRPr="003D1D04" w:rsidRDefault="00A40C5D" w:rsidP="00A40C5D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 xml:space="preserve"> </w:t>
            </w:r>
          </w:p>
          <w:p w:rsidR="00A40C5D" w:rsidRPr="003D1D04" w:rsidRDefault="00A40C5D" w:rsidP="00A40C5D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leximin e tekstit joletrar duke mbajtur shënime për fjalët e reja dhe gjëra q</w:t>
            </w:r>
            <w:r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 xml:space="preserve"> i duken interesante.</w:t>
            </w:r>
          </w:p>
          <w:p w:rsidR="00A40C5D" w:rsidRPr="003D1D04" w:rsidRDefault="00A40C5D" w:rsidP="00A40C5D">
            <w:pPr>
              <w:numPr>
                <w:ilvl w:val="0"/>
                <w:numId w:val="8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pyetjet q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b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jn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për t’u sqaruar rreth përmbajtjes së  tekstit ose rreth fjalëve të panjohura për të.</w:t>
            </w:r>
          </w:p>
          <w:p w:rsidR="00A40C5D" w:rsidRPr="003D1D04" w:rsidRDefault="00A40C5D" w:rsidP="00A40C5D">
            <w:pPr>
              <w:numPr>
                <w:ilvl w:val="0"/>
                <w:numId w:val="8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rgjigjet e pyetjeve p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p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rmbajtjen.</w:t>
            </w:r>
          </w:p>
          <w:p w:rsidR="00A40C5D" w:rsidRPr="003D1D04" w:rsidRDefault="00A40C5D" w:rsidP="00A40C5D">
            <w:pPr>
              <w:numPr>
                <w:ilvl w:val="0"/>
                <w:numId w:val="8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nënvizimin e pjesëve më të rëndësishme ose pjesëve që i pëlqejnë më shumë .</w:t>
            </w:r>
          </w:p>
          <w:p w:rsidR="00A40C5D" w:rsidRPr="003D1D04" w:rsidRDefault="00A40C5D" w:rsidP="00A40C5D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lidhjen e pjesës  me përvoja nga jeta e tyre </w:t>
            </w:r>
          </w:p>
          <w:p w:rsidR="00A40C5D" w:rsidRPr="003D1D04" w:rsidRDefault="00A40C5D" w:rsidP="00A40C5D">
            <w:pPr>
              <w:tabs>
                <w:tab w:val="left" w:pos="360"/>
                <w:tab w:val="left" w:pos="398"/>
              </w:tabs>
              <w:spacing w:after="0" w:line="240" w:lineRule="auto"/>
              <w:ind w:left="144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</w:p>
          <w:p w:rsidR="00A40C5D" w:rsidRPr="003D1D04" w:rsidRDefault="00A40C5D" w:rsidP="00A40C5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Detyr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sht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pie: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Shkruaj emrat e loj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rave q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luan me shok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t e klas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s.</w:t>
            </w:r>
          </w:p>
        </w:tc>
      </w:tr>
    </w:tbl>
    <w:p w:rsidR="00A40C5D" w:rsidRPr="003D1D04" w:rsidRDefault="00A40C5D" w:rsidP="00A40C5D">
      <w:pPr>
        <w:rPr>
          <w:rFonts w:eastAsia="Calibri"/>
          <w:snapToGrid/>
        </w:rPr>
      </w:pPr>
    </w:p>
    <w:p w:rsidR="00A40C5D" w:rsidRPr="003D1D04" w:rsidRDefault="00A40C5D" w:rsidP="00A40C5D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A40C5D" w:rsidRPr="00306102" w:rsidTr="00A40C5D">
        <w:tc>
          <w:tcPr>
            <w:tcW w:w="2280" w:type="dxa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71AA" w:rsidRPr="00306102" w:rsidTr="00A40C5D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8771AA" w:rsidRPr="003D1D04" w:rsidRDefault="008771AA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8771AA" w:rsidRPr="003D1D04" w:rsidRDefault="008771AA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Si t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luash basketboll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(ora e </w:t>
            </w:r>
            <w:r w:rsidR="00B7201E">
              <w:rPr>
                <w:rFonts w:ascii="Times New Roman" w:hAnsi="Times New Roman"/>
                <w:sz w:val="24"/>
                <w:szCs w:val="24"/>
                <w:lang w:val="de-DE"/>
              </w:rPr>
              <w:t>dyt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)</w:t>
            </w:r>
          </w:p>
          <w:p w:rsidR="008771AA" w:rsidRPr="003D1D04" w:rsidRDefault="008771AA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1AA" w:rsidRPr="003D1D04" w:rsidRDefault="008771AA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8771AA" w:rsidRPr="003D1D04" w:rsidRDefault="008771AA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8771AA" w:rsidRPr="003D1D04" w:rsidRDefault="008771AA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Loj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 palest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r, </w:t>
            </w:r>
            <w:r>
              <w:rPr>
                <w:rFonts w:ascii="Times New Roman" w:hAnsi="Times New Roman"/>
                <w:sz w:val="24"/>
                <w:szCs w:val="24"/>
              </w:rPr>
              <w:t>top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 lojtar, skuad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r, kund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rshtar, </w:t>
            </w:r>
            <w:r>
              <w:rPr>
                <w:rFonts w:ascii="Times New Roman" w:hAnsi="Times New Roman"/>
                <w:sz w:val="24"/>
                <w:szCs w:val="24"/>
              </w:rPr>
              <w:t>pike, basketboll</w:t>
            </w:r>
          </w:p>
          <w:p w:rsidR="008771AA" w:rsidRPr="003D1D04" w:rsidRDefault="008771AA" w:rsidP="00E52D93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8771AA" w:rsidRPr="00306102" w:rsidTr="00A40C5D">
        <w:tc>
          <w:tcPr>
            <w:tcW w:w="4788" w:type="dxa"/>
            <w:gridSpan w:val="2"/>
            <w:shd w:val="clear" w:color="auto" w:fill="auto"/>
          </w:tcPr>
          <w:p w:rsidR="008771AA" w:rsidRPr="003D1D04" w:rsidRDefault="008771AA" w:rsidP="00E52D9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8771AA" w:rsidRPr="003D1D04" w:rsidRDefault="008771AA" w:rsidP="00E52D93">
            <w:pPr>
              <w:numPr>
                <w:ilvl w:val="0"/>
                <w:numId w:val="7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joletrar duke mbajtur shënime për fjalët e reja dhe gjëra q</w:t>
            </w:r>
            <w:r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 xml:space="preserve"> i duken interesante.</w:t>
            </w:r>
          </w:p>
          <w:p w:rsidR="008771AA" w:rsidRPr="003D1D04" w:rsidRDefault="008771AA" w:rsidP="00E52D93">
            <w:pPr>
              <w:numPr>
                <w:ilvl w:val="0"/>
                <w:numId w:val="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Pyet për t’u sqaruar rreth përmbajtjes së  tekstit ose rreth fjalëve të panjohura për të.</w:t>
            </w:r>
          </w:p>
          <w:p w:rsidR="008771AA" w:rsidRPr="003D1D04" w:rsidRDefault="008771AA" w:rsidP="00E52D93">
            <w:pPr>
              <w:numPr>
                <w:ilvl w:val="0"/>
                <w:numId w:val="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Rilexon tekstin për ta kuptuar më mirë pjesën</w:t>
            </w:r>
          </w:p>
          <w:p w:rsidR="008771AA" w:rsidRPr="003D1D04" w:rsidRDefault="008771AA" w:rsidP="00E52D93">
            <w:pPr>
              <w:numPr>
                <w:ilvl w:val="0"/>
                <w:numId w:val="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Nënvizon gjatë leximit pjesët më të rëndësishme os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e pjesët që i pëlqejnë më shumë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8771AA" w:rsidRPr="003D1D04" w:rsidRDefault="008771AA" w:rsidP="00E52D93">
            <w:pPr>
              <w:numPr>
                <w:ilvl w:val="0"/>
                <w:numId w:val="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</w:rPr>
              <w:t xml:space="preserve">Tregon që e ka kuptuar tekstin e lexuar </w:t>
            </w:r>
            <w:r w:rsidRPr="003D1D0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duke </w:t>
            </w:r>
            <w:proofErr w:type="gramStart"/>
            <w:r w:rsidRPr="003D1D04">
              <w:rPr>
                <w:rFonts w:ascii="Times New Roman" w:eastAsia="Calibri" w:hAnsi="Times New Roman"/>
                <w:sz w:val="24"/>
                <w:szCs w:val="24"/>
              </w:rPr>
              <w:t>iu</w:t>
            </w:r>
            <w:proofErr w:type="gramEnd"/>
            <w:r w:rsidRPr="003D1D04">
              <w:rPr>
                <w:rFonts w:ascii="Times New Roman" w:eastAsia="Calibri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</w:rPr>
              <w:t>rgjigjur pyetjeve</w:t>
            </w:r>
            <w:r w:rsidRPr="003D1D04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>.</w:t>
            </w:r>
          </w:p>
          <w:p w:rsidR="008771AA" w:rsidRPr="00A40C5D" w:rsidRDefault="008771AA" w:rsidP="00E52D93">
            <w:pPr>
              <w:numPr>
                <w:ilvl w:val="0"/>
                <w:numId w:val="7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që lexon me përvoja nga jeta e tyre etj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8771AA" w:rsidRPr="003D1D04" w:rsidRDefault="008771AA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Situata e të nxënit</w:t>
            </w:r>
          </w:p>
          <w:p w:rsidR="008771AA" w:rsidRPr="003D1D04" w:rsidRDefault="008771AA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Duke ndërvepruar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 tekstin nxënësit diskutojnë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771AA" w:rsidRPr="003D1D04" w:rsidRDefault="008771AA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mënyrës se si ata e kuptojnë pjesën </w:t>
            </w:r>
          </w:p>
          <w:p w:rsidR="008771AA" w:rsidRDefault="008771AA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interpretimit të tyre në lidhje me </w:t>
            </w:r>
            <w:r>
              <w:rPr>
                <w:rFonts w:ascii="Times New Roman" w:hAnsi="Times New Roman"/>
                <w:sz w:val="24"/>
                <w:szCs w:val="24"/>
              </w:rPr>
              <w:t>loj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basketbollit</w:t>
            </w:r>
          </w:p>
          <w:p w:rsidR="008771AA" w:rsidRDefault="008771AA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rreth gjykimeve për ngjarje nga jeta e përditsh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e që lidhen  me temën</w:t>
            </w:r>
          </w:p>
          <w:p w:rsidR="008771AA" w:rsidRPr="003D1D04" w:rsidRDefault="008771AA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rreth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informacioneve q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sjell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loj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basketbollit.</w:t>
            </w:r>
          </w:p>
          <w:p w:rsidR="008771AA" w:rsidRPr="003D1D04" w:rsidRDefault="008771AA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C5D" w:rsidRPr="00306102" w:rsidTr="00A40C5D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A40C5D" w:rsidRPr="003D1D04" w:rsidRDefault="00A40C5D" w:rsidP="00A40C5D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A40C5D" w:rsidRPr="003D1D04" w:rsidRDefault="00A40C5D" w:rsidP="00A40C5D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A40C5D" w:rsidRPr="003D1D04" w:rsidRDefault="00A40C5D" w:rsidP="00A40C5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foto,mjete shkrimi, flet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A4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A40C5D" w:rsidRPr="003D1D04" w:rsidRDefault="00A40C5D" w:rsidP="00A40C5D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A40C5D" w:rsidRPr="003D1D04" w:rsidRDefault="00A40C5D" w:rsidP="00A40C5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Identiteti kombëtar dhe njohja e kulturave</w:t>
            </w:r>
          </w:p>
          <w:p w:rsidR="00A40C5D" w:rsidRPr="00B36CAB" w:rsidRDefault="00A40C5D" w:rsidP="00A40C5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</w:tc>
      </w:tr>
      <w:tr w:rsidR="00A40C5D" w:rsidRPr="00306102" w:rsidTr="00A40C5D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C5D" w:rsidRPr="003D1D04" w:rsidRDefault="00A40C5D" w:rsidP="00A4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A40C5D" w:rsidRPr="003D1D04" w:rsidRDefault="00A40C5D" w:rsidP="00A40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C5D" w:rsidRPr="003D1D04" w:rsidRDefault="00A40C5D" w:rsidP="00A40C5D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Bisedë,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</w:t>
            </w:r>
            <w:r w:rsidR="00B7201E" w:rsidRPr="008771AA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Shkrim i shpejt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B7201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,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Punë në çift, Punë në grup, Punë me gjithë klasën.</w:t>
            </w:r>
          </w:p>
          <w:p w:rsidR="00A40C5D" w:rsidRPr="003D1D04" w:rsidRDefault="00A40C5D" w:rsidP="00A4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A40C5D" w:rsidRPr="00B7201E" w:rsidRDefault="00B7201E" w:rsidP="00B7201E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8771AA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Shkrim i shpejt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8771AA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: 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loja e basketbollit. Nx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sit punojn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individualisht p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 2-3 minuta dhe shkruajn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ç’u vjen 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mendje p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 loj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 e basketbollit. Disa prej tyre lexojn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shkrimet e b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ra.</w:t>
            </w:r>
          </w:p>
          <w:p w:rsidR="00B7201E" w:rsidRDefault="00A40C5D" w:rsidP="00A40C5D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Punohet rreth rubrikës “Reflektoj“</w:t>
            </w:r>
            <w:r w:rsidR="00B7201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Nxënësit u përgjigjen  pyetjeve </w:t>
            </w:r>
            <w:r w:rsidR="00B7201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he japin preferencat e tyre në lidhje me loj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B7201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n e basketbollit dhe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</w:t>
            </w:r>
            <w:r w:rsidR="00B7201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shpjegojn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B7201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mendimet e tyre.</w:t>
            </w:r>
          </w:p>
          <w:p w:rsidR="00A40C5D" w:rsidRDefault="00A40C5D" w:rsidP="00A40C5D">
            <w:pPr>
              <w:pStyle w:val="ListParagraph"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</w:p>
          <w:p w:rsidR="00A40C5D" w:rsidRPr="003D1D04" w:rsidRDefault="00A40C5D" w:rsidP="00A40C5D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Luhet loja 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</w:t>
            </w:r>
            <w:r w:rsidR="00B7201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palestr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B7201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n/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oborrin e shkoll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s.</w:t>
            </w:r>
          </w:p>
          <w:p w:rsidR="00A40C5D" w:rsidRPr="003D1D04" w:rsidRDefault="00A40C5D" w:rsidP="00A40C5D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Nxënësit vlerësojnë punën e njëri-tjetrit</w:t>
            </w:r>
          </w:p>
          <w:p w:rsidR="00A40C5D" w:rsidRPr="003D1D04" w:rsidRDefault="00A40C5D" w:rsidP="00A4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0C5D" w:rsidRPr="003D1D04" w:rsidRDefault="00A40C5D" w:rsidP="00A40C5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A40C5D" w:rsidRPr="003D1D04" w:rsidRDefault="00A40C5D" w:rsidP="00A40C5D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vlerësimin që i bëjnë nxënësit njëri-tjetrit</w:t>
            </w: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 xml:space="preserve"> </w:t>
            </w:r>
          </w:p>
          <w:p w:rsidR="00A40C5D" w:rsidRPr="003D1D04" w:rsidRDefault="00A40C5D" w:rsidP="00A40C5D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 xml:space="preserve">leximin e tekstit joletrar </w:t>
            </w:r>
          </w:p>
          <w:p w:rsidR="00A40C5D" w:rsidRPr="003D1D04" w:rsidRDefault="00A40C5D" w:rsidP="00A40C5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proofErr w:type="gramStart"/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interesin</w:t>
            </w:r>
            <w:proofErr w:type="gramEnd"/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 xml:space="preserve"> dhe dëshirën  për të lexuar pjesën.</w:t>
            </w:r>
          </w:p>
          <w:p w:rsidR="00A40C5D" w:rsidRPr="003D1D04" w:rsidRDefault="00A40C5D" w:rsidP="00A40C5D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D1D04">
              <w:rPr>
                <w:rFonts w:ascii="Times New Roman" w:eastAsia="Calibri" w:hAnsi="Times New Roman"/>
                <w:sz w:val="24"/>
                <w:szCs w:val="24"/>
              </w:rPr>
              <w:t>lidhjen</w:t>
            </w:r>
            <w:proofErr w:type="gramEnd"/>
            <w:r w:rsidRPr="003D1D04">
              <w:rPr>
                <w:rFonts w:ascii="Times New Roman" w:eastAsia="Calibri" w:hAnsi="Times New Roman"/>
                <w:sz w:val="24"/>
                <w:szCs w:val="24"/>
              </w:rPr>
              <w:t xml:space="preserve"> e pjesës me përvoja nga jeta e tyre .</w:t>
            </w:r>
          </w:p>
          <w:p w:rsidR="00A40C5D" w:rsidRPr="003D1D04" w:rsidRDefault="00A40C5D" w:rsidP="00A4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A40C5D" w:rsidRPr="003D1D04" w:rsidRDefault="00A40C5D" w:rsidP="00B720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Detyr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sht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pie: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</w:t>
            </w:r>
            <w:r w:rsidR="00B7201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Rubrika “Shkruaj“</w:t>
            </w: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</w:t>
            </w:r>
            <w:r w:rsidR="00B7201E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.</w:t>
            </w:r>
          </w:p>
        </w:tc>
      </w:tr>
    </w:tbl>
    <w:p w:rsidR="00A40C5D" w:rsidRDefault="00A40C5D" w:rsidP="00A40C5D"/>
    <w:p w:rsidR="00CD08CE" w:rsidRPr="009739BE" w:rsidRDefault="00CD08CE" w:rsidP="00CD08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CD08CE" w:rsidRPr="009739BE" w:rsidTr="00CD08CE">
        <w:tc>
          <w:tcPr>
            <w:tcW w:w="228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Tema mësimore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Rregullat gjat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loj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(ora e par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Rregullat, loj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, fjal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 ndihm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se, kujdesem, respekto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CD08CE" w:rsidRPr="009739BE" w:rsidTr="00CD08CE"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numPr>
                <w:ilvl w:val="0"/>
                <w:numId w:val="28"/>
              </w:numPr>
              <w:spacing w:after="0" w:line="360" w:lineRule="auto"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Studion modelin e 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>gatsh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ëm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të  shkrimit t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rregullave gjat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nj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loje.</w:t>
            </w:r>
          </w:p>
          <w:p w:rsidR="00CD08CE" w:rsidRPr="0039381B" w:rsidRDefault="00CD08CE" w:rsidP="00CD08C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>Shkruan për rregullat n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nj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loj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q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d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>shiron.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>Bën qorti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me të  thjeshta drejtshkrimore.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sq-AL"/>
              </w:rPr>
              <w:t>Shfaq besim, vullnet dhe shpirt krijues gjatë procesit të të shkruarit.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sq-AL"/>
              </w:rPr>
              <w:t>Respekton rregullat drejtshkrimore gjatë të shkruarit.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sq-AL"/>
              </w:rPr>
              <w:t>Vlerëson punët e të tjerëve;</w:t>
            </w:r>
          </w:p>
          <w:p w:rsidR="00CD08CE" w:rsidRPr="0039381B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sq-AL"/>
              </w:rPr>
              <w:t>bashkëpunon në grup për kryerjen e një detyre.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Shkrimi i rregullave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 loje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CD08CE" w:rsidRPr="009739BE" w:rsidRDefault="00CD08CE" w:rsidP="00CD08CE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CD08CE" w:rsidRPr="009739BE" w:rsidRDefault="00CD08CE" w:rsidP="00CD08CE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CD08CE" w:rsidRPr="009739BE" w:rsidRDefault="00CD08CE" w:rsidP="00CD08CE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mjete shkrimi, flet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Artet,  Shoqëria dhe mjedisi,</w:t>
            </w:r>
          </w:p>
          <w:p w:rsidR="00CD08CE" w:rsidRPr="009739BE" w:rsidRDefault="00CD08CE" w:rsidP="00CD08CE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9739BE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CD08CE" w:rsidRPr="009739BE" w:rsidRDefault="00CD08CE" w:rsidP="00CD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739BE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CD08CE" w:rsidRPr="009739BE" w:rsidRDefault="00CD08CE" w:rsidP="00CD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739BE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  <w:p w:rsidR="00CD08CE" w:rsidRPr="0039381B" w:rsidRDefault="00CD08CE" w:rsidP="00CD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739BE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Bashkëjetesa paqësore</w:t>
            </w:r>
          </w:p>
        </w:tc>
      </w:tr>
      <w:tr w:rsidR="00CD08CE" w:rsidRPr="009739BE" w:rsidTr="00CD08CE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Diskutim, Bisedë, Rishiko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dyshe, Punë në çift, Punë në grup, Punë me gjithë klasën.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Bised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rat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lqejn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dhe rregullat e tyre.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Rishiko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dyshe:Ushtrimi 1.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plot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tekstin e dh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me fjal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ndihm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se dhe 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librat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dyshe. 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ë individuale: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Ushtrimi 3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e preferuar duke u nisur nga modeli i ushtrimit 1.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e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ndihm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e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sueses qortojn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gabimet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mund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gjat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shkrimit.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problem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P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unojn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 dyshe-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 prej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sve shkruan emrin 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loje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njohur nga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 dhe tjetri shkruan 2 prej rregullave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saj loje. Nd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rrohen rolet e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ri-tjetrin.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>shkrimin e  rregullave n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nj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loj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q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d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>shiron.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sq-AL"/>
              </w:rPr>
              <w:t>Shfaqjen e besimit, vullnetit dhe shpirtit krijues gjatë procesit të të shkruarit.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>respektimin e rregullave drejtshkrimore gjatë të shkruarit.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Detyr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sht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pie: 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S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hkruaj rregullat e nj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loje q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lqen.</w:t>
            </w:r>
          </w:p>
        </w:tc>
      </w:tr>
    </w:tbl>
    <w:p w:rsidR="00CD08CE" w:rsidRPr="009739BE" w:rsidRDefault="00CD08CE" w:rsidP="00CD08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CD08CE" w:rsidRPr="009739BE" w:rsidTr="00CD08CE">
        <w:tc>
          <w:tcPr>
            <w:tcW w:w="228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Rregullat gjat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loj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s(ora e dyt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Rregullat, loj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, fjal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 ndihm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se, kujdesem, respekto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CD08CE" w:rsidRPr="009739BE" w:rsidTr="00CD08CE"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numPr>
                <w:ilvl w:val="0"/>
                <w:numId w:val="28"/>
              </w:numPr>
              <w:spacing w:after="0" w:line="360" w:lineRule="auto"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</w:t>
            </w:r>
          </w:p>
          <w:p w:rsidR="00CD08CE" w:rsidRDefault="00CD08CE" w:rsidP="00CD08C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Shkruan për rregullat 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gjatë 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>nj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loj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q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d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>shiron.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Shkruan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rregullat e sjelljes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rfundim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>Bën qorti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me të  thjeshta drejtshkrimore   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sq-AL"/>
              </w:rPr>
              <w:t>Shfaq besim, vullnet dhe shpirt krijues gjatë procesit të të shkruarit.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sq-AL"/>
              </w:rPr>
              <w:t>Respekton rregullat drejtshkrimore gjatë të shkruarit.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sq-AL"/>
              </w:rPr>
              <w:t>Vlerëson punët e të tjerëve;</w:t>
            </w:r>
          </w:p>
          <w:p w:rsidR="00CD08CE" w:rsidRPr="00B5500B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sq-AL"/>
              </w:rPr>
              <w:t>bashkëpunon në grup për kryerjen e një detyre.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Shkrimi i rregullave gjat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 loje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CD08CE" w:rsidRPr="009739BE" w:rsidRDefault="00CD08CE" w:rsidP="00CD08CE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CD08CE" w:rsidRPr="009739BE" w:rsidRDefault="00CD08CE" w:rsidP="00CD08CE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CD08CE" w:rsidRPr="009739BE" w:rsidRDefault="00CD08CE" w:rsidP="00CD08CE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mjete shkrimi, flet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Artet,  Shoqëria dhe mjedisi,</w:t>
            </w:r>
          </w:p>
          <w:p w:rsidR="00CD08CE" w:rsidRPr="009739BE" w:rsidRDefault="00CD08CE" w:rsidP="00CD08CE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9739BE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CD08CE" w:rsidRPr="009739BE" w:rsidRDefault="00CD08CE" w:rsidP="00CD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739BE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CD08CE" w:rsidRPr="009739BE" w:rsidRDefault="00CD08CE" w:rsidP="00CD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739BE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  <w:p w:rsidR="00CD08CE" w:rsidRPr="00B5500B" w:rsidRDefault="00CD08CE" w:rsidP="00CD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739BE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Bashkëjetesa paqësore</w:t>
            </w:r>
          </w:p>
        </w:tc>
      </w:tr>
      <w:tr w:rsidR="00CD08CE" w:rsidRPr="009739BE" w:rsidTr="00CD08CE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Diskutim, Bisedë, Rishiko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dyshe, Punë në çift, Punë në grup, Punë me gjithë klasën.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CD08CE" w:rsidRPr="009739BE" w:rsidRDefault="00CD08CE" w:rsidP="00CD08CE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Bised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rat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lqejn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dhe rregullat e tyre.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Ndalet biseda në rregullat gjatë lojës dhe në përfunim të saj kur ka humbës dhe fitues.</w:t>
            </w:r>
          </w:p>
          <w:p w:rsidR="00CD08CE" w:rsidRPr="009739BE" w:rsidRDefault="00CD08CE" w:rsidP="00CD08CE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Rishiko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dyshe:Ushtrimi 2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fletore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kujdesin ndaj vetes dhe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tjer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ve gjat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s. Qortojn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gabimet pasi 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fletoret me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ri-tjetrin.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Lexojnë dhe diskutojnë me gjithë klasën, drejtuar nga mësuesja.</w:t>
            </w:r>
          </w:p>
          <w:p w:rsidR="00CD08CE" w:rsidRPr="009739BE" w:rsidRDefault="00CD08CE" w:rsidP="00CD08CE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individuale:  Ushtimi 4.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rregullat e sjelljes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rfundim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s.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ndihm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e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sueses qortojn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gabimet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mund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gjat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shkrimit.</w:t>
            </w:r>
          </w:p>
          <w:p w:rsidR="00CD08CE" w:rsidRPr="009739BE" w:rsidRDefault="00CD08CE" w:rsidP="00CD08CE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Diskutim: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Lexojn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detyr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e kryer dhe e li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dhin me ngjarje nga jeta e tyre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>shkrimin e  rregullave n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nj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 loj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eastAsia="Batang" w:hAnsi="Times New Roman"/>
                <w:sz w:val="24"/>
                <w:szCs w:val="24"/>
                <w:lang w:val="sq-AL"/>
              </w:rPr>
              <w:t>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sq-AL"/>
              </w:rPr>
              <w:t>Shfaqjen e besimit, vullnetit dhe shpirtit krijues gjatë procesit të të shkruarit.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sq-AL"/>
              </w:rPr>
              <w:t>respektimin e rregullave drejtshkrimore gjatë të shkruarit.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Detyr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sht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pie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: Shkruaj disa rregulla </w:t>
            </w:r>
            <w:proofErr w:type="gramStart"/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q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 ke</w:t>
            </w:r>
            <w:proofErr w:type="gramEnd"/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zbatuar me lojtar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t e tjer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rfundim t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loj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s.</w:t>
            </w:r>
          </w:p>
        </w:tc>
      </w:tr>
    </w:tbl>
    <w:p w:rsidR="00CD08CE" w:rsidRDefault="00CD08CE" w:rsidP="00CD08CE"/>
    <w:p w:rsidR="00A40C5D" w:rsidRDefault="00A40C5D" w:rsidP="00A40C5D">
      <w:pPr>
        <w:rPr>
          <w:rFonts w:eastAsia="Calibri"/>
          <w:snapToGrid/>
        </w:rPr>
      </w:pPr>
    </w:p>
    <w:p w:rsidR="00CD08CE" w:rsidRDefault="00CD08CE" w:rsidP="00A40C5D">
      <w:pPr>
        <w:rPr>
          <w:rFonts w:eastAsia="Calibri"/>
          <w:snapToGrid/>
        </w:rPr>
      </w:pPr>
    </w:p>
    <w:p w:rsidR="00CD08CE" w:rsidRDefault="00CD08CE" w:rsidP="00A40C5D">
      <w:pPr>
        <w:rPr>
          <w:rFonts w:eastAsia="Calibri"/>
          <w:snapToGrid/>
        </w:rPr>
      </w:pPr>
    </w:p>
    <w:p w:rsidR="00CD08CE" w:rsidRDefault="00CD08CE" w:rsidP="00A40C5D">
      <w:pPr>
        <w:rPr>
          <w:rFonts w:eastAsia="Calibri"/>
          <w:snapToGrid/>
        </w:rPr>
      </w:pPr>
    </w:p>
    <w:p w:rsidR="00CD08CE" w:rsidRDefault="00CD08CE" w:rsidP="00A40C5D">
      <w:pPr>
        <w:rPr>
          <w:rFonts w:eastAsia="Calibri"/>
          <w:snapToGrid/>
        </w:rPr>
      </w:pPr>
    </w:p>
    <w:p w:rsidR="00CD08CE" w:rsidRPr="003D1D04" w:rsidRDefault="00CD08CE" w:rsidP="00A40C5D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35C58" w:rsidRPr="00306102" w:rsidTr="00E52D93">
        <w:tc>
          <w:tcPr>
            <w:tcW w:w="228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08CE" w:rsidRPr="009739BE" w:rsidTr="00CD08CE">
        <w:tc>
          <w:tcPr>
            <w:tcW w:w="228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Data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Tema mësimore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Dy shoqet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(ora e par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Shoqe, nuk 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gjon dhe nuk flet, l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vizje gishtash, shenja, miq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sia, 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CD08CE" w:rsidRPr="009739BE" w:rsidTr="00CD08CE"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CD08CE" w:rsidRPr="004975B6" w:rsidRDefault="00CD08CE" w:rsidP="00CD08CE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4975B6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4975B6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CD08CE" w:rsidRPr="004975B6" w:rsidRDefault="00CD08CE" w:rsidP="00CD08CE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4975B6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CD08CE" w:rsidRPr="004975B6" w:rsidRDefault="00CD08CE" w:rsidP="00CD08CE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I përgjigjet pyetjeve rreth përmbajtjes së tekstit.</w:t>
            </w:r>
          </w:p>
          <w:p w:rsidR="00CD08CE" w:rsidRPr="004975B6" w:rsidRDefault="00CD08CE" w:rsidP="00CD08CE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Lidh pjesën  me përvoja nga jeta e vet.</w:t>
            </w:r>
          </w:p>
          <w:p w:rsidR="00CD08CE" w:rsidRPr="004975B6" w:rsidRDefault="00CD08CE" w:rsidP="00CD08C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9739BE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tekstin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</w:p>
          <w:p w:rsidR="00CD08CE" w:rsidRPr="009739BE" w:rsidRDefault="00CD08CE" w:rsidP="00CD08CE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CD08CE" w:rsidRPr="004975B6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5B6">
              <w:rPr>
                <w:rFonts w:ascii="Times New Roman" w:hAnsi="Times New Roman"/>
                <w:sz w:val="24"/>
                <w:szCs w:val="24"/>
              </w:rPr>
              <w:t xml:space="preserve"> Duke ndërvepruar me tekstin nxënësit diskutojnë :</w:t>
            </w:r>
          </w:p>
          <w:p w:rsidR="00CD08CE" w:rsidRPr="004975B6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5B6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4975B6">
              <w:rPr>
                <w:rFonts w:ascii="Times New Roman" w:hAnsi="Times New Roman"/>
                <w:sz w:val="24"/>
                <w:szCs w:val="24"/>
                <w:lang w:val="fr-FR"/>
              </w:rPr>
              <w:t>mënyrës se si ata e kuptojnë  miq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fr-FR"/>
              </w:rPr>
              <w:t>sin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  <w:p w:rsidR="00CD08CE" w:rsidRPr="004975B6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rreth </w:t>
            </w:r>
            <w:r w:rsidRPr="004975B6">
              <w:rPr>
                <w:rFonts w:ascii="Times New Roman" w:hAnsi="Times New Roman"/>
                <w:sz w:val="24"/>
                <w:szCs w:val="24"/>
              </w:rPr>
              <w:t>interpretimit të tyre në lidhje me miq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</w:rPr>
              <w:t>sin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</w:rPr>
              <w:t xml:space="preserve"> e dy vajzave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75B6">
              <w:rPr>
                <w:rFonts w:ascii="Times New Roman" w:hAnsi="Times New Roman"/>
                <w:sz w:val="24"/>
                <w:szCs w:val="24"/>
              </w:rPr>
              <w:t>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</w:rPr>
              <w:t>ra prej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</w:rPr>
              <w:t xml:space="preserve"> cilave me nevoja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</w:rPr>
              <w:t xml:space="preserve"> ve</w:t>
            </w:r>
            <w:r>
              <w:rPr>
                <w:rFonts w:ascii="Times New Roman" w:hAnsi="Times New Roman"/>
                <w:sz w:val="24"/>
                <w:szCs w:val="24"/>
              </w:rPr>
              <w:t>ç</w:t>
            </w:r>
            <w:r w:rsidRPr="004975B6">
              <w:rPr>
                <w:rFonts w:ascii="Times New Roman" w:hAnsi="Times New Roman"/>
                <w:sz w:val="24"/>
                <w:szCs w:val="24"/>
              </w:rPr>
              <w:t>anta</w:t>
            </w:r>
          </w:p>
          <w:p w:rsidR="00CD08CE" w:rsidRPr="004975B6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gramStart"/>
            <w:r w:rsidRPr="004975B6">
              <w:rPr>
                <w:rFonts w:ascii="Times New Roman" w:hAnsi="Times New Roman"/>
                <w:sz w:val="24"/>
                <w:szCs w:val="24"/>
              </w:rPr>
              <w:t>rreth</w:t>
            </w:r>
            <w:proofErr w:type="gramEnd"/>
            <w:r w:rsidRPr="004975B6">
              <w:rPr>
                <w:rFonts w:ascii="Times New Roman" w:hAnsi="Times New Roman"/>
                <w:sz w:val="24"/>
                <w:szCs w:val="24"/>
              </w:rPr>
              <w:t xml:space="preserve"> gjykimeve për ngjarje nga jeta e përditshe që lidhen  me temën.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CD08CE" w:rsidRPr="009739B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CD08C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CD08CE" w:rsidRPr="009379D5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379D5">
              <w:rPr>
                <w:rFonts w:ascii="Times New Roman" w:hAnsi="Times New Roman"/>
                <w:sz w:val="24"/>
                <w:szCs w:val="24"/>
              </w:rPr>
              <w:t>informacione nga interneti, foto,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CD08CE" w:rsidRPr="009739BE" w:rsidRDefault="00CD08CE" w:rsidP="00CD08CE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9739BE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CD08CE" w:rsidRPr="009739BE" w:rsidRDefault="00CD08CE" w:rsidP="00CD08C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739BE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CD08CE" w:rsidRPr="009739BE" w:rsidRDefault="00CD08CE" w:rsidP="00CD08C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739BE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Vendimmarrja morale</w:t>
            </w:r>
          </w:p>
          <w:p w:rsidR="00CD08CE" w:rsidRPr="009739BE" w:rsidRDefault="00CD08CE" w:rsidP="00CD08C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739BE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Bashkëjetesa paqësore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 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Shkrim i shpejtë, Ditari dypjesësh</w:t>
            </w:r>
            <w:r w:rsidRPr="004975B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, 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CD08CE" w:rsidRPr="004975B6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975B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Janë udhëzuar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sit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sjellin informacion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r gjuh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n e shenjave.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Loj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rcaktojn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ç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ift 2-3 shenja me gishta.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ri prej tyre tregon shenj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n e tjetri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t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gjen dometh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nien . Nd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rrohen rolet.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Shohin figurën e tekstit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; e</w:t>
            </w: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përshkruajnë  dhe komentojnë  në dyshe.</w:t>
            </w:r>
          </w:p>
          <w:p w:rsidR="00CD08CE" w:rsidRPr="009379D5" w:rsidRDefault="00CD08CE" w:rsidP="00CD08CE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>Veprimtaria e leximit 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drejtuar.Mësuesja p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rcakton  paragraf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t q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do 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lexohen. Gjatë leximit nxënësit nënvizojnë fjalët e reja dhe pjesët që u pëlqejnë më shumë. M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suesja drejton pyetje rreth p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rmbajtjes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dhe kërkon të bëjnë parashikime për paragrafin pasues.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Diskuto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het për llojin e tekstit(tregim</w:t>
            </w: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) dhe 2-3 karakteristika të tij( personazhe realë, ngjarje që mund të ndodhin në jetën e përditshme etj)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Lexohet pjesa zinxhir sipas paragrafëve. 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Shënojnë më shenjat e vëtetë, e gabuar fjalitë  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e</w:t>
            </w: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k rubrika “Lexoj dhe kuptoj”. Shkëmbejnë librat e vlerësojnë punën e njëri-tjetrit.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Ditari dypjesësh – Nxënësit kopjojnë në njërën anë  të tabelës  pjesën  e cila u ka pëlqyer apo që u ka bërë përshtypje, nga ana tjetër shkruajnë komentin e tyre .</w:t>
            </w:r>
          </w:p>
          <w:p w:rsidR="00CD08CE" w:rsidRPr="004975B6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4975B6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975B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CD08CE" w:rsidRPr="004975B6" w:rsidRDefault="00CD08CE" w:rsidP="00CD08CE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CD08CE" w:rsidRPr="004975B6" w:rsidRDefault="00CD08CE" w:rsidP="00CD08C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975B6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CD08CE" w:rsidRPr="004975B6" w:rsidRDefault="00CD08CE" w:rsidP="00CD08CE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4975B6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4975B6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CD08CE" w:rsidRPr="004975B6" w:rsidRDefault="00CD08CE" w:rsidP="00CD08CE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4975B6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CD08CE" w:rsidRPr="004975B6" w:rsidRDefault="00CD08CE" w:rsidP="00CD08CE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tregon se e ka kuptuar prendinë duke dhënë përgjigjet e duhura.</w:t>
            </w:r>
          </w:p>
          <w:p w:rsidR="00CD08CE" w:rsidRPr="004975B6" w:rsidRDefault="00CD08CE" w:rsidP="00CD08CE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lidh pjesën  me përvoja nga jeta e vet.</w:t>
            </w:r>
          </w:p>
          <w:p w:rsidR="00CD08CE" w:rsidRPr="004975B6" w:rsidRDefault="00CD08CE" w:rsidP="00CD08C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9739BE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tekstin</w:t>
            </w:r>
          </w:p>
          <w:p w:rsidR="00CD08CE" w:rsidRPr="004975B6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Detyr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sht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pie: Kopjo dy nga fjalit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n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cilat flitet p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 shenjat q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rdorin shoqet.</w:t>
            </w:r>
          </w:p>
        </w:tc>
      </w:tr>
    </w:tbl>
    <w:p w:rsidR="00CD08CE" w:rsidRPr="009739BE" w:rsidRDefault="00CD08CE" w:rsidP="00CD08CE"/>
    <w:p w:rsidR="00CD08CE" w:rsidRPr="009739BE" w:rsidRDefault="00CD08CE" w:rsidP="00CD08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CD08CE" w:rsidRPr="009739BE" w:rsidTr="00CD08CE">
        <w:tc>
          <w:tcPr>
            <w:tcW w:w="228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Dy shoqet(ora e dyt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Shoqe, nuk 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gjon dhe nuk flet, l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vizje gishtash, shenja, miq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sia, 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CD08CE" w:rsidRPr="009739BE" w:rsidTr="00CD08CE"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CD08CE" w:rsidRPr="004975B6" w:rsidRDefault="00CD08CE" w:rsidP="00CD08C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975B6">
              <w:rPr>
                <w:rFonts w:ascii="Times New Roman" w:eastAsia="Batang" w:hAnsi="Times New Roman"/>
                <w:iCs/>
                <w:sz w:val="24"/>
                <w:szCs w:val="24"/>
              </w:rPr>
              <w:t xml:space="preserve">Lexon </w:t>
            </w:r>
            <w:r w:rsidRPr="004975B6">
              <w:rPr>
                <w:rFonts w:ascii="Times New Roman" w:hAnsi="Times New Roman"/>
                <w:bCs/>
                <w:sz w:val="24"/>
                <w:szCs w:val="24"/>
              </w:rPr>
              <w:t>rrjedhshëm dhe me intonacionin e duhur tekstin.</w:t>
            </w:r>
            <w:r w:rsidRPr="004975B6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CD08CE" w:rsidRPr="004975B6" w:rsidRDefault="00CD08CE" w:rsidP="00CD08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Tregon brendinë duke respektuar strukturën e tekstit.</w:t>
            </w:r>
          </w:p>
          <w:p w:rsidR="00CD08CE" w:rsidRPr="004975B6" w:rsidRDefault="00CD08CE" w:rsidP="00CD08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eastAsia="Batang" w:hAnsi="Times New Roman"/>
                <w:sz w:val="24"/>
                <w:szCs w:val="24"/>
              </w:rPr>
              <w:t>Përshkruan me fjalë të thjeshta personazhet.</w:t>
            </w:r>
          </w:p>
          <w:p w:rsidR="00CD08CE" w:rsidRPr="004975B6" w:rsidRDefault="00CD08CE" w:rsidP="00CD08CE">
            <w:pPr>
              <w:numPr>
                <w:ilvl w:val="0"/>
                <w:numId w:val="2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Jep mendime rreth tekstit duke i argumentuar ato.</w:t>
            </w:r>
          </w:p>
          <w:p w:rsidR="00CD08CE" w:rsidRPr="009739BE" w:rsidRDefault="00CD08CE" w:rsidP="00CD08CE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>Lidh pjesën me përvoja nga jeta e vet.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</w:p>
          <w:p w:rsidR="00CD08CE" w:rsidRPr="009739BE" w:rsidRDefault="00CD08CE" w:rsidP="00CD08CE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4975B6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Situata e të nxënit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975B6">
              <w:rPr>
                <w:rFonts w:ascii="Times New Roman" w:hAnsi="Times New Roman"/>
                <w:sz w:val="24"/>
                <w:szCs w:val="24"/>
              </w:rPr>
              <w:t>Ndihma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</w:rPr>
              <w:t>r shok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</w:rPr>
              <w:t xml:space="preserve"> me nevoja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</w:rPr>
              <w:t xml:space="preserve"> ve</w:t>
            </w:r>
            <w:r>
              <w:rPr>
                <w:rFonts w:ascii="Times New Roman" w:hAnsi="Times New Roman"/>
                <w:sz w:val="24"/>
                <w:szCs w:val="24"/>
              </w:rPr>
              <w:t>ç</w:t>
            </w:r>
            <w:r w:rsidRPr="004975B6">
              <w:rPr>
                <w:rFonts w:ascii="Times New Roman" w:hAnsi="Times New Roman"/>
                <w:sz w:val="24"/>
                <w:szCs w:val="24"/>
              </w:rPr>
              <w:t>anta.</w:t>
            </w:r>
          </w:p>
        </w:tc>
      </w:tr>
      <w:tr w:rsidR="00CD08CE" w:rsidRPr="009739BE" w:rsidTr="00CD08CE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CD08CE" w:rsidRPr="009739B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CD08C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CD08CE" w:rsidRPr="00445344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45344">
              <w:rPr>
                <w:rFonts w:ascii="Times New Roman" w:hAnsi="Times New Roman"/>
                <w:sz w:val="24"/>
                <w:szCs w:val="24"/>
              </w:rPr>
              <w:t>informacione nga interneti, foto,mjete shkrimi, fletëA4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CD08CE" w:rsidRPr="009739BE" w:rsidRDefault="00CD08CE" w:rsidP="00CD08CE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9739BE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CD08CE" w:rsidRPr="009739BE" w:rsidRDefault="00CD08CE" w:rsidP="00CD08C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739BE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CD08CE" w:rsidRPr="009739BE" w:rsidRDefault="00CD08CE" w:rsidP="00CD08C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739BE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Vendimmarrja morale</w:t>
            </w:r>
          </w:p>
          <w:p w:rsidR="00CD08CE" w:rsidRPr="009739BE" w:rsidRDefault="00CD08CE" w:rsidP="00CD08C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739BE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Bashkëjetesa paqësore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 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Lojë , Lexo përmblidh në dyshe</w:t>
            </w:r>
            <w:r w:rsidRPr="004975B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, 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Diskutim, Bisedë,Pesëvargësh, Punë në çift, Punë në grup, Punë me gjithë klasën.</w:t>
            </w:r>
          </w:p>
          <w:p w:rsidR="00CD08CE" w:rsidRPr="004975B6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975B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Imagjinat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drejtuar: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suesja fton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sit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mbyllin syt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, vendos muzik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leht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sfond dhe i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rkon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mendojn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sikur do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ken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pran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shok me nevoja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ve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ç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anta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(nuk sheh, ec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n me karroc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, nuk flet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,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nuk d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gjon etj)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sit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 thon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se si do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vepronin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raste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tilla.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Lexohet pjesa nga të gjithë nxënësit nëpërmjet leximit zinxhir.</w:t>
            </w:r>
          </w:p>
          <w:p w:rsidR="00CD08CE" w:rsidRPr="00445344" w:rsidRDefault="00CD08CE" w:rsidP="00CD08CE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Lexo përmblidh në dyshe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: Njëri  nxënës lexon një paragraf dhe tjetri   e përmbledh me </w:t>
            </w:r>
          </w:p>
          <w:p w:rsidR="00CD08CE" w:rsidRPr="004975B6" w:rsidRDefault="00CD08CE" w:rsidP="00CD08C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>1-2 fjali. Ndërohen rolet për paragrafin në vazhdim.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Nxënësit  tregojnë brendinë e pjesës </w:t>
            </w: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 xml:space="preserve">  me fjalët e tyre.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Harta e personazhit p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r Dean. Nx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n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sit shkruajn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 xml:space="preserve"> dy cil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si dhe ilustrojn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 xml:space="preserve">ë </w:t>
            </w: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me pjes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 xml:space="preserve"> nga teksti cil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sit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 xml:space="preserve"> e shkruara.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Punohet rubrika “Reflektoj”.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 xml:space="preserve"> </w:t>
            </w: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Luajn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 xml:space="preserve"> n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 xml:space="preserve"> dyshe  duke shpikur shenja t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4975B6"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 xml:space="preserve"> ndryshme.</w:t>
            </w:r>
          </w:p>
          <w:p w:rsidR="00CD08CE" w:rsidRPr="004975B6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4975B6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975B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4975B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975B6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975B6">
              <w:rPr>
                <w:rFonts w:ascii="Times New Roman" w:eastAsia="Batang" w:hAnsi="Times New Roman"/>
                <w:iCs/>
                <w:sz w:val="24"/>
                <w:szCs w:val="24"/>
              </w:rPr>
              <w:t xml:space="preserve">leximin e  </w:t>
            </w:r>
            <w:r w:rsidRPr="004975B6">
              <w:rPr>
                <w:rFonts w:ascii="Times New Roman" w:hAnsi="Times New Roman"/>
                <w:bCs/>
                <w:sz w:val="24"/>
                <w:szCs w:val="24"/>
              </w:rPr>
              <w:t>rrjedhshëm dhe me intonacionin të tekstit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4975B6">
              <w:rPr>
                <w:rFonts w:ascii="Times New Roman" w:eastAsia="Batang" w:hAnsi="Times New Roman"/>
                <w:sz w:val="24"/>
                <w:szCs w:val="24"/>
              </w:rPr>
              <w:t>përshkrimin me fjalë të thjeshta të personazhit</w:t>
            </w:r>
          </w:p>
          <w:p w:rsidR="00CD08CE" w:rsidRPr="004975B6" w:rsidRDefault="00CD08CE" w:rsidP="00CD08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tregimin e  brendisë duke respektuar strukturën e tekstit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mendimet që jep rreth tekstit</w:t>
            </w:r>
          </w:p>
          <w:p w:rsidR="00CD08CE" w:rsidRPr="004975B6" w:rsidRDefault="00CD08CE" w:rsidP="00CD08CE">
            <w:pPr>
              <w:numPr>
                <w:ilvl w:val="0"/>
                <w:numId w:val="13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75B6">
              <w:rPr>
                <w:rFonts w:ascii="Times New Roman" w:hAnsi="Times New Roman"/>
                <w:sz w:val="24"/>
                <w:szCs w:val="24"/>
                <w:lang w:val="sq-AL"/>
              </w:rPr>
              <w:t>lidhjen e  pjesës me përvoja nga jeta e vet</w:t>
            </w:r>
          </w:p>
          <w:p w:rsidR="00CD08CE" w:rsidRPr="004975B6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Detyr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sht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pie: Provo 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miq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sohesh me nj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f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mij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me nevoja 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ve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ç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anta.</w:t>
            </w:r>
          </w:p>
        </w:tc>
      </w:tr>
    </w:tbl>
    <w:p w:rsidR="00CD08CE" w:rsidRPr="009739BE" w:rsidRDefault="00CD08CE" w:rsidP="00CD08CE"/>
    <w:p w:rsidR="00CD08CE" w:rsidRPr="009739BE" w:rsidRDefault="00CD08CE" w:rsidP="00CD08CE"/>
    <w:p w:rsidR="00CD08CE" w:rsidRPr="009739BE" w:rsidRDefault="00CD08CE" w:rsidP="00CD08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CD08CE" w:rsidRPr="009739BE" w:rsidTr="00CD08CE">
        <w:tc>
          <w:tcPr>
            <w:tcW w:w="228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Mbiemri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(ora e par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Mbiemra, cil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si, lidh, 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CD08CE" w:rsidRPr="009739BE" w:rsidTr="00CD08CE"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CD08CE" w:rsidRPr="004975B6" w:rsidRDefault="00CD08CE" w:rsidP="00CD08CE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lang w:val="sq-AL"/>
              </w:rPr>
            </w:pPr>
            <w:r w:rsidRPr="004975B6">
              <w:rPr>
                <w:lang w:val="sq-AL"/>
              </w:rPr>
              <w:t xml:space="preserve">dallon fjalët që tregojnë cilësi të emrit </w:t>
            </w:r>
          </w:p>
          <w:p w:rsidR="00CD08CE" w:rsidRPr="009739BE" w:rsidRDefault="00CD08CE" w:rsidP="00CD08CE">
            <w:pPr>
              <w:numPr>
                <w:ilvl w:val="0"/>
                <w:numId w:val="3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lidh enmrat me mbiemrat</w:t>
            </w:r>
          </w:p>
          <w:p w:rsidR="00CD08CE" w:rsidRPr="009739BE" w:rsidRDefault="00CD08CE" w:rsidP="00CD08CE">
            <w:pPr>
              <w:numPr>
                <w:ilvl w:val="0"/>
                <w:numId w:val="3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shkruan mbiemra 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r emra 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dh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</w:p>
          <w:p w:rsidR="00CD08CE" w:rsidRPr="009739BE" w:rsidRDefault="00CD08CE" w:rsidP="00CD08CE">
            <w:pPr>
              <w:numPr>
                <w:ilvl w:val="0"/>
                <w:numId w:val="31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>paraqet dhe komunikon lirshëm dhe saktë mendimet e tij;</w:t>
            </w:r>
          </w:p>
          <w:p w:rsidR="00CD08CE" w:rsidRPr="009739BE" w:rsidRDefault="00CD08CE" w:rsidP="00CD08CE">
            <w:pPr>
              <w:numPr>
                <w:ilvl w:val="0"/>
                <w:numId w:val="31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>demonstron pavarësi në mendime dhe veprime;</w:t>
            </w:r>
          </w:p>
          <w:p w:rsidR="00CD08CE" w:rsidRPr="00445344" w:rsidRDefault="00CD08CE" w:rsidP="00CD08CE">
            <w:pPr>
              <w:numPr>
                <w:ilvl w:val="0"/>
                <w:numId w:val="31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</w:pPr>
            <w:r w:rsidRPr="00445344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>demonstron  besim dhe vullnet në arritjen e rezultateve;</w:t>
            </w:r>
          </w:p>
          <w:p w:rsidR="00CD08CE" w:rsidRPr="00445344" w:rsidRDefault="00CD08CE" w:rsidP="00CD08CE">
            <w:pPr>
              <w:numPr>
                <w:ilvl w:val="0"/>
                <w:numId w:val="31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proofErr w:type="gramStart"/>
            <w:r w:rsidRPr="0044534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respekton</w:t>
            </w:r>
            <w:proofErr w:type="gramEnd"/>
            <w:r w:rsidRPr="0044534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përpjekjet individuale dhe ato në grup.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Manipulim me mbiemra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CD08CE" w:rsidRPr="009739B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CD08C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lastRenderedPageBreak/>
              <w:t>teksti mësimor</w:t>
            </w:r>
          </w:p>
          <w:p w:rsidR="00CD08CE" w:rsidRPr="00445344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45344">
              <w:rPr>
                <w:rFonts w:ascii="Times New Roman" w:hAnsi="Times New Roman"/>
                <w:sz w:val="24"/>
                <w:szCs w:val="24"/>
              </w:rPr>
              <w:t>informacione nga interneti, foto,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Lidhja me fushat e tjera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Artet, 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Shoqëria dhe mjedisi,</w:t>
            </w:r>
          </w:p>
          <w:p w:rsidR="00CD08CE" w:rsidRPr="00445344" w:rsidRDefault="00CD08CE" w:rsidP="00CD08C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CD08CE" w:rsidRPr="009739BE" w:rsidTr="00CD08CE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Stuhi mendimesh,Diskutim, Bisedë, Punë në çift, Punë në grup, Punë me gjithë klasën.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79593D" w:rsidRDefault="00CD08CE" w:rsidP="00CD08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Stuhi mendimesh: Fjal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tregojn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cil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si.Nx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punojn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veprimtarin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grupe. 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e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xojn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 e tyre.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Diskutojn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nën drejtimin e mësueses për fjalët që tregojnë cilësi. Emërtohen keto fjalë si mbiemra.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79593D">
              <w:rPr>
                <w:rFonts w:ascii="Times New Roman" w:hAnsi="Times New Roman"/>
                <w:sz w:val="24"/>
                <w:szCs w:val="24"/>
                <w:lang w:val="de-DE"/>
              </w:rPr>
              <w:t>Lexojnë dhe diskutojn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79593D">
              <w:rPr>
                <w:rFonts w:ascii="Times New Roman" w:hAnsi="Times New Roman"/>
                <w:sz w:val="24"/>
                <w:szCs w:val="24"/>
                <w:lang w:val="de-DE"/>
              </w:rPr>
              <w:t>më pas rubrikën“Mbaj mend“.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 Punohen ushtrimet 1, 2dhe3.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ushtrimin 1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idhin emrat me mbiemrat e duhur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rsa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ushtrimet 2,3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r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ç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do 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nga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Tryeza e rrumbullak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t: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sipas grupeve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vendosur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form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rrethore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nga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flet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form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firzamonik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e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. Lexohen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grupe mbiemrat e shkruar.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ri-tjetrit.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08CE" w:rsidRPr="009739BE" w:rsidRDefault="00CD08CE" w:rsidP="00CD08CE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CD08CE" w:rsidRPr="009739BE" w:rsidRDefault="00CD08CE" w:rsidP="00CD08CE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CD08CE" w:rsidRPr="009739BE" w:rsidRDefault="00CD08CE" w:rsidP="00CD08CE">
            <w:pPr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lidhjen e emrave me mbiemrat</w:t>
            </w:r>
          </w:p>
          <w:p w:rsidR="00CD08CE" w:rsidRPr="009739BE" w:rsidRDefault="00CD08CE" w:rsidP="00CD08CE">
            <w:pPr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shkrimin e mbiemrave 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r emra 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dh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</w:p>
          <w:p w:rsidR="00CD08CE" w:rsidRPr="009739BE" w:rsidRDefault="00CD08CE" w:rsidP="00CD08CE">
            <w:pPr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dallimin e mbiemrave</w:t>
            </w:r>
          </w:p>
          <w:p w:rsidR="00CD08CE" w:rsidRPr="009739BE" w:rsidRDefault="00CD08CE" w:rsidP="00CD08C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>paraqitjen  dhe komunikimin e lirshëm dhe të saktë të mendimit të tij;</w:t>
            </w:r>
          </w:p>
          <w:p w:rsidR="00CD08CE" w:rsidRPr="009739BE" w:rsidRDefault="00CD08CE" w:rsidP="00CD08C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>demonstrimin e pavarësisë në mendime dhe veprime;</w:t>
            </w:r>
          </w:p>
          <w:p w:rsidR="00CD08CE" w:rsidRPr="00445344" w:rsidRDefault="00CD08CE" w:rsidP="00CD08C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proofErr w:type="gramStart"/>
            <w:r w:rsidRPr="0044534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respektimin  e</w:t>
            </w:r>
            <w:proofErr w:type="gramEnd"/>
            <w:r w:rsidRPr="0044534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përpjekjeve  individuale dhe atyre në  në grup.</w:t>
            </w:r>
          </w:p>
          <w:p w:rsidR="00CD08C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Detyr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sht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pie: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Shkruaj emra dhe mbiemra si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ushtrimin 2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CD08CE" w:rsidRPr="009739BE" w:rsidRDefault="00CD08CE" w:rsidP="00CD08CE">
            <w:pPr>
              <w:spacing w:after="0" w:line="36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CD08CE" w:rsidRPr="009739BE" w:rsidRDefault="00CD08CE" w:rsidP="00CD08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CD08CE" w:rsidRPr="009739BE" w:rsidTr="00CD08CE">
        <w:tc>
          <w:tcPr>
            <w:tcW w:w="228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 xml:space="preserve">Mbiemri(ora e </w:t>
            </w:r>
            <w:r>
              <w:rPr>
                <w:rFonts w:ascii="Times New Roman" w:hAnsi="Times New Roman"/>
                <w:sz w:val="24"/>
                <w:szCs w:val="24"/>
              </w:rPr>
              <w:t>dytë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Mbiemra, cil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si, lidh, 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CD08CE" w:rsidRPr="009739BE" w:rsidTr="00CD08CE"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CD08CE" w:rsidRPr="009739BE" w:rsidRDefault="00CD08CE" w:rsidP="00CD08CE">
            <w:pPr>
              <w:numPr>
                <w:ilvl w:val="0"/>
                <w:numId w:val="3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lastRenderedPageBreak/>
              <w:t>lidh enmrat me mbiemrat</w:t>
            </w:r>
          </w:p>
          <w:p w:rsidR="00CD08CE" w:rsidRPr="009739BE" w:rsidRDefault="00CD08CE" w:rsidP="00CD08CE">
            <w:pPr>
              <w:numPr>
                <w:ilvl w:val="0"/>
                <w:numId w:val="3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shkruan mbiemra 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r emra 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dh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</w:p>
          <w:p w:rsidR="00CD08CE" w:rsidRPr="009739BE" w:rsidRDefault="00CD08CE" w:rsidP="00CD08CE">
            <w:pPr>
              <w:numPr>
                <w:ilvl w:val="0"/>
                <w:numId w:val="3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gjen mbiemrat 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nj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tekst 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dh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</w:p>
          <w:p w:rsidR="00CD08CE" w:rsidRPr="009739BE" w:rsidRDefault="00CD08CE" w:rsidP="00CD08CE">
            <w:pPr>
              <w:numPr>
                <w:ilvl w:val="0"/>
                <w:numId w:val="31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>paraqet dhe komunikon lirshëm dhe saktë mendimet e tij;</w:t>
            </w:r>
          </w:p>
          <w:p w:rsidR="00CD08CE" w:rsidRPr="009739BE" w:rsidRDefault="00CD08CE" w:rsidP="00CD08CE">
            <w:pPr>
              <w:numPr>
                <w:ilvl w:val="0"/>
                <w:numId w:val="31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>demonstron pavarësi në mendime dhe veprime;</w:t>
            </w:r>
          </w:p>
          <w:p w:rsidR="00CD08CE" w:rsidRPr="009739BE" w:rsidRDefault="00CD08CE" w:rsidP="00CD08CE">
            <w:pPr>
              <w:numPr>
                <w:ilvl w:val="0"/>
                <w:numId w:val="31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>demonstron  besim dhe vullnet në arritjen e rezultateve;</w:t>
            </w:r>
          </w:p>
          <w:p w:rsidR="00CD08CE" w:rsidRPr="0079593D" w:rsidRDefault="00CD08CE" w:rsidP="00CD08CE">
            <w:pPr>
              <w:numPr>
                <w:ilvl w:val="0"/>
                <w:numId w:val="31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color w:val="FF0000"/>
                <w:sz w:val="24"/>
                <w:szCs w:val="24"/>
              </w:rPr>
            </w:pPr>
            <w:proofErr w:type="gramStart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respekton</w:t>
            </w:r>
            <w:proofErr w:type="gramEnd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përpjekjet individuale dhe ato në grup.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Situata e të nxënit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lastRenderedPageBreak/>
              <w:t>Manipulim me mbiemra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CD08CE" w:rsidRPr="009739B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CD08C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CD08CE" w:rsidRPr="0079593D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9593D">
              <w:rPr>
                <w:rFonts w:ascii="Times New Roman" w:hAnsi="Times New Roman"/>
                <w:sz w:val="24"/>
                <w:szCs w:val="24"/>
              </w:rPr>
              <w:t>informacione nga interneti, foto,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Artet, , Shoqëria dhe mjedisi,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Stuhi mendimesh,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CD08CE" w:rsidRPr="009739BE" w:rsidRDefault="00CD08CE" w:rsidP="00CD08CE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603C8">
              <w:rPr>
                <w:rFonts w:ascii="Times New Roman" w:hAnsi="Times New Roman"/>
                <w:sz w:val="24"/>
                <w:szCs w:val="24"/>
                <w:lang w:val="de-DE"/>
              </w:rPr>
              <w:t>Stuhi mendimesh- mbiemri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-nxënësit në dyshe japin mendime për mbiemrin të cilat mësuesja i shkruan. N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, përsëri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sa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shum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mbiemra.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exojn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e 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ri-tjetrin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 Punohen ushtrimet 4 dhe 5.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ushtrimin 4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rjashtojn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ë 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mbiemrat e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gabuar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rsa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ushtrimin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nvizojn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mbiemrat.  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librat me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ri-tjetrin dhe diskutojn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me gjth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klas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nyr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se si kan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punuar.</w:t>
            </w:r>
          </w:p>
          <w:p w:rsidR="00CD08CE" w:rsidRPr="009739BE" w:rsidRDefault="00CD08CE" w:rsidP="00CD08CE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problem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ë: S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ecli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 shkrua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nga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fjali ku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rdorin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etiketat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 dhe gjejn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 mbiemrin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.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ri-tjetrin.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08CE" w:rsidRPr="009739BE" w:rsidRDefault="00CD08CE" w:rsidP="00CD08CE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CD08CE" w:rsidRPr="009739BE" w:rsidRDefault="00CD08CE" w:rsidP="00CD08CE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CD08CE" w:rsidRPr="009739BE" w:rsidRDefault="00CD08CE" w:rsidP="00CD08CE">
            <w:pPr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lidhjen e emrave me mbiemrat</w:t>
            </w:r>
          </w:p>
          <w:p w:rsidR="00CD08CE" w:rsidRPr="009739BE" w:rsidRDefault="00CD08CE" w:rsidP="00CD08CE">
            <w:pPr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shkrimin e mbiemrave 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r emra 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dh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</w:p>
          <w:p w:rsidR="00CD08CE" w:rsidRPr="009739BE" w:rsidRDefault="00CD08CE" w:rsidP="00CD08CE">
            <w:pPr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dallimin e mbiemrave</w:t>
            </w:r>
          </w:p>
          <w:p w:rsidR="00CD08CE" w:rsidRPr="009739BE" w:rsidRDefault="00CD08CE" w:rsidP="00CD08C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lastRenderedPageBreak/>
              <w:t>paraqitjen  dhe komunikimin e lirshëm dhe të saktë të mendimit të tij;</w:t>
            </w:r>
          </w:p>
          <w:p w:rsidR="00CD08CE" w:rsidRPr="009739BE" w:rsidRDefault="00CD08CE" w:rsidP="00CD08C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>demonstrimin e pavarësisë në mendime dhe veprime;</w:t>
            </w:r>
          </w:p>
          <w:p w:rsidR="00CD08CE" w:rsidRPr="009739BE" w:rsidRDefault="00CD08CE" w:rsidP="00CD08C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color w:val="FF0000"/>
                <w:sz w:val="24"/>
                <w:szCs w:val="24"/>
              </w:rPr>
            </w:pPr>
            <w:proofErr w:type="gramStart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respektimin  e</w:t>
            </w:r>
            <w:proofErr w:type="gramEnd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përpjekjeve  individuale dhe atyre në  në grup.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Detyr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sht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pie: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Ushtrimi 6.</w:t>
            </w:r>
          </w:p>
          <w:p w:rsidR="00CD08CE" w:rsidRPr="009739BE" w:rsidRDefault="00CD08CE" w:rsidP="00CD08CE">
            <w:pPr>
              <w:spacing w:after="0" w:line="36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CD08CE" w:rsidRPr="009739BE" w:rsidRDefault="00CD08CE" w:rsidP="00CD08CE"/>
    <w:p w:rsidR="00CD08CE" w:rsidRPr="009739BE" w:rsidRDefault="00CD08CE" w:rsidP="00CD08CE"/>
    <w:p w:rsidR="00306102" w:rsidRDefault="00306102"/>
    <w:p w:rsidR="00B35C58" w:rsidRDefault="00B35C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35C58" w:rsidRPr="00306102" w:rsidTr="00E52D93">
        <w:tc>
          <w:tcPr>
            <w:tcW w:w="228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5C58" w:rsidRPr="00306102" w:rsidTr="00E52D93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B35C58" w:rsidRPr="00C632EB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</w:t>
            </w:r>
            <w:r w:rsidR="00E52D9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puca e vjet</w:t>
            </w:r>
            <w:r w:rsidR="00E52D9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r 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(ora e par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B35C58" w:rsidRPr="00C632EB" w:rsidRDefault="006F1A66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puc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,mrekulli, qytet I çuditsh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m,gjigant</w:t>
            </w:r>
            <w:r w:rsidR="00B35C58"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35C58" w:rsidRPr="00306102" w:rsidTr="00E52D93">
        <w:tc>
          <w:tcPr>
            <w:tcW w:w="4788" w:type="dxa"/>
            <w:gridSpan w:val="2"/>
            <w:shd w:val="clear" w:color="auto" w:fill="auto"/>
          </w:tcPr>
          <w:p w:rsidR="00B35C58" w:rsidRDefault="00B35C58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B35C58" w:rsidRPr="005411C3" w:rsidRDefault="00B35C58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3D1D04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I përgjigjet pyetjeve rreth përmbajtjes së tekstit.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Lidh pjesën  me përvoja nga jeta e vet.</w:t>
            </w:r>
          </w:p>
          <w:p w:rsidR="00B35C58" w:rsidRPr="005411C3" w:rsidRDefault="00B35C58" w:rsidP="00E52D9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</w:t>
            </w:r>
            <w:r w:rsidR="006F1A66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n.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B35C58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Duke ndërvepruar me tekstin nxënësit diskutojnë :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>mënyrës se si ata e kuptojnë pjesën</w:t>
            </w:r>
            <w:r w:rsidR="006F1A66">
              <w:rPr>
                <w:rFonts w:ascii="Times New Roman" w:hAnsi="Times New Roman"/>
                <w:sz w:val="24"/>
                <w:szCs w:val="24"/>
                <w:lang w:val="fr-FR"/>
              </w:rPr>
              <w:t>,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interpretimit të tyre në lidhje me </w:t>
            </w:r>
            <w:r w:rsidR="006F1A66">
              <w:rPr>
                <w:rFonts w:ascii="Times New Roman" w:hAnsi="Times New Roman"/>
                <w:sz w:val="24"/>
                <w:szCs w:val="24"/>
              </w:rPr>
              <w:t>fantazin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 w:rsidR="006F1A66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 w:rsidR="006F1A66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 w:rsidR="006F1A66">
              <w:rPr>
                <w:rFonts w:ascii="Times New Roman" w:hAnsi="Times New Roman"/>
                <w:sz w:val="24"/>
                <w:szCs w:val="24"/>
              </w:rPr>
              <w:t>t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 w:rsidR="006F1A66">
              <w:rPr>
                <w:rFonts w:ascii="Times New Roman" w:hAnsi="Times New Roman"/>
                <w:sz w:val="24"/>
                <w:szCs w:val="24"/>
              </w:rPr>
              <w:t xml:space="preserve"> pjes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gramStart"/>
            <w:r w:rsidRPr="003D1D04">
              <w:rPr>
                <w:rFonts w:ascii="Times New Roman" w:hAnsi="Times New Roman"/>
                <w:sz w:val="24"/>
                <w:szCs w:val="24"/>
              </w:rPr>
              <w:t>rreth</w:t>
            </w:r>
            <w:proofErr w:type="gramEnd"/>
            <w:r w:rsidRPr="003D1D04">
              <w:rPr>
                <w:rFonts w:ascii="Times New Roman" w:hAnsi="Times New Roman"/>
                <w:sz w:val="24"/>
                <w:szCs w:val="24"/>
              </w:rPr>
              <w:t xml:space="preserve"> gjykimeve për ngjarje nga jeta e përditshe që lidhen  me temën.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C58" w:rsidRPr="00306102" w:rsidTr="00E52D93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B35C58" w:rsidRPr="003D1D04" w:rsidRDefault="00B35C58" w:rsidP="00E52D93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6F1A66" w:rsidRDefault="00B35C58" w:rsidP="006F1A66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B35C58" w:rsidRPr="006F1A66" w:rsidRDefault="00B35C58" w:rsidP="006F1A66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F1A66">
              <w:rPr>
                <w:rFonts w:ascii="Times New Roman" w:hAnsi="Times New Roman"/>
                <w:sz w:val="24"/>
                <w:szCs w:val="24"/>
              </w:rPr>
              <w:t>foto, mjete shkrimi,fletëA4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Sho</w:t>
            </w:r>
            <w:r w:rsidR="006F1A66">
              <w:rPr>
                <w:rFonts w:ascii="Times New Roman" w:hAnsi="Times New Roman"/>
                <w:sz w:val="24"/>
                <w:szCs w:val="24"/>
              </w:rPr>
              <w:t>qëria dhe mjedisi</w:t>
            </w:r>
          </w:p>
          <w:p w:rsidR="00B35C58" w:rsidRPr="003D1D04" w:rsidRDefault="00B35C58" w:rsidP="00E52D93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B35C58" w:rsidRPr="003D1D04" w:rsidRDefault="00B35C58" w:rsidP="00E52D9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B35C58" w:rsidRPr="005411C3" w:rsidRDefault="00B35C58" w:rsidP="00E52D9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</w:tc>
      </w:tr>
      <w:tr w:rsidR="00B35C58" w:rsidRPr="00306102" w:rsidTr="00E52D93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6F1A66" w:rsidRPr="003D1D04" w:rsidRDefault="006F1A66" w:rsidP="006F1A66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M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suesja fton nx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sit t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imagjinojn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nj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k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puc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madhe, shum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madhe, gjigante. Shtron pyetjen: P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rse mund t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rbej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ajo?</w:t>
            </w:r>
            <w:r w:rsidR="0004705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Nx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04705F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04705F">
              <w:rPr>
                <w:rFonts w:ascii="Times New Roman" w:hAnsi="Times New Roman"/>
                <w:sz w:val="24"/>
                <w:szCs w:val="24"/>
                <w:lang w:val="sq-AL"/>
              </w:rPr>
              <w:t>sit japin mendimet e tyre.</w:t>
            </w:r>
          </w:p>
          <w:p w:rsidR="00B35C58" w:rsidRPr="006F1A66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Mësuesja fton nxënësit të bëjnë parashikimin rreth përmbajtjes së tekst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it duke u mbështetur te titulli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,  ilustrimet e tekstit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dhe fjal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t ky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ç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e.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Më pas lexohet pjesa me paragraf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 Gjatë leximit nxënësit nënvizojnë fjalët e reja dhe pjesët që u pëlqejnë më shumë. Diskutojn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p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ndryshimet nga parashikimi q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b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Diskutohet për llojin e tekstit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(tregim </w:t>
            </w:r>
            <w:r w:rsidR="0004705F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fantastik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) dhe 2-3 karakteristika të tij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(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personazhe </w:t>
            </w:r>
            <w:r w:rsidR="0004705F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jo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realë, ngjarje që </w:t>
            </w:r>
            <w:r w:rsidR="0004705F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nuk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mund të ndodhin në jetën e përditshme etj)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Punohet me fjalorin për të kuptuar  fjalët e reja. 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Lexohet pjesa zinxhir sipas paragrafëve. </w:t>
            </w:r>
          </w:p>
          <w:p w:rsidR="00B35C58" w:rsidRPr="003D1D04" w:rsidRDefault="0004705F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Punohet </w:t>
            </w:r>
            <w:r w:rsidR="00B35C58"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rubrika “Lexoj dhe kuptoj”. </w:t>
            </w:r>
          </w:p>
          <w:p w:rsidR="00B35C58" w:rsidRPr="003D1D04" w:rsidRDefault="0004705F" w:rsidP="00E52D93">
            <w:pPr>
              <w:numPr>
                <w:ilvl w:val="0"/>
                <w:numId w:val="13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Nx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sit k</w:t>
            </w:r>
            <w:r w:rsidR="006F37E5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ryejn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6F37E5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nj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6F37E5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6F37E5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 prej veprimtarive (ngjyrosin k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6F37E5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puc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6F37E5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 ose krijojn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6F37E5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objekte me materiale t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6F37E5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riciklueshme).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3D1D04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tregon se e ka kuptuar brendinë duke dhënë përgjigjet e duhura.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 me përvoja nga jeta e vet.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tekstin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B35C58" w:rsidRPr="003D1D04" w:rsidRDefault="00B35C58" w:rsidP="00B35C58">
      <w:pPr>
        <w:rPr>
          <w:rFonts w:eastAsia="Calibri"/>
          <w:snapToGrid/>
        </w:rPr>
      </w:pPr>
    </w:p>
    <w:p w:rsidR="00B35C58" w:rsidRPr="003D1D04" w:rsidRDefault="00B35C58" w:rsidP="00B35C58">
      <w:pPr>
        <w:rPr>
          <w:rFonts w:eastAsia="Calibri"/>
          <w:snapToGrid/>
        </w:rPr>
      </w:pPr>
    </w:p>
    <w:p w:rsidR="00B35C58" w:rsidRPr="003D1D04" w:rsidRDefault="00B35C58" w:rsidP="00B35C58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35C58" w:rsidRPr="00306102" w:rsidTr="00E52D93">
        <w:tc>
          <w:tcPr>
            <w:tcW w:w="228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5C58" w:rsidRPr="00306102" w:rsidTr="00E52D93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</w:t>
            </w:r>
            <w:r w:rsidR="00E52D9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puca e vjet</w:t>
            </w:r>
            <w:r w:rsidR="00E52D9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r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(ora e dyt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klub noti, ndeshje me porta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uj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 mb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shtet,  pushime, 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B35C58" w:rsidRPr="00306102" w:rsidTr="00E52D93"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B35C58" w:rsidRPr="003D1D04" w:rsidRDefault="00B35C58" w:rsidP="00E52D93">
            <w:pPr>
              <w:numPr>
                <w:ilvl w:val="0"/>
                <w:numId w:val="15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lastRenderedPageBreak/>
              <w:t>Lexon tekstin sipas roleve.</w:t>
            </w:r>
          </w:p>
          <w:p w:rsidR="00B35C58" w:rsidRPr="003D1D04" w:rsidRDefault="00B35C58" w:rsidP="00E52D93">
            <w:pPr>
              <w:numPr>
                <w:ilvl w:val="0"/>
                <w:numId w:val="15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Shpreh ndjenjat dhe mendimet personale rreth pjesës që lexon, me ndihmën e mësuesit. </w:t>
            </w:r>
          </w:p>
          <w:p w:rsidR="0004705F" w:rsidRDefault="00B35C58" w:rsidP="00E52D93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</w:rPr>
              <w:t>Përshkruan me fjalë të thjeshta personazhet</w:t>
            </w:r>
            <w:r w:rsidR="0004705F">
              <w:rPr>
                <w:rFonts w:ascii="Times New Roman" w:eastAsia="Batang" w:hAnsi="Times New Roman"/>
                <w:sz w:val="24"/>
                <w:szCs w:val="24"/>
              </w:rPr>
              <w:t>.</w:t>
            </w:r>
          </w:p>
          <w:p w:rsidR="00B35C58" w:rsidRPr="003D1D04" w:rsidRDefault="0004705F" w:rsidP="00E52D93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T</w:t>
            </w:r>
            <w:r w:rsidR="00B35C58" w:rsidRPr="003D1D04">
              <w:rPr>
                <w:rFonts w:ascii="Times New Roman" w:eastAsia="Batang" w:hAnsi="Times New Roman"/>
                <w:sz w:val="24"/>
                <w:szCs w:val="24"/>
              </w:rPr>
              <w:t>regon se cilët janë personazhet e preferuara.</w:t>
            </w:r>
          </w:p>
          <w:p w:rsidR="00B35C58" w:rsidRPr="003D1D04" w:rsidRDefault="00B35C58" w:rsidP="00E52D9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val="sq-AL" w:eastAsia="sq-AL"/>
              </w:rPr>
              <w:t>Pranon dhe tregon respekt ndaj ideve të të tjerëve për tekstin.</w:t>
            </w:r>
          </w:p>
          <w:p w:rsidR="00B35C58" w:rsidRPr="003D1D04" w:rsidRDefault="00B35C58" w:rsidP="00E52D93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Situata e të nxënit</w:t>
            </w:r>
          </w:p>
          <w:p w:rsidR="0004705F" w:rsidRDefault="0004705F" w:rsidP="000470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705F" w:rsidRPr="003D1D04" w:rsidRDefault="0004705F" w:rsidP="000470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Duke ndërvepruar me tekstin nxënësit diskutojnë :</w:t>
            </w:r>
          </w:p>
          <w:p w:rsidR="0004705F" w:rsidRPr="003D1D04" w:rsidRDefault="0004705F" w:rsidP="000470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>mënyrës se si ata e kuptojnë pjesën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>,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  <w:p w:rsidR="0004705F" w:rsidRPr="003D1D04" w:rsidRDefault="0004705F" w:rsidP="000470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interpretimit të tyre në lidhje me </w:t>
            </w:r>
            <w:r>
              <w:rPr>
                <w:rFonts w:ascii="Times New Roman" w:hAnsi="Times New Roman"/>
                <w:sz w:val="24"/>
                <w:szCs w:val="24"/>
              </w:rPr>
              <w:t>fantazin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pjes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4705F" w:rsidRPr="003D1D04" w:rsidRDefault="0004705F" w:rsidP="000470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gramStart"/>
            <w:r w:rsidRPr="003D1D04">
              <w:rPr>
                <w:rFonts w:ascii="Times New Roman" w:hAnsi="Times New Roman"/>
                <w:sz w:val="24"/>
                <w:szCs w:val="24"/>
              </w:rPr>
              <w:t>rreth</w:t>
            </w:r>
            <w:proofErr w:type="gramEnd"/>
            <w:r w:rsidRPr="003D1D04">
              <w:rPr>
                <w:rFonts w:ascii="Times New Roman" w:hAnsi="Times New Roman"/>
                <w:sz w:val="24"/>
                <w:szCs w:val="24"/>
              </w:rPr>
              <w:t xml:space="preserve"> gjykimeve për ngjarje nga jeta e përditshe që lidhen  me temën.</w:t>
            </w:r>
          </w:p>
          <w:p w:rsidR="00B35C58" w:rsidRPr="003D1D04" w:rsidRDefault="00B35C58" w:rsidP="0004705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C58" w:rsidRPr="00306102" w:rsidTr="00E52D93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B35C58" w:rsidRPr="003D1D04" w:rsidRDefault="00B35C58" w:rsidP="00E52D93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04705F" w:rsidRDefault="0004705F" w:rsidP="0004705F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B35C58" w:rsidRPr="0004705F" w:rsidRDefault="00B35C58" w:rsidP="0004705F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4705F">
              <w:rPr>
                <w:rFonts w:ascii="Times New Roman" w:hAnsi="Times New Roman"/>
                <w:sz w:val="24"/>
                <w:szCs w:val="24"/>
              </w:rPr>
              <w:t>foto, mjete shkrimi,fletëA4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04705F" w:rsidRDefault="00B35C58" w:rsidP="000470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Artet, </w:t>
            </w:r>
            <w:r w:rsidR="0004705F">
              <w:rPr>
                <w:rFonts w:ascii="Times New Roman" w:hAnsi="Times New Roman"/>
                <w:sz w:val="24"/>
                <w:szCs w:val="24"/>
              </w:rPr>
              <w:t>Shoqëria dhe mjedisi</w:t>
            </w:r>
          </w:p>
          <w:p w:rsidR="00B35C58" w:rsidRPr="0004705F" w:rsidRDefault="00B35C58" w:rsidP="000470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B35C58" w:rsidRPr="003D1D04" w:rsidRDefault="00B35C58" w:rsidP="00E52D9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B35C58" w:rsidRPr="005411C3" w:rsidRDefault="00B35C58" w:rsidP="00E52D9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</w:tc>
      </w:tr>
      <w:tr w:rsidR="00B35C58" w:rsidRPr="00306102" w:rsidTr="0004705F">
        <w:trPr>
          <w:trHeight w:val="530"/>
        </w:trPr>
        <w:tc>
          <w:tcPr>
            <w:tcW w:w="9576" w:type="dxa"/>
            <w:gridSpan w:val="4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B35C58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Mësuesja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organizon klasën në grupe. Ajo ndan rolet në çdo grup (dhe kërkon nga nxënësit të lexojnë në heshtje fjalët e rolit përkatës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)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Më pas nxënësit në treshe luajnë sipas roleve. </w:t>
            </w:r>
          </w:p>
          <w:p w:rsidR="006F37E5" w:rsidRPr="003D1D04" w:rsidRDefault="006F37E5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Ata tregojn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p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 personazhin q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u p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lqen m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shume duke argumentuar preferenc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 e tyre.</w:t>
            </w:r>
          </w:p>
          <w:p w:rsidR="00B35C58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Tregohet përmbajtja në dyshe. Vlerësojnë njëri-tjetrin për mënyrën e të treguarit.</w:t>
            </w:r>
          </w:p>
          <w:p w:rsidR="006F37E5" w:rsidRPr="006F37E5" w:rsidRDefault="006F37E5" w:rsidP="006F37E5">
            <w:pPr>
              <w:numPr>
                <w:ilvl w:val="0"/>
                <w:numId w:val="13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Nx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sit kryejn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nj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 prej veprimtarive (ngjyrosin k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puc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 ose krijojn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objekte me materiale t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riciklueshme).</w:t>
            </w:r>
          </w:p>
          <w:p w:rsidR="00B35C58" w:rsidRPr="006F37E5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 pë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 pyetjet e rubrikës“Reflektoj“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. Nxënësit ndajn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me nj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ri-tjetrin </w:t>
            </w:r>
            <w:r w:rsidR="0004705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mendimin rreth pyetjeve duke e argumentuar at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04705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.</w:t>
            </w:r>
          </w:p>
          <w:p w:rsidR="006F37E5" w:rsidRPr="003D1D04" w:rsidRDefault="006F37E5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Plot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sohet rubrika “Shkruaj“, Ushtrimi 1.</w:t>
            </w:r>
          </w:p>
          <w:p w:rsidR="00B35C58" w:rsidRPr="003D1D04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mënyrën e bashkëpunimit në grupe.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vlerësimin që i bëjnë nxënësit njëri-tjetrit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tregimin e përmbajtjes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lojën me role 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 xml:space="preserve">ndarjen me të tjerët  të përvojave të tij 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3D1D04">
              <w:rPr>
                <w:b/>
              </w:rPr>
              <w:t>Detyrë shtëpie</w:t>
            </w:r>
            <w:r w:rsidRPr="003D1D04">
              <w:t>: Rubrika”Shkruaj”</w:t>
            </w:r>
            <w:r w:rsidR="006F37E5">
              <w:t xml:space="preserve"> ushtrimi 2</w:t>
            </w:r>
          </w:p>
        </w:tc>
      </w:tr>
    </w:tbl>
    <w:p w:rsidR="00B35C58" w:rsidRDefault="00B35C58"/>
    <w:p w:rsidR="00B35C58" w:rsidRDefault="00B35C58" w:rsidP="00B35C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35C58" w:rsidRPr="00306102" w:rsidTr="00E52D93">
        <w:tc>
          <w:tcPr>
            <w:tcW w:w="228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Gjuhët dhe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lastRenderedPageBreak/>
              <w:t>komunikimi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Lënda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Klasa 2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Data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5C58" w:rsidRPr="00306102" w:rsidTr="00E52D93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Tema mësimore</w:t>
            </w:r>
          </w:p>
          <w:p w:rsidR="00B35C58" w:rsidRPr="00C632EB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Semafori </w:t>
            </w:r>
            <w:r w:rsidR="006F37E5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zbavitet 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(ora e par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B35C58" w:rsidRPr="00C632EB" w:rsidRDefault="006F37E5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Semafor, ngjyra, rregull,</w:t>
            </w:r>
            <w:r w:rsidR="00B35C58"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kryq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zim, trafik</w:t>
            </w:r>
          </w:p>
        </w:tc>
      </w:tr>
      <w:tr w:rsidR="00B35C58" w:rsidRPr="00306102" w:rsidTr="00E52D93">
        <w:tc>
          <w:tcPr>
            <w:tcW w:w="4788" w:type="dxa"/>
            <w:gridSpan w:val="2"/>
            <w:shd w:val="clear" w:color="auto" w:fill="auto"/>
          </w:tcPr>
          <w:p w:rsidR="00B35C58" w:rsidRDefault="00B35C58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B35C58" w:rsidRPr="005411C3" w:rsidRDefault="00B35C58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3D1D04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I përgjigjet pyetjeve rreth përmbajtjes së tekstit.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Lidh pjesën  me përvoja nga jeta e vet.</w:t>
            </w:r>
          </w:p>
          <w:p w:rsidR="00B35C58" w:rsidRPr="005411C3" w:rsidRDefault="00B35C58" w:rsidP="00E52D9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B35C58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Duke ndërvepruar</w:t>
            </w:r>
            <w:r w:rsidR="00757088">
              <w:rPr>
                <w:rFonts w:ascii="Times New Roman" w:hAnsi="Times New Roman"/>
                <w:sz w:val="24"/>
                <w:szCs w:val="24"/>
              </w:rPr>
              <w:t xml:space="preserve"> me tekstin nxënësit diskutojnë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mënyrës se si ata e kuptojnë pjesën 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interpretimit të tyre në lidhje me </w:t>
            </w:r>
            <w:r w:rsidR="00757088">
              <w:rPr>
                <w:rFonts w:ascii="Times New Roman" w:hAnsi="Times New Roman"/>
                <w:sz w:val="24"/>
                <w:szCs w:val="24"/>
              </w:rPr>
              <w:t>semaforin,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gramStart"/>
            <w:r w:rsidRPr="003D1D04">
              <w:rPr>
                <w:rFonts w:ascii="Times New Roman" w:hAnsi="Times New Roman"/>
                <w:sz w:val="24"/>
                <w:szCs w:val="24"/>
              </w:rPr>
              <w:t>rreth</w:t>
            </w:r>
            <w:proofErr w:type="gramEnd"/>
            <w:r w:rsidRPr="003D1D04">
              <w:rPr>
                <w:rFonts w:ascii="Times New Roman" w:hAnsi="Times New Roman"/>
                <w:sz w:val="24"/>
                <w:szCs w:val="24"/>
              </w:rPr>
              <w:t xml:space="preserve"> gjykimeve për ngjarje nga jeta e përditshe që lidhen  me temën.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C58" w:rsidRPr="00306102" w:rsidTr="00E52D93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B35C58" w:rsidRPr="003D1D04" w:rsidRDefault="00B35C58" w:rsidP="00E52D93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8C1E76" w:rsidRDefault="008C1E76" w:rsidP="008C1E76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B35C58" w:rsidRPr="008C1E76" w:rsidRDefault="00B35C58" w:rsidP="008C1E76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C1E76">
              <w:rPr>
                <w:rFonts w:ascii="Times New Roman" w:hAnsi="Times New Roman"/>
                <w:sz w:val="24"/>
                <w:szCs w:val="24"/>
              </w:rPr>
              <w:t>informacione nga internet</w:t>
            </w:r>
            <w:r w:rsidR="00757088" w:rsidRPr="008C1E76">
              <w:rPr>
                <w:rFonts w:ascii="Times New Roman" w:hAnsi="Times New Roman"/>
                <w:sz w:val="24"/>
                <w:szCs w:val="24"/>
              </w:rPr>
              <w:t>i</w:t>
            </w:r>
            <w:r w:rsidRPr="008C1E76">
              <w:rPr>
                <w:rFonts w:ascii="Times New Roman" w:hAnsi="Times New Roman"/>
                <w:sz w:val="24"/>
                <w:szCs w:val="24"/>
              </w:rPr>
              <w:t>, foto, mjete shkrimi,fletëA4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B35C58" w:rsidRPr="003D1D04" w:rsidRDefault="00B35C58" w:rsidP="00E52D93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B35C58" w:rsidRPr="003D1D04" w:rsidRDefault="00B35C58" w:rsidP="00E52D9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B35C58" w:rsidRPr="005411C3" w:rsidRDefault="00B35C58" w:rsidP="00E52D9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</w:tc>
      </w:tr>
      <w:tr w:rsidR="00B35C58" w:rsidRPr="00306102" w:rsidTr="00E52D93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Mësuesja fton nxënësit të bëjnë parashikimin rreth përmbajtjes së tekst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it duke u mbështetur te titulli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,  ilustrimet e tekstit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dhe fjal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t ky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ç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e.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Më pas lexohet pjesa me paragraf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 Gjatë leximit nxënësit nënvizojnë fjalët e reja dhe pjesët që u pëlqejnë më shumë. Diskutojn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p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ndryshimet nga parashikimi q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b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8C1E76" w:rsidRPr="003D1D04" w:rsidRDefault="008C1E76" w:rsidP="008C1E76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Diskutohet për llojin e tekstit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(tregim 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fantastik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) dhe 2-3 karakteristika të tij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(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personazhe 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jo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realë, ngjarje që 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nuk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mund të ndodhin në jetën e përditshme etj)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Punohet me fjalorin për të kuptuar  fjalët e reja. 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Lexohet pjesa zinxhir sipas paragrafëve. 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Shënojnë më shenjat e vëtetë, e gabuar fjalitë  t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e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k rubrika “Lexoj dhe kuptoj”. Shkëmbejnë librat e vlerësojnë punën e njëri-tjetrit.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lastRenderedPageBreak/>
              <w:t>vlerësimin që i bëjnë nxënësit njëri-tjetrit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3D1D04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tregon se e ka kuptuar brendinë duke dhënë përgjigjet e duhura.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 me përvoja nga jeta e vet.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tekstin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B35C58" w:rsidRPr="003D1D04" w:rsidRDefault="00B35C58" w:rsidP="00B35C58">
      <w:pPr>
        <w:rPr>
          <w:rFonts w:eastAsia="Calibri"/>
          <w:snapToGrid/>
        </w:rPr>
      </w:pPr>
    </w:p>
    <w:p w:rsidR="00B35C58" w:rsidRPr="003D1D04" w:rsidRDefault="00B35C58" w:rsidP="00B35C58">
      <w:pPr>
        <w:rPr>
          <w:rFonts w:eastAsia="Calibri"/>
          <w:snapToGrid/>
        </w:rPr>
      </w:pPr>
    </w:p>
    <w:p w:rsidR="00B35C58" w:rsidRPr="003D1D04" w:rsidRDefault="00B35C58" w:rsidP="00B35C58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35C58" w:rsidRPr="00306102" w:rsidTr="00E52D93">
        <w:tc>
          <w:tcPr>
            <w:tcW w:w="228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1E76" w:rsidRPr="00306102" w:rsidTr="00E52D93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8C1E76" w:rsidRPr="003D1D04" w:rsidRDefault="008C1E76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8C1E76" w:rsidRPr="003D1D04" w:rsidRDefault="00F91307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Semafori zbavitet</w:t>
            </w:r>
            <w:r w:rsidR="008C1E7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="008C1E76" w:rsidRPr="003D1D04">
              <w:rPr>
                <w:rFonts w:ascii="Times New Roman" w:hAnsi="Times New Roman"/>
                <w:sz w:val="24"/>
                <w:szCs w:val="24"/>
                <w:lang w:val="de-DE"/>
              </w:rPr>
              <w:t>(ora e dyt</w:t>
            </w:r>
            <w:r w:rsidR="008C1E76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8C1E76"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  <w:p w:rsidR="008C1E76" w:rsidRPr="003D1D04" w:rsidRDefault="008C1E76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E76" w:rsidRPr="003D1D04" w:rsidRDefault="008C1E76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8C1E76" w:rsidRPr="003D1D04" w:rsidRDefault="008C1E76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8C1E76" w:rsidRPr="00C632EB" w:rsidRDefault="008C1E76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Semafor, ngjyra, rregull,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kryq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zim, trafik</w:t>
            </w:r>
          </w:p>
        </w:tc>
      </w:tr>
      <w:tr w:rsidR="008C1E76" w:rsidRPr="00306102" w:rsidTr="00E52D93">
        <w:tc>
          <w:tcPr>
            <w:tcW w:w="4788" w:type="dxa"/>
            <w:gridSpan w:val="2"/>
            <w:shd w:val="clear" w:color="auto" w:fill="auto"/>
          </w:tcPr>
          <w:p w:rsidR="008C1E76" w:rsidRPr="003D1D04" w:rsidRDefault="008C1E76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A775F7" w:rsidRPr="003D1D04" w:rsidRDefault="00A775F7" w:rsidP="00A775F7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</w:rPr>
              <w:t xml:space="preserve">Lexon </w:t>
            </w:r>
            <w:r w:rsidRPr="003D1D04">
              <w:rPr>
                <w:rFonts w:ascii="Times New Roman" w:hAnsi="Times New Roman"/>
                <w:bCs/>
                <w:sz w:val="24"/>
                <w:szCs w:val="24"/>
              </w:rPr>
              <w:t>rrjedhshëm dhe me intonacionin e duhur tekstin.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8C1E76" w:rsidRPr="003D1D04" w:rsidRDefault="008C1E76" w:rsidP="00A775F7">
            <w:pPr>
              <w:tabs>
                <w:tab w:val="left" w:pos="0"/>
                <w:tab w:val="left" w:pos="360"/>
              </w:tabs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</w:p>
          <w:p w:rsidR="005338A1" w:rsidRDefault="005338A1" w:rsidP="005338A1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</w:rPr>
              <w:t>Përshkruan me fjalë të thjeshta personazh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in fantastik.</w:t>
            </w:r>
          </w:p>
          <w:p w:rsidR="008C1E76" w:rsidRPr="00292886" w:rsidRDefault="005338A1" w:rsidP="00292886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T</w:t>
            </w:r>
            <w:r w:rsidRPr="003D1D04">
              <w:rPr>
                <w:rFonts w:ascii="Times New Roman" w:eastAsia="Batang" w:hAnsi="Times New Roman"/>
                <w:sz w:val="24"/>
                <w:szCs w:val="24"/>
              </w:rPr>
              <w:t>regon se cilët janë personazhet e preferuara.</w:t>
            </w:r>
          </w:p>
          <w:p w:rsidR="00292886" w:rsidRDefault="00292886" w:rsidP="00292886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Tregon brendinë duke respektuar strukturën e tekstit.</w:t>
            </w:r>
          </w:p>
          <w:p w:rsidR="00A775F7" w:rsidRPr="00A775F7" w:rsidRDefault="00A775F7" w:rsidP="00A775F7">
            <w:pPr>
              <w:numPr>
                <w:ilvl w:val="0"/>
                <w:numId w:val="15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Shpreh ndjenjat dhe mendimet personale rreth pjesës që lexon, me ndihmën e mësuesit. </w:t>
            </w:r>
          </w:p>
          <w:p w:rsidR="00292886" w:rsidRPr="003D1D04" w:rsidRDefault="00292886" w:rsidP="00292886">
            <w:pPr>
              <w:numPr>
                <w:ilvl w:val="0"/>
                <w:numId w:val="2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Cs/>
                <w:sz w:val="24"/>
                <w:szCs w:val="24"/>
                <w:lang w:val="sq-AL"/>
              </w:rPr>
              <w:t>Jep mendime rreth tekstit duke i argumentuar ato.</w:t>
            </w:r>
          </w:p>
          <w:p w:rsidR="00292886" w:rsidRPr="003D1D04" w:rsidRDefault="00292886" w:rsidP="0029288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me përvoja nga jeta e vet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8C1E76" w:rsidRPr="003D1D04" w:rsidRDefault="008C1E76" w:rsidP="00E52D93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8C1E76" w:rsidRPr="003D1D04" w:rsidRDefault="008C1E76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8C1E76" w:rsidRDefault="008C1E76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E76" w:rsidRPr="003D1D04" w:rsidRDefault="008C1E76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Duke ndërvepruar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 tekstin nxënësit diskutojnë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C1E76" w:rsidRPr="003D1D04" w:rsidRDefault="008C1E76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mënyrës se si ata e kuptojnë pjesën </w:t>
            </w:r>
          </w:p>
          <w:p w:rsidR="008C1E76" w:rsidRPr="003D1D04" w:rsidRDefault="008C1E76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interpretimit të tyre në lidhje me </w:t>
            </w:r>
            <w:r>
              <w:rPr>
                <w:rFonts w:ascii="Times New Roman" w:hAnsi="Times New Roman"/>
                <w:sz w:val="24"/>
                <w:szCs w:val="24"/>
              </w:rPr>
              <w:t>semaforin,</w:t>
            </w:r>
          </w:p>
          <w:p w:rsidR="008C1E76" w:rsidRPr="003D1D04" w:rsidRDefault="008C1E76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gramStart"/>
            <w:r w:rsidRPr="003D1D04">
              <w:rPr>
                <w:rFonts w:ascii="Times New Roman" w:hAnsi="Times New Roman"/>
                <w:sz w:val="24"/>
                <w:szCs w:val="24"/>
              </w:rPr>
              <w:t>rreth</w:t>
            </w:r>
            <w:proofErr w:type="gramEnd"/>
            <w:r w:rsidRPr="003D1D04">
              <w:rPr>
                <w:rFonts w:ascii="Times New Roman" w:hAnsi="Times New Roman"/>
                <w:sz w:val="24"/>
                <w:szCs w:val="24"/>
              </w:rPr>
              <w:t xml:space="preserve"> gjykimeve për ngjarje nga jeta e përditshe që lidhen  me temën.</w:t>
            </w:r>
          </w:p>
          <w:p w:rsidR="008C1E76" w:rsidRPr="003D1D04" w:rsidRDefault="008C1E76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E76" w:rsidRPr="003D1D04" w:rsidRDefault="008C1E76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8C1E76" w:rsidRPr="003D1D04" w:rsidRDefault="008C1E76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E76" w:rsidRPr="003D1D04" w:rsidRDefault="008C1E76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C58" w:rsidRPr="00306102" w:rsidTr="00E52D93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B35C58" w:rsidRPr="003D1D04" w:rsidRDefault="00B35C58" w:rsidP="00E52D93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5338A1" w:rsidRDefault="00B35C58" w:rsidP="005338A1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lastRenderedPageBreak/>
              <w:t>teksti mësimor</w:t>
            </w:r>
          </w:p>
          <w:p w:rsidR="00B35C58" w:rsidRPr="005338A1" w:rsidRDefault="005338A1" w:rsidP="005338A1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informacione nga interneti, </w:t>
            </w:r>
            <w:r w:rsidR="00B35C58" w:rsidRPr="005338A1">
              <w:rPr>
                <w:rFonts w:ascii="Times New Roman" w:hAnsi="Times New Roman"/>
                <w:sz w:val="24"/>
                <w:szCs w:val="24"/>
              </w:rPr>
              <w:t>foto, mjete shkrimi,fletëA4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Lidhja me fushat e tjera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B35C58" w:rsidRPr="003D1D04" w:rsidRDefault="00B35C58" w:rsidP="00E52D93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lastRenderedPageBreak/>
              <w:t>Lidhja  me temat ndërkurrikulare</w:t>
            </w:r>
          </w:p>
          <w:p w:rsidR="00B35C58" w:rsidRPr="003D1D04" w:rsidRDefault="00B35C58" w:rsidP="00E52D9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B35C58" w:rsidRPr="005411C3" w:rsidRDefault="00B35C58" w:rsidP="00E52D9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</w:tc>
      </w:tr>
      <w:tr w:rsidR="00B35C58" w:rsidRPr="00306102" w:rsidTr="00E52D93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5338A1" w:rsidRPr="005338A1" w:rsidRDefault="00B35C58" w:rsidP="005338A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tuhi mendimesh me gjithë klasën</w:t>
            </w:r>
            <w:r w:rsidR="005338A1">
              <w:rPr>
                <w:rFonts w:ascii="Times New Roman" w:hAnsi="Times New Roman"/>
                <w:sz w:val="24"/>
                <w:szCs w:val="24"/>
                <w:lang w:val="de-DE"/>
              </w:rPr>
              <w:t>-</w:t>
            </w:r>
            <w:r w:rsidR="005338A1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 w:rsidR="005338A1">
              <w:rPr>
                <w:rFonts w:ascii="Times New Roman" w:hAnsi="Times New Roman"/>
                <w:sz w:val="24"/>
                <w:szCs w:val="24"/>
              </w:rPr>
              <w:t>suesja paraqet n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 w:rsidR="005338A1">
              <w:rPr>
                <w:rFonts w:ascii="Times New Roman" w:hAnsi="Times New Roman"/>
                <w:sz w:val="24"/>
                <w:szCs w:val="24"/>
              </w:rPr>
              <w:t xml:space="preserve"> foto/video nj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 w:rsidR="005338A1">
              <w:rPr>
                <w:rFonts w:ascii="Times New Roman" w:hAnsi="Times New Roman"/>
                <w:sz w:val="24"/>
                <w:szCs w:val="24"/>
              </w:rPr>
              <w:t xml:space="preserve"> situat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 w:rsidR="005338A1">
              <w:rPr>
                <w:rFonts w:ascii="Times New Roman" w:hAnsi="Times New Roman"/>
                <w:sz w:val="24"/>
                <w:szCs w:val="24"/>
              </w:rPr>
              <w:t xml:space="preserve"> trafiku n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 w:rsidR="005338A1">
              <w:rPr>
                <w:rFonts w:ascii="Times New Roman" w:hAnsi="Times New Roman"/>
                <w:sz w:val="24"/>
                <w:szCs w:val="24"/>
              </w:rPr>
              <w:t xml:space="preserve"> kryq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 w:rsidR="005338A1">
              <w:rPr>
                <w:rFonts w:ascii="Times New Roman" w:hAnsi="Times New Roman"/>
                <w:sz w:val="24"/>
                <w:szCs w:val="24"/>
              </w:rPr>
              <w:t xml:space="preserve">zim. </w:t>
            </w:r>
            <w:r w:rsidR="005338A1">
              <w:rPr>
                <w:rFonts w:ascii="Times New Roman" w:hAnsi="Times New Roman"/>
                <w:sz w:val="24"/>
                <w:szCs w:val="24"/>
                <w:lang w:val="de-DE"/>
              </w:rPr>
              <w:t>Ajo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shkruan në tabelë mendimet e nxënësve.</w:t>
            </w:r>
          </w:p>
          <w:p w:rsidR="005338A1" w:rsidRDefault="005338A1" w:rsidP="005338A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Nx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sit lexojn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me paragraf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-</w:t>
            </w:r>
            <w:r w:rsidR="00F91307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lex</w:t>
            </w:r>
            <w:r w:rsidR="00F91307">
              <w:rPr>
                <w:rFonts w:ascii="Times New Roman" w:hAnsi="Times New Roman"/>
                <w:sz w:val="24"/>
                <w:szCs w:val="24"/>
                <w:lang w:val="de-DE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, p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rmblidh n</w:t>
            </w:r>
            <w:r w:rsidR="00E52D93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dyshe.</w:t>
            </w:r>
          </w:p>
          <w:p w:rsidR="005338A1" w:rsidRPr="005338A1" w:rsidRDefault="00B35C58" w:rsidP="005338A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Tregohet përmbajtja </w:t>
            </w:r>
            <w:r w:rsidR="00F91307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e pjes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F91307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. Vlerësojnë njëri-tjetrin për mënyrën e të treguarit.</w:t>
            </w:r>
            <w:r w:rsidR="005338A1" w:rsidRPr="005338A1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</w:t>
            </w:r>
          </w:p>
          <w:p w:rsidR="00B35C58" w:rsidRPr="005338A1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 pë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 pyetjet e rubrikës“Reflektoj“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. Nxënësit ndajn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me nj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ri-tjetrin p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rvoja nga </w:t>
            </w:r>
            <w:r w:rsidR="005338A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situata t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5338A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ngajashme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.</w:t>
            </w:r>
            <w:r w:rsidR="005338A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(trafiku me t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5338A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cilin ndeshen çdo dit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5338A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)</w:t>
            </w:r>
          </w:p>
          <w:p w:rsidR="005338A1" w:rsidRPr="00F91307" w:rsidRDefault="005338A1" w:rsidP="005338A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Plot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sohet rubrika “Shkruaj“, Ushtrimi 1.</w:t>
            </w:r>
          </w:p>
          <w:p w:rsidR="00F91307" w:rsidRPr="005338A1" w:rsidRDefault="00F91307" w:rsidP="005338A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Improvizohet 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klas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nj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situat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e ngjashme. Nx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sit marrin nga nj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rol p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 t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interpretuar. </w:t>
            </w:r>
          </w:p>
          <w:p w:rsidR="00B35C58" w:rsidRPr="003D1D04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mënyrën e bashkëpunimit në grupe.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vlerësimin që i bëjnë nxënësit njëri-tjetrit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tregimin e përmbajtjes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 xml:space="preserve">ndarjen me të tjerët  të përvojave të tij 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B35C58" w:rsidRDefault="00B35C58" w:rsidP="00B35C58"/>
    <w:p w:rsidR="00B35C58" w:rsidRDefault="00B35C58" w:rsidP="00B35C58"/>
    <w:p w:rsidR="00F91307" w:rsidRDefault="00F91307" w:rsidP="00B35C58"/>
    <w:p w:rsidR="00B71E62" w:rsidRPr="002E62E3" w:rsidRDefault="00B71E62" w:rsidP="00B71E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71E62" w:rsidRPr="008E5EA1" w:rsidTr="00F90D86">
        <w:tc>
          <w:tcPr>
            <w:tcW w:w="2280" w:type="dxa"/>
            <w:shd w:val="clear" w:color="auto" w:fill="auto"/>
          </w:tcPr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EA1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EA1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EA1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EA1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EA1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EA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1E62" w:rsidRPr="008E5EA1" w:rsidTr="00F90D86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71E62" w:rsidRPr="008E5EA1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B71E62" w:rsidRPr="008E5EA1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E5EA1">
              <w:rPr>
                <w:color w:val="000000"/>
              </w:rPr>
              <w:t>Unë i respektoj rregullat(ora e par</w:t>
            </w:r>
            <w:r>
              <w:rPr>
                <w:color w:val="000000"/>
              </w:rPr>
              <w:t>ë</w:t>
            </w:r>
            <w:r w:rsidRPr="008E5EA1">
              <w:rPr>
                <w:color w:val="000000"/>
              </w:rPr>
              <w:t>)</w:t>
            </w: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EA1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EA1">
              <w:rPr>
                <w:rFonts w:ascii="Times New Roman" w:hAnsi="Times New Roman"/>
                <w:sz w:val="24"/>
                <w:szCs w:val="24"/>
              </w:rPr>
              <w:t>respektoj, rregulla, 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</w:rPr>
              <w:t>shilla, semafor, kryq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</w:rPr>
              <w:t>zim</w:t>
            </w: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B71E62" w:rsidRPr="008E5EA1" w:rsidTr="00F90D86">
        <w:tc>
          <w:tcPr>
            <w:tcW w:w="4788" w:type="dxa"/>
            <w:gridSpan w:val="2"/>
            <w:shd w:val="clear" w:color="auto" w:fill="auto"/>
          </w:tcPr>
          <w:p w:rsidR="00B71E62" w:rsidRPr="008E5EA1" w:rsidRDefault="00B71E62" w:rsidP="00F90D8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B71E62" w:rsidRPr="008E5EA1" w:rsidRDefault="00B71E62" w:rsidP="00B71E62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lastRenderedPageBreak/>
              <w:t>Shkruan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shilla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r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nyrjen e ecjes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rrug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B71E62" w:rsidRPr="008E5EA1" w:rsidRDefault="00B71E62" w:rsidP="00B71E62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5EA1">
              <w:rPr>
                <w:rFonts w:ascii="Times New Roman" w:hAnsi="Times New Roman"/>
                <w:sz w:val="24"/>
                <w:szCs w:val="24"/>
                <w:lang w:val="sq-AL"/>
              </w:rPr>
              <w:t>Respekton rregullat drejtshkrimore gjatë të shkruarit.</w:t>
            </w:r>
          </w:p>
          <w:p w:rsidR="00B71E62" w:rsidRPr="008E5EA1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B71E62" w:rsidRPr="008E5EA1" w:rsidRDefault="00B71E62" w:rsidP="00B71E62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8E5EA1">
              <w:rPr>
                <w:rFonts w:ascii="Times New Roman" w:eastAsia="Batang" w:hAnsi="Times New Roman"/>
                <w:sz w:val="24"/>
                <w:szCs w:val="24"/>
                <w:lang w:val="sq-AL"/>
              </w:rPr>
              <w:t>Bën qortime të  thjeshta drejtshkrimore.</w:t>
            </w:r>
          </w:p>
          <w:p w:rsidR="00B71E62" w:rsidRPr="008E5EA1" w:rsidRDefault="00B71E62" w:rsidP="00B71E62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5EA1">
              <w:rPr>
                <w:rFonts w:ascii="Times New Roman" w:hAnsi="Times New Roman"/>
                <w:sz w:val="24"/>
                <w:szCs w:val="24"/>
                <w:lang w:val="sq-AL"/>
              </w:rPr>
              <w:t>Shfaq besim, vullnet dhe shpirt krijues gjatë procesit të të shkruarit</w:t>
            </w:r>
          </w:p>
          <w:p w:rsidR="00B71E62" w:rsidRPr="008E5EA1" w:rsidRDefault="00B71E62" w:rsidP="00B71E62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5EA1">
              <w:rPr>
                <w:rFonts w:ascii="Times New Roman" w:hAnsi="Times New Roman"/>
                <w:sz w:val="24"/>
                <w:szCs w:val="24"/>
                <w:lang w:val="sq-AL"/>
              </w:rPr>
              <w:t>Vlerëson punët e të tjerëve</w:t>
            </w:r>
          </w:p>
          <w:p w:rsidR="00B71E62" w:rsidRPr="00673712" w:rsidRDefault="00B71E62" w:rsidP="00B71E62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sz w:val="24"/>
                <w:szCs w:val="24"/>
                <w:lang w:val="sq-AL"/>
              </w:rPr>
              <w:t>Bashkëpunon në grup për kryerjen e një detyre.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Situata e të nxënit</w:t>
            </w: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EA1">
              <w:rPr>
                <w:rFonts w:ascii="Times New Roman" w:hAnsi="Times New Roman"/>
                <w:sz w:val="24"/>
                <w:szCs w:val="24"/>
              </w:rPr>
              <w:t>Improvizim i kalimit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</w:rPr>
              <w:t xml:space="preserve"> udh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</w:rPr>
              <w:t>kryq</w:t>
            </w: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E62" w:rsidRPr="008E5EA1" w:rsidTr="00F90D86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B71E62" w:rsidRPr="008E5EA1" w:rsidRDefault="00B71E62" w:rsidP="00B71E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E5EA1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B71E62" w:rsidRDefault="00B71E62" w:rsidP="00B71E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E5EA1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B71E62" w:rsidRPr="00673712" w:rsidRDefault="00B71E62" w:rsidP="00B71E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73712">
              <w:rPr>
                <w:rFonts w:ascii="Times New Roman" w:hAnsi="Times New Roman"/>
                <w:sz w:val="24"/>
                <w:szCs w:val="24"/>
              </w:rPr>
              <w:t>informacione nga interneti, foto,mjete shkrimi fletë A4 ,semaforë prej kartoni,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5EA1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EA1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B71E62" w:rsidRPr="008E5EA1" w:rsidRDefault="00B71E62" w:rsidP="00F90D86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8E5EA1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B71E62" w:rsidRPr="008E5EA1" w:rsidRDefault="00B71E62" w:rsidP="00F90D8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E5EA1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B71E62" w:rsidRPr="008E5EA1" w:rsidRDefault="00B71E62" w:rsidP="00F90D8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E5EA1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  <w:p w:rsidR="00B71E62" w:rsidRPr="008E5EA1" w:rsidRDefault="00B71E62" w:rsidP="00F90D8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E5EA1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Bashkëjetesa paqësore</w:t>
            </w: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E62" w:rsidRPr="008E5EA1" w:rsidTr="00F90D86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8E5EA1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71E62" w:rsidRPr="008E5EA1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8E5EA1" w:rsidRDefault="00B71E62" w:rsidP="00F90D8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5EA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 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Stuhi mendimi, Diskutim, Bisedë, Punë në çift, Punë në grup, Punë me gjithë klasën.</w:t>
            </w:r>
          </w:p>
          <w:p w:rsidR="00B71E62" w:rsidRPr="008E5EA1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B71E62" w:rsidRPr="008E5EA1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71E62" w:rsidRPr="008E5EA1" w:rsidRDefault="00B71E62" w:rsidP="00B71E6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Stuhi mendimi: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sit punojn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grupe e shkruajn</w:t>
            </w:r>
            <w:r w:rsidR="00782712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r rregullat e ecjes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rrug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Prezantohet puna sipas grupeve. </w:t>
            </w:r>
          </w:p>
          <w:p w:rsidR="00B71E62" w:rsidRPr="008E5EA1" w:rsidRDefault="00B71E62" w:rsidP="00B71E6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suesja prezanton tem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n dhe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sit komentojn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figurat.</w:t>
            </w:r>
          </w:p>
          <w:p w:rsidR="00B71E62" w:rsidRPr="008E5EA1" w:rsidRDefault="00B71E62" w:rsidP="00B71E6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Ushtrimi 1-Nx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sit vendosin numra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rshtatje me figurat e semaforit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djatht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ushtrimit.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sit diskutojn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r  kryerjen e us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h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trimit dhe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r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re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g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ullat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="00782712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semafor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B71E62" w:rsidRPr="008E5EA1" w:rsidRDefault="00B71E62" w:rsidP="00B71E6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Rishikim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 Ushtrimi 2 –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sit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tri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shilla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r kalimin e rrug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s.</w:t>
            </w:r>
          </w:p>
          <w:p w:rsidR="00B71E62" w:rsidRPr="008E5EA1" w:rsidRDefault="00B71E62" w:rsidP="00F90D8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     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mbej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librat e 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qortime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thjeshta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r gabimet drejtshkrimore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mund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ken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</w:t>
            </w:r>
          </w:p>
          <w:p w:rsidR="00B71E62" w:rsidRPr="008E5EA1" w:rsidRDefault="00B71E62" w:rsidP="00B71E6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Improvizohet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udh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kryq dhe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sit ecin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sipas grupeve. Shok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t e grupeve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tjera e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rregull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n 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rkat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se.</w:t>
            </w:r>
          </w:p>
          <w:p w:rsidR="00B71E62" w:rsidRPr="008E5EA1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71E62" w:rsidRPr="008E5EA1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8E5E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1E62" w:rsidRPr="008E5EA1" w:rsidRDefault="00B71E62" w:rsidP="00B71E62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8E5EA1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B71E62" w:rsidRPr="008E5EA1" w:rsidRDefault="00B71E62" w:rsidP="00B71E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lastRenderedPageBreak/>
              <w:t>vlerësimin që i bëjnë nxënësit njëri-tjetrit</w:t>
            </w:r>
          </w:p>
          <w:p w:rsidR="00B71E62" w:rsidRPr="008E5EA1" w:rsidRDefault="00B71E62" w:rsidP="00B71E6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shkrimin e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shilla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ve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r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nyrj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n e ecjes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rrug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B71E62" w:rsidRPr="00673712" w:rsidRDefault="00B71E62" w:rsidP="00B71E62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napToGrid/>
                <w:sz w:val="24"/>
                <w:szCs w:val="24"/>
                <w:lang w:val="sq-AL"/>
              </w:rPr>
            </w:pPr>
            <w:r w:rsidRPr="008E5EA1">
              <w:rPr>
                <w:rFonts w:ascii="Times New Roman" w:hAnsi="Times New Roman"/>
                <w:sz w:val="24"/>
                <w:szCs w:val="24"/>
                <w:lang w:val="sq-AL"/>
              </w:rPr>
              <w:t>respektimin e rregullave drejtshkrimore gjatë të shkruarit.</w:t>
            </w:r>
          </w:p>
          <w:p w:rsidR="00B71E62" w:rsidRPr="008E5EA1" w:rsidRDefault="00B71E62" w:rsidP="00B71E6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8E5EA1">
              <w:rPr>
                <w:rFonts w:ascii="Times New Roman" w:eastAsia="Batang" w:hAnsi="Times New Roman"/>
                <w:sz w:val="24"/>
                <w:szCs w:val="24"/>
                <w:lang w:val="sq-AL"/>
              </w:rPr>
              <w:t>Bërjen e qortime të  thjeshta drejtshkrimore.</w:t>
            </w:r>
          </w:p>
          <w:p w:rsidR="00B71E62" w:rsidRPr="008E5EA1" w:rsidRDefault="00B71E62" w:rsidP="00B71E6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5EA1">
              <w:rPr>
                <w:rFonts w:ascii="Times New Roman" w:hAnsi="Times New Roman"/>
                <w:sz w:val="24"/>
                <w:szCs w:val="24"/>
                <w:lang w:val="sq-AL"/>
              </w:rPr>
              <w:t>shfaqjen e besimit, vullnetit dhe shpirtit krijues gjatë procesit të të shkruarit</w:t>
            </w:r>
          </w:p>
          <w:p w:rsidR="00B71E62" w:rsidRPr="008E5EA1" w:rsidRDefault="00B71E62" w:rsidP="00B71E62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5EA1">
              <w:rPr>
                <w:rFonts w:ascii="Times New Roman" w:hAnsi="Times New Roman"/>
                <w:sz w:val="24"/>
                <w:szCs w:val="24"/>
                <w:lang w:val="sq-AL"/>
              </w:rPr>
              <w:t>vlerësimin e punës s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të tjerëve</w:t>
            </w:r>
          </w:p>
          <w:p w:rsidR="00B71E62" w:rsidRPr="008E5EA1" w:rsidRDefault="00B71E62" w:rsidP="00B71E6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8E5EA1">
              <w:rPr>
                <w:rFonts w:ascii="Times New Roman" w:hAnsi="Times New Roman"/>
                <w:sz w:val="24"/>
                <w:szCs w:val="24"/>
                <w:lang w:val="sq-AL"/>
              </w:rPr>
              <w:t>bashkëpunimin në grup për kryerjen detyr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8E5EA1">
              <w:rPr>
                <w:rFonts w:ascii="Times New Roman" w:hAnsi="Times New Roman"/>
                <w:sz w:val="24"/>
                <w:szCs w:val="24"/>
                <w:lang w:val="sq-AL"/>
              </w:rPr>
              <w:t>s.</w:t>
            </w:r>
          </w:p>
          <w:p w:rsidR="00B71E62" w:rsidRPr="008E5EA1" w:rsidRDefault="00B71E62" w:rsidP="00F90D86">
            <w:pPr>
              <w:spacing w:after="0" w:line="36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E5EA1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Detyr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8E5EA1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sht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8E5EA1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pie</w:t>
            </w:r>
            <w:r w:rsidRPr="008E5EA1">
              <w:rPr>
                <w:rFonts w:ascii="Times New Roman" w:hAnsi="Times New Roman"/>
                <w:color w:val="222222"/>
                <w:sz w:val="24"/>
                <w:szCs w:val="24"/>
              </w:rPr>
              <w:t>: shkruaj dh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8E5EA1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dy k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8E5EA1">
              <w:rPr>
                <w:rFonts w:ascii="Times New Roman" w:hAnsi="Times New Roman"/>
                <w:color w:val="222222"/>
                <w:sz w:val="24"/>
                <w:szCs w:val="24"/>
              </w:rPr>
              <w:t>shilla t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8E5EA1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tjera p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8E5EA1">
              <w:rPr>
                <w:rFonts w:ascii="Times New Roman" w:hAnsi="Times New Roman"/>
                <w:color w:val="222222"/>
                <w:sz w:val="24"/>
                <w:szCs w:val="24"/>
              </w:rPr>
              <w:t>r kalimin e rrug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8E5EA1">
              <w:rPr>
                <w:rFonts w:ascii="Times New Roman" w:hAnsi="Times New Roman"/>
                <w:color w:val="222222"/>
                <w:sz w:val="24"/>
                <w:szCs w:val="24"/>
              </w:rPr>
              <w:t>s</w:t>
            </w:r>
          </w:p>
        </w:tc>
      </w:tr>
    </w:tbl>
    <w:p w:rsidR="00B71E62" w:rsidRDefault="00B71E62" w:rsidP="00B71E62"/>
    <w:p w:rsidR="00B71E62" w:rsidRPr="002E62E3" w:rsidRDefault="00B71E62" w:rsidP="00B71E62"/>
    <w:p w:rsidR="00B71E62" w:rsidRPr="002E62E3" w:rsidRDefault="00B71E62" w:rsidP="00B71E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71E62" w:rsidRPr="002E62E3" w:rsidTr="00F90D86">
        <w:tc>
          <w:tcPr>
            <w:tcW w:w="2280" w:type="dxa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1E62" w:rsidRPr="002E62E3" w:rsidTr="00F90D86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color w:val="000000"/>
              </w:rPr>
              <w:t>Unë i respektoj rregullat(ora e dyt</w:t>
            </w:r>
            <w:r>
              <w:rPr>
                <w:color w:val="000000"/>
              </w:rPr>
              <w:t>ë</w:t>
            </w:r>
            <w:r w:rsidRPr="00C50183">
              <w:rPr>
                <w:color w:val="000000"/>
              </w:rPr>
              <w:t>)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respektoj, rregulla, 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shilla, semafor, kryq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zim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B71E62" w:rsidRPr="002E62E3" w:rsidTr="00F90D86"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B71E62" w:rsidRDefault="00B71E62" w:rsidP="00B71E62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Shkruan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shilla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nyrjen e ecjes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rrug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B71E62" w:rsidRPr="00C50183" w:rsidRDefault="00B71E62" w:rsidP="00B71E62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Shkruajnë mbylljen e një tregimi sipas imagjinatës së tyre.</w:t>
            </w:r>
          </w:p>
          <w:p w:rsidR="00B71E62" w:rsidRPr="00C50183" w:rsidRDefault="00B71E62" w:rsidP="00B71E62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Respekton rregullat drejtshkrimore gjatë të shkruarit.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B71E62" w:rsidRPr="00C50183" w:rsidRDefault="00B71E62" w:rsidP="00B71E62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eastAsia="Batang" w:hAnsi="Times New Roman"/>
                <w:sz w:val="24"/>
                <w:szCs w:val="24"/>
                <w:lang w:val="sq-AL"/>
              </w:rPr>
              <w:t>Bën qortime të  thjeshta drejtshkrimore.</w:t>
            </w:r>
          </w:p>
          <w:p w:rsidR="00B71E62" w:rsidRPr="00C50183" w:rsidRDefault="00B71E62" w:rsidP="00B71E62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Shfaq besim, vullnet dhe shpirt krijues gjatë procesit të të shkruarit</w:t>
            </w:r>
          </w:p>
          <w:p w:rsidR="00B71E62" w:rsidRPr="00C50183" w:rsidRDefault="00B71E62" w:rsidP="00B71E62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Vlerëson punët e të tjerëve</w:t>
            </w:r>
          </w:p>
          <w:p w:rsidR="00B71E62" w:rsidRPr="00524D50" w:rsidRDefault="00B71E62" w:rsidP="00B71E62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Bashkëpunon në grup për kryerjen e një detyre.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Semafori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E62" w:rsidRPr="002E62E3" w:rsidTr="00F90D86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B71E62" w:rsidRPr="00C50183" w:rsidRDefault="00B71E62" w:rsidP="00B71E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B71E62" w:rsidRDefault="00B71E62" w:rsidP="00B71E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B71E62" w:rsidRPr="00E170B2" w:rsidRDefault="00B71E62" w:rsidP="00B71E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170B2">
              <w:rPr>
                <w:rFonts w:ascii="Times New Roman" w:hAnsi="Times New Roman"/>
                <w:sz w:val="24"/>
                <w:szCs w:val="24"/>
              </w:rPr>
              <w:lastRenderedPageBreak/>
              <w:t>informacione nga interneti, foto,mjete shkrimi fletë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A4</w:t>
            </w:r>
            <w:r w:rsidRPr="00E170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Lidhja me fushat e tjera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B71E62" w:rsidRPr="00C50183" w:rsidRDefault="00B71E62" w:rsidP="00F90D86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C50183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B71E62" w:rsidRPr="00C50183" w:rsidRDefault="00B71E62" w:rsidP="00F90D8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50183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lastRenderedPageBreak/>
              <w:t>Të drejtat e njeriut</w:t>
            </w:r>
          </w:p>
          <w:p w:rsidR="00B71E62" w:rsidRPr="00C50183" w:rsidRDefault="00B71E62" w:rsidP="00F90D8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50183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  <w:p w:rsidR="00B71E62" w:rsidRPr="00AE0BF1" w:rsidRDefault="00B71E62" w:rsidP="00F90D86">
            <w:pPr>
              <w:spacing w:after="0" w:line="360" w:lineRule="auto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  <w:r w:rsidRPr="00C50183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Bashkëjetesa paqësore</w:t>
            </w:r>
          </w:p>
        </w:tc>
      </w:tr>
      <w:tr w:rsidR="00B71E62" w:rsidRPr="002E62E3" w:rsidTr="00F90D86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 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Stuhi mendimi, Diskutim, Bisedë, Punë në çift, Punë në grup, Punë me gjithë klasën.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B71E62" w:rsidRPr="00C50183" w:rsidRDefault="00B71E62" w:rsidP="00B71E62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Shkrim i lir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se do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isha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semafor....Nx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sit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2-3 fjali sipas imagjinat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s. Lexohen shkrimet e tyre. </w:t>
            </w:r>
          </w:p>
          <w:p w:rsidR="00B71E62" w:rsidRPr="00C50183" w:rsidRDefault="00B71E62" w:rsidP="00B71E62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individuale: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sit punojn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 ushtrimin 3. Lexojn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pjes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n dhe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fletore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mbyllje tjet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 historin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. Diskutojn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ë dyshe, e më pas me gjithë klasën 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 mbylljet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 kan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historis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71E62" w:rsidRPr="00C50183" w:rsidRDefault="00B71E62" w:rsidP="00B71E62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Ushtrimi 4 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het individualisht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 fletore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B71E62" w:rsidRPr="00C50183" w:rsidRDefault="00B71E62" w:rsidP="00B71E62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mbej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në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fletoret  e 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qortime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thjeshta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 gabimet drejtshkrimore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mund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ken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Lexojnë disa nxënës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shkrimet e tyre.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shkruan histori / mbyllje t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ë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 xml:space="preserve"> tyre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respektimin e rregullave drejtshkrimore gjatë të shkruarit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eastAsia="Batang" w:hAnsi="Times New Roman"/>
                <w:sz w:val="24"/>
                <w:szCs w:val="24"/>
                <w:lang w:val="sq-AL"/>
              </w:rPr>
              <w:t>bërjen e qortime të  thjeshta drejtshkrimore.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shfaqjen e besimit, vullnetit dhe shpirtit krijues gjatë procesit të të shkruarit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vlerësimin e punës s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të tjerëve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bashkëpunimin në grup për kryerjen detyr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s.</w:t>
            </w:r>
          </w:p>
          <w:p w:rsidR="00B71E62" w:rsidRPr="00C50183" w:rsidRDefault="00B71E62" w:rsidP="00F90D86">
            <w:pPr>
              <w:spacing w:after="0" w:line="36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Detyr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sht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pie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>: Ushtrimi 5</w:t>
            </w:r>
          </w:p>
        </w:tc>
      </w:tr>
    </w:tbl>
    <w:p w:rsidR="00F91307" w:rsidRDefault="00F91307" w:rsidP="00B35C58"/>
    <w:p w:rsidR="00CD08CE" w:rsidRDefault="00CD08CE" w:rsidP="00B35C58"/>
    <w:p w:rsidR="00CD08CE" w:rsidRDefault="00CD08CE" w:rsidP="00B35C58"/>
    <w:p w:rsidR="00CD08CE" w:rsidRDefault="00CD08CE" w:rsidP="00B35C58"/>
    <w:p w:rsidR="00CD08CE" w:rsidRDefault="00CD08CE" w:rsidP="00B35C58"/>
    <w:p w:rsidR="00CD08CE" w:rsidRDefault="00CD08CE" w:rsidP="00B35C58"/>
    <w:p w:rsidR="00CD08CE" w:rsidRDefault="00CD08CE" w:rsidP="00B35C58"/>
    <w:p w:rsidR="00CD08CE" w:rsidRDefault="00CD08CE" w:rsidP="00B35C58"/>
    <w:p w:rsidR="00CD08CE" w:rsidRDefault="00CD08CE" w:rsidP="00B35C58"/>
    <w:p w:rsidR="00F91307" w:rsidRDefault="00F91307" w:rsidP="00B35C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35C58" w:rsidRPr="00306102" w:rsidTr="00E52D93">
        <w:tc>
          <w:tcPr>
            <w:tcW w:w="228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5C58" w:rsidRPr="00306102" w:rsidTr="00E52D93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B35C58" w:rsidRPr="00C632EB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Dordoleci  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(ora e par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B35C58" w:rsidRPr="00C632EB" w:rsidRDefault="00F91307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Dordoleci, aventur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, magjistari I Ozit, Qyteti I Smeraldeve</w:t>
            </w:r>
          </w:p>
        </w:tc>
      </w:tr>
      <w:tr w:rsidR="00B35C58" w:rsidRPr="00306102" w:rsidTr="00E52D93">
        <w:tc>
          <w:tcPr>
            <w:tcW w:w="4788" w:type="dxa"/>
            <w:gridSpan w:val="2"/>
            <w:shd w:val="clear" w:color="auto" w:fill="auto"/>
          </w:tcPr>
          <w:p w:rsidR="00B35C58" w:rsidRDefault="00B35C58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B35C58" w:rsidRPr="005411C3" w:rsidRDefault="00B35C58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3D1D04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I përgjigjet pyetjeve rreth përmbajtjes së tekstit.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Lidh pjesën  me përvoja nga jeta e vet.</w:t>
            </w:r>
          </w:p>
          <w:p w:rsidR="00B35C58" w:rsidRPr="005411C3" w:rsidRDefault="00B35C58" w:rsidP="00E52D9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B35C58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Duke ndërvepruar</w:t>
            </w:r>
            <w:r w:rsidR="00513940">
              <w:rPr>
                <w:rFonts w:ascii="Times New Roman" w:hAnsi="Times New Roman"/>
                <w:sz w:val="24"/>
                <w:szCs w:val="24"/>
              </w:rPr>
              <w:t xml:space="preserve"> me tekstin nxënësit diskutojnë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mënyrës se si ata e kuptojnë pjesën 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interpretimit të tyre në lidhje me </w:t>
            </w:r>
            <w:r w:rsidR="00F91307">
              <w:rPr>
                <w:rFonts w:ascii="Times New Roman" w:hAnsi="Times New Roman"/>
                <w:sz w:val="24"/>
                <w:szCs w:val="24"/>
              </w:rPr>
              <w:t>aventur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 w:rsidR="00F91307">
              <w:rPr>
                <w:rFonts w:ascii="Times New Roman" w:hAnsi="Times New Roman"/>
                <w:sz w:val="24"/>
                <w:szCs w:val="24"/>
              </w:rPr>
              <w:t>n e Doroteas.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C58" w:rsidRPr="00306102" w:rsidTr="00E52D93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B35C58" w:rsidRPr="003D1D04" w:rsidRDefault="00B35C58" w:rsidP="00E52D93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387B32" w:rsidRDefault="00B35C58" w:rsidP="00387B3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B35C58" w:rsidRPr="00387B32" w:rsidRDefault="00387B32" w:rsidP="00387B3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87B32">
              <w:rPr>
                <w:rFonts w:ascii="Times New Roman" w:hAnsi="Times New Roman"/>
                <w:sz w:val="24"/>
                <w:szCs w:val="24"/>
              </w:rPr>
              <w:t xml:space="preserve">Libri “Magjistari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387B32">
              <w:rPr>
                <w:rFonts w:ascii="Times New Roman" w:hAnsi="Times New Roman"/>
                <w:sz w:val="24"/>
                <w:szCs w:val="24"/>
              </w:rPr>
              <w:t xml:space="preserve"> Ozit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="00B35C58" w:rsidRPr="00387B32">
              <w:rPr>
                <w:rFonts w:ascii="Times New Roman" w:hAnsi="Times New Roman"/>
                <w:sz w:val="24"/>
                <w:szCs w:val="24"/>
              </w:rPr>
              <w:t>, foto, mjete shkrimi,fletëA4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387B32" w:rsidRDefault="00B35C58" w:rsidP="00387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Teknologji dhe Tik, Sho</w:t>
            </w:r>
            <w:r w:rsidR="00387B32">
              <w:rPr>
                <w:rFonts w:ascii="Times New Roman" w:hAnsi="Times New Roman"/>
                <w:sz w:val="24"/>
                <w:szCs w:val="24"/>
              </w:rPr>
              <w:t>qëria dhe mjedisi</w:t>
            </w:r>
          </w:p>
          <w:p w:rsidR="00B35C58" w:rsidRPr="00387B32" w:rsidRDefault="00B35C58" w:rsidP="00387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B35C58" w:rsidRPr="003D1D04" w:rsidRDefault="00B35C58" w:rsidP="00E52D9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B35C58" w:rsidRPr="005411C3" w:rsidRDefault="00B35C58" w:rsidP="00E52D9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</w:tc>
      </w:tr>
      <w:tr w:rsidR="00B35C58" w:rsidRPr="00306102" w:rsidTr="00E52D93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="00387B32">
              <w:rPr>
                <w:rFonts w:ascii="Times New Roman" w:hAnsi="Times New Roman"/>
                <w:sz w:val="24"/>
                <w:szCs w:val="24"/>
                <w:lang w:val="sq-AL"/>
              </w:rPr>
              <w:t>Imagjinat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387B3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drejtuar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,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Bisedë, Punë në çift, Punë në grup, Punë me gjithë klasën.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387B32" w:rsidRPr="00387B32" w:rsidRDefault="00387B32" w:rsidP="00387B32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Imagjinat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drejtuar- m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suesja fton nx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sit t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mbyllin syt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dhe i tregon p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r Dorotean q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stuhia e fuqishme e er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s e çoi n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bot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n magjike t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Ozit/lexon paragrafin e par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</w:t>
            </w:r>
            <w:r w:rsidR="00E52D9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tekst.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</w:p>
          <w:p w:rsidR="00387B32" w:rsidRPr="00387B32" w:rsidRDefault="00387B32" w:rsidP="00387B32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Mësuesja fton nxënësit të bëjnë parashikimin rreth përmbajtjes së tekst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it duke u mbështetur te titulli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,  ilustrimet e tekstit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dhe fjal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t ky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ç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dhe imagjinata e tyre</w:t>
            </w:r>
          </w:p>
          <w:p w:rsidR="00B35C58" w:rsidRPr="003D1D04" w:rsidRDefault="00E52D93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Lexim, mendim i drejtuar. </w:t>
            </w:r>
            <w:r w:rsidR="00B35C58"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Më pas lexohet pjesa me paragraf</w:t>
            </w:r>
            <w:r w:rsidR="00B35C58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B35C58"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. Gjatë leximit nxënësit nënvizojnë fjalët e reja dhe pjesët që u pëlqejnë më shumë. 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Diskutojnë rreth përmbajtjes së paragrafit dhe bëjnë parashikime për paragrafët që pasojnë. </w:t>
            </w:r>
            <w:r w:rsidR="00B35C58"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Diskutojn</w:t>
            </w:r>
            <w:r w:rsidR="00B35C58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B35C58"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p</w:t>
            </w:r>
            <w:r w:rsidR="00B35C58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B35C58"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r ndryshimet </w:t>
            </w:r>
            <w:r w:rsidR="00B35C58"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lastRenderedPageBreak/>
              <w:t>nga parashikimi q</w:t>
            </w:r>
            <w:r w:rsidR="00B35C58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B35C58"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b</w:t>
            </w:r>
            <w:r w:rsidR="00B35C58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B35C58"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</w:t>
            </w:r>
            <w:r w:rsidR="00B35C58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B35C58"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E52D93" w:rsidRPr="003D1D04" w:rsidRDefault="00E52D93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Diskutohet për llojin e tekstit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(tregim 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fantastik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) dhe 2-3 karakteristika të tij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(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personazhe 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jo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realë, ngjarje që 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nuk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mund të ndodhin në jetën e përditshme etj)</w:t>
            </w:r>
          </w:p>
          <w:p w:rsidR="00E52D93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Punohet me fjalorin për të kuptuar  fjalët e reja.</w:t>
            </w:r>
          </w:p>
          <w:p w:rsidR="00B35C58" w:rsidRPr="00E52D93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</w:t>
            </w:r>
            <w:r w:rsidR="00E52D93"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Lexohet pjesa 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në heshtje për ta kuptuar më mirë</w:t>
            </w:r>
            <w:r w:rsidR="00E52D93"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. 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Lexohet pjesa zinxhir sipas paragrafëve. </w:t>
            </w:r>
          </w:p>
          <w:p w:rsidR="00B35C58" w:rsidRPr="003D1D04" w:rsidRDefault="00E52D93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Shfletojnë librat që kanë marrë me vete dhe diskutojnë rreth tyre.</w:t>
            </w:r>
          </w:p>
          <w:p w:rsidR="00E52D93" w:rsidRDefault="00E52D93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3D1D04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tregon se e ka kuptuar brendinë duke dhënë përgjigjet e duhura.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 me përvoja nga jeta e vet.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tekstin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B35C58" w:rsidRPr="003D1D04" w:rsidRDefault="00B35C58" w:rsidP="00B35C58">
      <w:pPr>
        <w:rPr>
          <w:rFonts w:eastAsia="Calibri"/>
          <w:snapToGrid/>
        </w:rPr>
      </w:pPr>
    </w:p>
    <w:p w:rsidR="00B35C58" w:rsidRPr="003D1D04" w:rsidRDefault="00B35C58" w:rsidP="00B35C58">
      <w:pPr>
        <w:rPr>
          <w:rFonts w:eastAsia="Calibri"/>
          <w:snapToGrid/>
        </w:rPr>
      </w:pPr>
    </w:p>
    <w:p w:rsidR="00B35C58" w:rsidRPr="003D1D04" w:rsidRDefault="00B35C58" w:rsidP="00B35C58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35C58" w:rsidRPr="00306102" w:rsidTr="00E52D93">
        <w:tc>
          <w:tcPr>
            <w:tcW w:w="228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B32" w:rsidRPr="00306102" w:rsidTr="00E52D93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387B32" w:rsidRPr="003D1D04" w:rsidRDefault="00387B32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387B32" w:rsidRPr="00C632EB" w:rsidRDefault="00387B32" w:rsidP="00387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Dordoleci  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(ora e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dytë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387B32" w:rsidRPr="003D1D04" w:rsidRDefault="00387B32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387B32" w:rsidRPr="00C632EB" w:rsidRDefault="00387B32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Dordoleci, aventur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, magjistari I Ozit, Qyteti I Smeraldeve</w:t>
            </w:r>
          </w:p>
        </w:tc>
      </w:tr>
      <w:tr w:rsidR="00387B32" w:rsidRPr="00306102" w:rsidTr="00E52D93">
        <w:tc>
          <w:tcPr>
            <w:tcW w:w="4788" w:type="dxa"/>
            <w:gridSpan w:val="2"/>
            <w:shd w:val="clear" w:color="auto" w:fill="auto"/>
          </w:tcPr>
          <w:p w:rsidR="00387B32" w:rsidRDefault="00387B32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387B32" w:rsidRPr="005411C3" w:rsidRDefault="00387B32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</w:p>
          <w:p w:rsidR="00A775F7" w:rsidRPr="003D1D04" w:rsidRDefault="00A775F7" w:rsidP="00A775F7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</w:rPr>
              <w:t xml:space="preserve">Lexon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tekstin sipas roleve.</w:t>
            </w:r>
          </w:p>
          <w:p w:rsidR="00A775F7" w:rsidRPr="003D1D04" w:rsidRDefault="00A775F7" w:rsidP="00A775F7">
            <w:pPr>
              <w:tabs>
                <w:tab w:val="left" w:pos="0"/>
                <w:tab w:val="left" w:pos="360"/>
              </w:tabs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</w:p>
          <w:p w:rsidR="00A775F7" w:rsidRDefault="00A775F7" w:rsidP="00A775F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</w:rPr>
              <w:t>Përshkruan me fjalë të thjeshta personazh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in fantastik.</w:t>
            </w:r>
          </w:p>
          <w:p w:rsidR="00A775F7" w:rsidRPr="00292886" w:rsidRDefault="00A775F7" w:rsidP="00A775F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T</w:t>
            </w:r>
            <w:r w:rsidRPr="003D1D04">
              <w:rPr>
                <w:rFonts w:ascii="Times New Roman" w:eastAsia="Batang" w:hAnsi="Times New Roman"/>
                <w:sz w:val="24"/>
                <w:szCs w:val="24"/>
              </w:rPr>
              <w:t>regon se cilët janë personazhet e preferuara.</w:t>
            </w:r>
          </w:p>
          <w:p w:rsidR="00A775F7" w:rsidRDefault="00A775F7" w:rsidP="00A775F7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Tregon brendinë duke respektuar strukturën e tekstit.</w:t>
            </w:r>
          </w:p>
          <w:p w:rsidR="00A775F7" w:rsidRPr="00A775F7" w:rsidRDefault="00A775F7" w:rsidP="00A775F7">
            <w:pPr>
              <w:numPr>
                <w:ilvl w:val="0"/>
                <w:numId w:val="15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Shpreh ndjenjat dhe mendimet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personale rreth pjesës që lexon, me ndihmën e mësuesit. </w:t>
            </w:r>
          </w:p>
          <w:p w:rsidR="00A775F7" w:rsidRPr="003D1D04" w:rsidRDefault="00A775F7" w:rsidP="00A775F7">
            <w:pPr>
              <w:numPr>
                <w:ilvl w:val="0"/>
                <w:numId w:val="2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Cs/>
                <w:sz w:val="24"/>
                <w:szCs w:val="24"/>
                <w:lang w:val="sq-AL"/>
              </w:rPr>
              <w:t>Jep mendime rreth tekstit duke i argumentuar ato.</w:t>
            </w:r>
          </w:p>
          <w:p w:rsidR="00A775F7" w:rsidRPr="003D1D04" w:rsidRDefault="00A775F7" w:rsidP="00A775F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me përvoja nga jeta e vet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387B32" w:rsidRPr="005411C3" w:rsidRDefault="00387B32" w:rsidP="00E52D9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387B32" w:rsidRPr="003D1D04" w:rsidRDefault="00387B32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Situata e të nxënit</w:t>
            </w:r>
          </w:p>
          <w:p w:rsidR="00387B32" w:rsidRDefault="00387B32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7B32" w:rsidRPr="003D1D04" w:rsidRDefault="00387B32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Duke ndërvepruar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 tekstin nxënësit diskutojnë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87B32" w:rsidRPr="003D1D04" w:rsidRDefault="00387B32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mënyrës se si ata e kuptojnë pjesën </w:t>
            </w:r>
          </w:p>
          <w:p w:rsidR="00387B32" w:rsidRPr="003D1D04" w:rsidRDefault="00387B32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interpretimit të tyre në lidhje me </w:t>
            </w:r>
            <w:r>
              <w:rPr>
                <w:rFonts w:ascii="Times New Roman" w:hAnsi="Times New Roman"/>
                <w:sz w:val="24"/>
                <w:szCs w:val="24"/>
              </w:rPr>
              <w:t>aventur</w:t>
            </w:r>
            <w:r w:rsidR="00E52D9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Doroteas.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7B32" w:rsidRPr="003D1D04" w:rsidRDefault="00387B32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7B32" w:rsidRPr="003D1D04" w:rsidRDefault="00387B32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87B32" w:rsidRPr="003D1D04" w:rsidRDefault="00387B32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7B32" w:rsidRPr="003D1D04" w:rsidRDefault="00387B32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B32" w:rsidRPr="00306102" w:rsidTr="00E52D93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387B32" w:rsidRPr="003D1D04" w:rsidRDefault="00387B32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387B32" w:rsidRPr="003D1D04" w:rsidRDefault="00387B32" w:rsidP="00E52D93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387B32" w:rsidRPr="003D1D04" w:rsidRDefault="00387B32" w:rsidP="00E52D93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387B32" w:rsidRPr="003D1D04" w:rsidRDefault="00387B32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Libri “Magjistari I Ozit”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, foto, mjete shkrimi,flet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387B32" w:rsidRPr="003D1D04" w:rsidRDefault="00387B32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387B32" w:rsidRDefault="00387B32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Teknologji dhe Tik, Sho</w:t>
            </w:r>
            <w:r>
              <w:rPr>
                <w:rFonts w:ascii="Times New Roman" w:hAnsi="Times New Roman"/>
                <w:sz w:val="24"/>
                <w:szCs w:val="24"/>
              </w:rPr>
              <w:t>qëria dhe mjedisi</w:t>
            </w:r>
          </w:p>
          <w:p w:rsidR="00387B32" w:rsidRPr="00387B32" w:rsidRDefault="00387B32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387B32" w:rsidRPr="003D1D04" w:rsidRDefault="00387B32" w:rsidP="00E52D9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387B32" w:rsidRPr="005411C3" w:rsidRDefault="00387B32" w:rsidP="00E52D9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</w:tc>
      </w:tr>
      <w:tr w:rsidR="00B35C58" w:rsidRPr="00306102" w:rsidTr="00E52D93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="00E52D93" w:rsidRP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loj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E52D93" w:rsidRP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E52D93" w:rsidRP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role, lexo-p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E52D93" w:rsidRP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rmblidh n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E52D93" w:rsidRP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dyshe,</w:t>
            </w:r>
            <w:r w:rsidRPr="00E52D93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, Punë në çift, Punë në grup, Punë me gjithë klasën.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E52D93" w:rsidRDefault="00451C7A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</w:t>
            </w:r>
            <w:r w:rsidR="00C14C9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suesja orienton nx</w:t>
            </w:r>
            <w:r w:rsidR="00C14C9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n</w:t>
            </w:r>
            <w:r w:rsidR="00C14C9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sit p</w:t>
            </w:r>
            <w:r w:rsidR="00C14C9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 nj</w:t>
            </w:r>
            <w:r w:rsidR="00C14C9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„lexim-p</w:t>
            </w:r>
            <w:r w:rsidR="00C14C9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rmblidhje n</w:t>
            </w:r>
            <w:r w:rsidR="00C14C9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dyshe‘ t</w:t>
            </w:r>
            <w:r w:rsidR="00C14C9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tekstit.</w:t>
            </w:r>
          </w:p>
          <w:p w:rsidR="00451C7A" w:rsidRPr="00451C7A" w:rsidRDefault="00451C7A" w:rsidP="00451C7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Plot</w:t>
            </w:r>
            <w:r w:rsidR="00C14C9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sohet tabela e rubrik</w:t>
            </w:r>
            <w:r w:rsidR="00C14C9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 „lexoj dhe kuptoj“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Vlerësojnë njëri-tjetrin për mënyrën e 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plot</w:t>
            </w:r>
            <w:r w:rsidR="00C14C9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simit t</w:t>
            </w:r>
            <w:r w:rsidR="00C14C9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tabel</w:t>
            </w:r>
            <w:r w:rsidR="00C14C9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s.</w:t>
            </w:r>
          </w:p>
          <w:p w:rsidR="00B35C58" w:rsidRPr="003D1D04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Tregohet përmbajtja në dyshe. Vlerësojnë njëri-tjetrin për mënyrën e të treguarit.</w:t>
            </w:r>
          </w:p>
          <w:p w:rsidR="00B35C58" w:rsidRPr="003D1D04" w:rsidRDefault="00B35C58" w:rsidP="00E52D93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Punë në dyshe “Harta e personazheve”. Nxënësit shkruajnë dy cilësi për 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Dorotean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dhe </w:t>
            </w:r>
            <w:r w:rsidR="00E52D9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Dordolecin dhe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pjesët ilustruese nga teksti për secilën  cilësi.</w:t>
            </w:r>
          </w:p>
          <w:p w:rsidR="00B35C58" w:rsidRDefault="00B35C58" w:rsidP="00E52D93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Prezantojnë punët e tyre dhe i diskutojnë  me gjithë kla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sën.</w:t>
            </w:r>
          </w:p>
          <w:p w:rsidR="00451C7A" w:rsidRPr="00451C7A" w:rsidRDefault="00451C7A" w:rsidP="00451C7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Mësuesja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organizon klasën në grupe treshe. Ajo ndan rolet në çdo grup (dhe kërkon nga nxënësit të lexojnë në heshtje fjalët e rolit përkatës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)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Më pas nxënësit në treshe luajnë sipas roleve. </w:t>
            </w:r>
          </w:p>
          <w:p w:rsidR="00451C7A" w:rsidRPr="00451C7A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51C7A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Diskutim për pyetjet e rubrikës“Reflektoj“. </w:t>
            </w:r>
          </w:p>
          <w:p w:rsidR="00B35C58" w:rsidRPr="00451C7A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51C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451C7A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mënyrën e bashkëpunimit në grupe.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vlerësimin që i bëjnë nxënësit njëri-tjetrit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tregimin e përmbajtjes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</w:rPr>
              <w:t>përshkrimin e  personazheve;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lojën me role 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 xml:space="preserve">ndarjen me të tjerët  të përvojave të tij 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B35C58" w:rsidRDefault="00B35C58" w:rsidP="00B35C58"/>
    <w:p w:rsidR="00CD08CE" w:rsidRDefault="00CD08CE" w:rsidP="00B35C58"/>
    <w:p w:rsidR="00B71E62" w:rsidRPr="002E62E3" w:rsidRDefault="00B71E62" w:rsidP="00B71E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71E62" w:rsidRPr="002E62E3" w:rsidTr="00F90D86">
        <w:tc>
          <w:tcPr>
            <w:tcW w:w="2280" w:type="dxa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 xml:space="preserve">Gjuhët dhe </w:t>
            </w:r>
            <w:r w:rsidRPr="00C50183">
              <w:rPr>
                <w:rFonts w:ascii="Times New Roman" w:hAnsi="Times New Roman"/>
                <w:sz w:val="24"/>
                <w:szCs w:val="24"/>
              </w:rPr>
              <w:lastRenderedPageBreak/>
              <w:t>komunikimi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Lënda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Klasa 2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Data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1E62" w:rsidRPr="002E62E3" w:rsidTr="00F90D86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Tema mësimore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color w:val="000000"/>
              </w:rPr>
              <w:t xml:space="preserve">Përshkruajmë një personazh </w:t>
            </w:r>
            <w:r>
              <w:rPr>
                <w:color w:val="000000"/>
              </w:rPr>
              <w:t xml:space="preserve">fantastik </w:t>
            </w:r>
            <w:r w:rsidRPr="00C50183">
              <w:rPr>
                <w:color w:val="000000"/>
              </w:rPr>
              <w:t>(ora e par</w:t>
            </w:r>
            <w:r>
              <w:rPr>
                <w:color w:val="000000"/>
              </w:rPr>
              <w:t>ë</w:t>
            </w:r>
            <w:r w:rsidRPr="00C50183">
              <w:rPr>
                <w:color w:val="000000"/>
              </w:rPr>
              <w:t>)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Personazh, fantastik, karakteristika,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rshkruaj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B71E62" w:rsidRPr="002E62E3" w:rsidTr="00F90D86"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B71E62" w:rsidRPr="00C50183" w:rsidRDefault="00B71E62" w:rsidP="00B71E62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rshkruan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personazh fantastik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B71E62" w:rsidRPr="00C50183" w:rsidRDefault="00B71E62" w:rsidP="00B71E62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Respekton rregullat drejtshkrimore gjatë të shkruarit.</w:t>
            </w:r>
          </w:p>
          <w:p w:rsidR="00B71E62" w:rsidRPr="00C50183" w:rsidRDefault="00B71E62" w:rsidP="00B71E62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eastAsia="Batang" w:hAnsi="Times New Roman"/>
                <w:sz w:val="24"/>
                <w:szCs w:val="24"/>
                <w:lang w:val="sq-AL"/>
              </w:rPr>
              <w:t>Bën qortime të  thjeshta drejtshkrimore.</w:t>
            </w:r>
          </w:p>
          <w:p w:rsidR="00B71E62" w:rsidRPr="00C50183" w:rsidRDefault="00B71E62" w:rsidP="00B71E62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Shfaq besim, vullnet dhe shpirt krijues gjatë procesit të të shkruarit</w:t>
            </w:r>
          </w:p>
          <w:p w:rsidR="00B71E62" w:rsidRPr="00C50183" w:rsidRDefault="00B71E62" w:rsidP="00B71E62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Vlerëson punët e të tjerëve</w:t>
            </w:r>
          </w:p>
          <w:p w:rsidR="00B71E62" w:rsidRPr="00C50183" w:rsidRDefault="00B71E62" w:rsidP="00B71E62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Bashkëpunon në grup për kryerjen e një detyre.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</w:p>
          <w:p w:rsidR="00B71E62" w:rsidRPr="00C50183" w:rsidRDefault="00B71E62" w:rsidP="00F90D86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Libra fantastik</w:t>
            </w:r>
            <w:r>
              <w:rPr>
                <w:rFonts w:ascii="Times New Roman" w:hAnsi="Times New Roman"/>
                <w:sz w:val="24"/>
                <w:szCs w:val="24"/>
              </w:rPr>
              <w:t>ë, përshkrimi i një personazhi fantastic duke u mbështetur në pamjen e karakterin e tij.</w:t>
            </w:r>
          </w:p>
        </w:tc>
      </w:tr>
      <w:tr w:rsidR="00B71E62" w:rsidRPr="002E62E3" w:rsidTr="00F90D86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B71E62" w:rsidRPr="00C50183" w:rsidRDefault="00B71E62" w:rsidP="00B71E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B71E62" w:rsidRDefault="00B71E62" w:rsidP="00B71E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B71E62" w:rsidRPr="00E170B2" w:rsidRDefault="00B71E62" w:rsidP="00B71E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170B2">
              <w:rPr>
                <w:rFonts w:ascii="Times New Roman" w:hAnsi="Times New Roman"/>
                <w:sz w:val="24"/>
                <w:szCs w:val="24"/>
              </w:rPr>
              <w:t>informacione nga interneti, foto,lirbra fantstikë,”</w:t>
            </w:r>
            <w:r w:rsidRPr="00E170B2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E170B2">
              <w:rPr>
                <w:rFonts w:ascii="Times New Roman" w:hAnsi="Times New Roman"/>
                <w:sz w:val="24"/>
                <w:szCs w:val="24"/>
                <w:lang w:val="de-DE"/>
              </w:rPr>
              <w:t>Magjistari i Ozit“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B71E62" w:rsidRPr="00C50183" w:rsidRDefault="00B71E62" w:rsidP="00F90D86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C50183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B71E62" w:rsidRPr="00C50183" w:rsidRDefault="00B71E62" w:rsidP="00F90D8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50183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E62" w:rsidRPr="002E62E3" w:rsidTr="00F90D86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Stuhi mendimesh- Personazhe fantastik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.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sit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grup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ç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far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 vjen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ndje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 personazh fantastik si dhe emra të personazheve fantasitikë që njohin.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Lexojn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heshtje pjes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n e 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putur nga“Magjistari i Ozit“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D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iskutohet pak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 librin e ndalen tek personazhet e tij.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 diskutojn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 karakteristikat e Dordolecit tek ushtrimi i par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dhe punojn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lib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rshkrimin e tij.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Tryez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rrumbullak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t: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vendosur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tryez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rrethore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sit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se Dordoleci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sht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personazh i v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rtet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apo fantastik duke dh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vet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m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argument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Lexohen 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lastRenderedPageBreak/>
              <w:t>shkrimet e gjithsecilit. 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qortime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thjeshta drejtshkrimore.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Shkrim i shpejt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: Zgjidhni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rin prej personazheve fantastik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do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shironit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ishit. Shkruaj 2-3 fjali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p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ë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rshkrimin e nj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ë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 xml:space="preserve"> personazhi fantastik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respektimin e rregullave drejtshkrimore gjatë të shkruarit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eastAsia="Batang" w:hAnsi="Times New Roman"/>
                <w:sz w:val="24"/>
                <w:szCs w:val="24"/>
                <w:lang w:val="sq-AL"/>
              </w:rPr>
              <w:t>bërjen e qortime të  thjeshta drejtshkrimore.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shfaqjen e besimit, vullnetit dhe shpirtit krijues gjatë procesit të të shkruarit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vlerësimin e punës s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të tjerëve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bashkëpunimin në grup për kryerjen detyr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s</w:t>
            </w:r>
          </w:p>
          <w:p w:rsidR="00B71E62" w:rsidRPr="00C50183" w:rsidRDefault="00B71E62" w:rsidP="00F90D86">
            <w:pPr>
              <w:spacing w:after="0" w:line="36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>Detyr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sht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>pie: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>Listo disa personazhe fantastik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nga librat q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ke lexuar. Shkruaj nga 2 karakteristika p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>r secilin.</w:t>
            </w:r>
          </w:p>
        </w:tc>
      </w:tr>
    </w:tbl>
    <w:p w:rsidR="00B71E62" w:rsidRPr="002E62E3" w:rsidRDefault="00B71E62" w:rsidP="00B71E62"/>
    <w:p w:rsidR="00B71E62" w:rsidRPr="002E62E3" w:rsidRDefault="00B71E62" w:rsidP="00B71E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71E62" w:rsidRPr="00C50183" w:rsidTr="00F90D86">
        <w:tc>
          <w:tcPr>
            <w:tcW w:w="2280" w:type="dxa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1E62" w:rsidRPr="00C50183" w:rsidTr="00F90D86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color w:val="000000"/>
              </w:rPr>
              <w:t>Përshkruajmë një personazh fantastic(ora e dyt</w:t>
            </w:r>
            <w:r>
              <w:rPr>
                <w:color w:val="000000"/>
              </w:rPr>
              <w:t>ë</w:t>
            </w:r>
            <w:r w:rsidRPr="00C50183">
              <w:rPr>
                <w:color w:val="000000"/>
              </w:rPr>
              <w:t>)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Personazh, fantastik, karakteristika,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rshkruaj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B71E62" w:rsidRPr="00C50183" w:rsidTr="00F90D86"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B71E62" w:rsidRPr="00C50183" w:rsidRDefault="00B71E62" w:rsidP="00B71E62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rshkruan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personazh fantastik</w:t>
            </w:r>
          </w:p>
          <w:p w:rsidR="00B71E62" w:rsidRPr="00C50183" w:rsidRDefault="00B71E62" w:rsidP="00B71E62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Respekton rregullat drejtshkrimore gjatë të shkruarit.</w:t>
            </w:r>
          </w:p>
          <w:p w:rsidR="00B71E62" w:rsidRPr="00C50183" w:rsidRDefault="00B71E62" w:rsidP="00B71E62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eastAsia="Batang" w:hAnsi="Times New Roman"/>
                <w:sz w:val="24"/>
                <w:szCs w:val="24"/>
                <w:lang w:val="sq-AL"/>
              </w:rPr>
              <w:t>Bën qortime të  thjeshta drejtshkrimore.</w:t>
            </w:r>
          </w:p>
          <w:p w:rsidR="00B71E62" w:rsidRPr="00C50183" w:rsidRDefault="00B71E62" w:rsidP="00B71E62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Shfaq besim, vullnet dhe shpirt krijues gjatë procesit të të shkruarit</w:t>
            </w:r>
          </w:p>
          <w:p w:rsidR="00B71E62" w:rsidRPr="00C50183" w:rsidRDefault="00B71E62" w:rsidP="00B71E62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Vlerëson punët e të tjerëve</w:t>
            </w:r>
          </w:p>
          <w:p w:rsidR="00B71E62" w:rsidRPr="00C50183" w:rsidRDefault="00B71E62" w:rsidP="00B71E62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Bashkëpunon në grup për kryerjen e një detyre.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</w:p>
          <w:p w:rsidR="00B71E62" w:rsidRPr="00C50183" w:rsidRDefault="00B71E62" w:rsidP="00F90D86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0183">
              <w:rPr>
                <w:rFonts w:ascii="Times New Roman" w:hAnsi="Times New Roman"/>
                <w:sz w:val="24"/>
                <w:szCs w:val="24"/>
              </w:rPr>
              <w:t>Improvizim :Ardhja</w:t>
            </w:r>
            <w:proofErr w:type="gramEnd"/>
            <w:r w:rsidRPr="00C50183">
              <w:rPr>
                <w:rFonts w:ascii="Times New Roman" w:hAnsi="Times New Roman"/>
                <w:sz w:val="24"/>
                <w:szCs w:val="24"/>
              </w:rPr>
              <w:t xml:space="preserve"> e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personazhi fantasti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klas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71E62" w:rsidRPr="00C50183" w:rsidTr="00F90D86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B71E62" w:rsidRPr="00C50183" w:rsidRDefault="00B71E62" w:rsidP="00B71E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B71E62" w:rsidRDefault="00B71E62" w:rsidP="00B71E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B71E62" w:rsidRPr="009F5712" w:rsidRDefault="00B71E62" w:rsidP="00B71E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F5712">
              <w:rPr>
                <w:rFonts w:ascii="Times New Roman" w:hAnsi="Times New Roman"/>
                <w:sz w:val="24"/>
                <w:szCs w:val="24"/>
              </w:rPr>
              <w:t>informacione nga interneti, foto,lirbra fantstikë,”</w:t>
            </w:r>
            <w:r w:rsidRPr="009F5712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9F5712">
              <w:rPr>
                <w:rFonts w:ascii="Times New Roman" w:hAnsi="Times New Roman"/>
                <w:sz w:val="24"/>
                <w:szCs w:val="24"/>
                <w:lang w:val="de-DE"/>
              </w:rPr>
              <w:t>Magjistari i Ozit“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B71E62" w:rsidRPr="00C50183" w:rsidRDefault="00B71E62" w:rsidP="00F90D86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C50183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B71E62" w:rsidRPr="00C50183" w:rsidRDefault="00B71E62" w:rsidP="00F90D8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50183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E62" w:rsidRPr="00C50183" w:rsidTr="00F90D86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71E62" w:rsidRPr="00C5018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="001A6AB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="001A6ABA" w:rsidRPr="001A6ABA">
              <w:rPr>
                <w:rFonts w:ascii="Times New Roman" w:hAnsi="Times New Roman"/>
                <w:sz w:val="24"/>
                <w:szCs w:val="24"/>
                <w:lang w:val="de-DE"/>
              </w:rPr>
              <w:t>Imagjinatw e drejtuar,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B71E62" w:rsidRPr="00C50183" w:rsidRDefault="00B71E62" w:rsidP="00B71E62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J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an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udh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zuar 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>sit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vishen me rroba sipa</w:t>
            </w: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s 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personazheve fantastik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preferuar.</w:t>
            </w:r>
          </w:p>
          <w:p w:rsidR="00B71E62" w:rsidRPr="00C50183" w:rsidRDefault="00B71E62" w:rsidP="00F90D86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Imagjinat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e drejtuar: 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rijohet mjedisi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rshtatsh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m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r 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veprimtari.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se un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do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isha…Shkruajn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50183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rshkrimin 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r</w:t>
            </w:r>
            <w:proofErr w:type="gramEnd"/>
            <w:r w:rsidRPr="00C50183">
              <w:rPr>
                <w:rFonts w:ascii="Times New Roman" w:hAnsi="Times New Roman"/>
                <w:sz w:val="24"/>
                <w:szCs w:val="24"/>
              </w:rPr>
              <w:t xml:space="preserve"> personazhin q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lqejn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 me 1-2 fjali. Lexohen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dyshe pun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t e nx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sve.</w:t>
            </w:r>
          </w:p>
          <w:p w:rsidR="00B71E62" w:rsidRPr="00C50183" w:rsidRDefault="00B71E62" w:rsidP="00B71E62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Ushtrimi 3 punohet individualisht.P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r secil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n cil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si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gjejn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e shkruajn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pjes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n ilustruese nga teksti. Lexojn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e diskutojn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dety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n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dyshe.</w:t>
            </w:r>
          </w:p>
          <w:p w:rsidR="00B71E62" w:rsidRPr="00C50183" w:rsidRDefault="00B71E62" w:rsidP="00B71E62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Ushtrimi 4. Nx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sit zgjedhin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rin prej personazheve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figur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.Grupohen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grupe sipas personazhit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zgjedhur.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fillim diskutojn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grup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r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rshkrimin e tij dhe 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pas punojn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individualisht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fletore. </w:t>
            </w:r>
          </w:p>
          <w:p w:rsidR="00B71E62" w:rsidRPr="00C50183" w:rsidRDefault="00B71E62" w:rsidP="00B71E62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sz w:val="24"/>
                <w:szCs w:val="24"/>
              </w:rPr>
              <w:t>Shk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mbejn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fletoret me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>ri-tjetrin e qortojn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gabimet drejtshkrimore.</w:t>
            </w:r>
          </w:p>
          <w:p w:rsidR="00B71E62" w:rsidRPr="00C5018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C501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p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ë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rshkrimin e nj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ë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 xml:space="preserve"> personazhi fantastik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respektimin e rregullave drejtshkrimore gjatë të shkruarit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50183">
              <w:rPr>
                <w:rFonts w:ascii="Times New Roman" w:eastAsia="Batang" w:hAnsi="Times New Roman"/>
                <w:sz w:val="24"/>
                <w:szCs w:val="24"/>
                <w:lang w:val="sq-AL"/>
              </w:rPr>
              <w:t>bërjen e qortime të  thjeshta drejtshkrimore.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shfaqjen e besimit, vullnetit dhe shpirtit krijues gjatë procesit të të shkruarit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vlerësimin e punës s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të tjerëve</w:t>
            </w:r>
          </w:p>
          <w:p w:rsidR="00B71E62" w:rsidRPr="00C50183" w:rsidRDefault="00B71E62" w:rsidP="00B71E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bashkëpunimin në grup për kryerjen detyr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C50183">
              <w:rPr>
                <w:rFonts w:ascii="Times New Roman" w:hAnsi="Times New Roman"/>
                <w:sz w:val="24"/>
                <w:szCs w:val="24"/>
                <w:lang w:val="sq-AL"/>
              </w:rPr>
              <w:t>s</w:t>
            </w:r>
          </w:p>
          <w:p w:rsidR="00B71E62" w:rsidRPr="00C50183" w:rsidRDefault="00B71E62" w:rsidP="00F90D86">
            <w:pPr>
              <w:spacing w:after="0" w:line="36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>Detyr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sht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>pie</w:t>
            </w:r>
            <w:proofErr w:type="gramStart"/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>:Krijo</w:t>
            </w:r>
            <w:proofErr w:type="gramEnd"/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nj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personazh  fantastic sipas imagjinat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>s e p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C50183">
              <w:rPr>
                <w:rFonts w:ascii="Times New Roman" w:hAnsi="Times New Roman"/>
                <w:color w:val="222222"/>
                <w:sz w:val="24"/>
                <w:szCs w:val="24"/>
              </w:rPr>
              <w:t>rshkruaje.</w:t>
            </w:r>
          </w:p>
        </w:tc>
      </w:tr>
    </w:tbl>
    <w:p w:rsidR="00B71E62" w:rsidRPr="002E62E3" w:rsidRDefault="00B71E62" w:rsidP="00B71E62"/>
    <w:p w:rsidR="00B71E62" w:rsidRDefault="00B71E62" w:rsidP="00B35C58"/>
    <w:p w:rsidR="00B71E62" w:rsidRDefault="00B71E62" w:rsidP="00B35C58"/>
    <w:p w:rsidR="00CD08CE" w:rsidRPr="009739BE" w:rsidRDefault="00CD08CE" w:rsidP="00CD08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CD08CE" w:rsidRPr="009739BE" w:rsidTr="00CD08CE">
        <w:tc>
          <w:tcPr>
            <w:tcW w:w="228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Data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Tema mësimore</w:t>
            </w:r>
          </w:p>
          <w:p w:rsidR="00CD08CE" w:rsidRPr="00277F05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Gjinia e mbiemrit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(ora e par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Mbiemer, gjini, fem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rore, mashkullore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CD08CE" w:rsidRPr="009739BE" w:rsidTr="00CD08CE">
        <w:tc>
          <w:tcPr>
            <w:tcW w:w="4788" w:type="dxa"/>
            <w:gridSpan w:val="2"/>
            <w:shd w:val="clear" w:color="auto" w:fill="auto"/>
          </w:tcPr>
          <w:p w:rsidR="00CD08CE" w:rsidRPr="004975B6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lang w:val="sq-AL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  <w:r w:rsidRPr="004975B6">
              <w:rPr>
                <w:lang w:val="sq-AL"/>
              </w:rPr>
              <w:t xml:space="preserve"> </w:t>
            </w:r>
          </w:p>
          <w:p w:rsidR="00CD08CE" w:rsidRPr="004975B6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lang w:val="sq-AL"/>
              </w:rPr>
            </w:pPr>
            <w:r w:rsidRPr="004975B6">
              <w:rPr>
                <w:lang w:val="sq-AL"/>
              </w:rPr>
              <w:t>Dallon emrat e gjinisë femërore nga ata mashkullore.</w:t>
            </w:r>
          </w:p>
          <w:p w:rsidR="00CD08CE" w:rsidRPr="004975B6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lang w:val="sq-AL"/>
              </w:rPr>
            </w:pPr>
            <w:r w:rsidRPr="004975B6">
              <w:rPr>
                <w:lang w:val="sq-AL"/>
              </w:rPr>
              <w:t>Lidh mbiemrat me emrat sipas gjinis</w:t>
            </w:r>
            <w:r>
              <w:rPr>
                <w:lang w:val="sq-AL"/>
              </w:rPr>
              <w:t>ë</w:t>
            </w:r>
            <w:r w:rsidRPr="004975B6">
              <w:rPr>
                <w:lang w:val="sq-AL"/>
              </w:rPr>
              <w:t>.</w:t>
            </w:r>
          </w:p>
          <w:p w:rsidR="00CD08CE" w:rsidRPr="009739BE" w:rsidRDefault="00CD08CE" w:rsidP="00CD08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>Paraqet dhe komunikon lirshëm dhe saktë mendimet e tij;</w:t>
            </w:r>
          </w:p>
          <w:p w:rsidR="00CD08CE" w:rsidRPr="009739BE" w:rsidRDefault="00CD08CE" w:rsidP="00CD08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>Demonstron pavarësi në mendime dhe veprime;</w:t>
            </w:r>
          </w:p>
          <w:p w:rsidR="00CD08CE" w:rsidRPr="009739BE" w:rsidRDefault="00CD08CE" w:rsidP="00CD08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>Demonstron  besim dhe vullnet në arritjen e rezultateve;</w:t>
            </w:r>
          </w:p>
          <w:p w:rsidR="00CD08CE" w:rsidRPr="00277F05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>Respekton përpjekjet individuale dhe ato në grup.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CD08CE" w:rsidRPr="001A6ABA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ABA">
              <w:rPr>
                <w:rFonts w:ascii="Times New Roman" w:hAnsi="Times New Roman"/>
                <w:sz w:val="24"/>
                <w:szCs w:val="24"/>
              </w:rPr>
              <w:t>Manipulim me mbiemra për të përcaktuar gjininë e tyre.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CD08CE" w:rsidRPr="009739B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CD08C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CD08CE" w:rsidRPr="00277F05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77F05">
              <w:rPr>
                <w:rFonts w:ascii="Times New Roman" w:hAnsi="Times New Roman"/>
                <w:sz w:val="24"/>
                <w:szCs w:val="24"/>
              </w:rPr>
              <w:t>mjete shkrimi , fletëA4,fisha me emra dhe mbiemra të të dy gjinive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suesja ka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rgatitur fisha me emra njer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zish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të shoqëruar me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ra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vajz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vog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l, djal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 gjat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 etj.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punojn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ti grupuar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 grupe sipas gjimis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nyr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intuitive.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Diskutojnë për të nxjerrë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rregulli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rcaktimin e gjinis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mbiemrave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Diskutohet rasti i dh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lib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r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dhe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lexohe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t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rregulli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Punohet ushtrimi 1 individualisht. Shkruhen emrat sipas mbiemrave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dhe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gjinin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tyre. 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mbehen librat me shok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she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. Diskutojn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ri-tjetrit.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Punohet ushtrimi 2  individualisht.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sit lidhin emrat me mbiemrat dhe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i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grupojn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tabel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sipas gjinis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. 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mbehen librat me shok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 . Diskutojn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ri-tjetrit.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CD08C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problem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: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ushtrim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punojn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grupe. Secili nga an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tar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t e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lastRenderedPageBreak/>
              <w:t>grupit shkruan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etiket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nga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r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të shoqëruar me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ër.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Etiketat 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mbehen me grupin fqinj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ë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cil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 kan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detyr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t’i grupojn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ato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 grupe 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   (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gjinis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ror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dhe 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gjinis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mashkullore). Prezantohet puna dhe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ri-tjetrin.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tregimin e gjinis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mbiemrit.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dallimin e mbiemrave 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gjinisë femërore nga ata mashkullore.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proofErr w:type="gramStart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demonstrimin</w:t>
            </w:r>
            <w:proofErr w:type="gramEnd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e pavarësis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ë</w:t>
            </w: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në mendime dhe veprime.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proofErr w:type="gramStart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demonstrtrimin</w:t>
            </w:r>
            <w:proofErr w:type="gramEnd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e  besimit dhe vullnetit në arritjen e rezultateve.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Detyr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sht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pie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: Shkruaj 5 mbiemra t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gjinis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fem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rore dhe 5 emra t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gjinis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mashkullore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CD08CE" w:rsidRPr="009739BE" w:rsidRDefault="00CD08CE" w:rsidP="00CD08CE"/>
    <w:p w:rsidR="00CD08CE" w:rsidRPr="009739BE" w:rsidRDefault="00CD08CE" w:rsidP="00CD08CE"/>
    <w:p w:rsidR="00CD08CE" w:rsidRPr="009739BE" w:rsidRDefault="00CD08CE" w:rsidP="00CD08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CD08CE" w:rsidRPr="009739BE" w:rsidTr="00CD08CE">
        <w:tc>
          <w:tcPr>
            <w:tcW w:w="228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Gjinia e mbiemrit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(ora e dyt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CD08CE" w:rsidRPr="0056179D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Mbiemer, gjini, fem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>rore, mashkullor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</w:tr>
      <w:tr w:rsidR="00CD08CE" w:rsidRPr="009739BE" w:rsidTr="00CD08CE">
        <w:tc>
          <w:tcPr>
            <w:tcW w:w="4788" w:type="dxa"/>
            <w:gridSpan w:val="2"/>
            <w:shd w:val="clear" w:color="auto" w:fill="auto"/>
          </w:tcPr>
          <w:p w:rsidR="00CD08CE" w:rsidRPr="004975B6" w:rsidRDefault="00CD08CE" w:rsidP="00CD08CE">
            <w:pPr>
              <w:autoSpaceDE w:val="0"/>
              <w:autoSpaceDN w:val="0"/>
              <w:adjustRightInd w:val="0"/>
              <w:spacing w:after="0" w:line="360" w:lineRule="auto"/>
              <w:rPr>
                <w:lang w:val="sq-AL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  <w:r w:rsidRPr="004975B6">
              <w:rPr>
                <w:lang w:val="sq-AL"/>
              </w:rPr>
              <w:t xml:space="preserve"> </w:t>
            </w:r>
          </w:p>
          <w:p w:rsidR="00CD08CE" w:rsidRDefault="00CD08CE" w:rsidP="00CD08CE">
            <w:pPr>
              <w:autoSpaceDE w:val="0"/>
              <w:autoSpaceDN w:val="0"/>
              <w:adjustRightInd w:val="0"/>
              <w:spacing w:after="0" w:line="360" w:lineRule="auto"/>
              <w:rPr>
                <w:lang w:val="sq-AL"/>
              </w:rPr>
            </w:pPr>
            <w:r>
              <w:rPr>
                <w:lang w:val="sq-AL"/>
              </w:rPr>
              <w:t>Tregon gjininë e mbiemrit.</w:t>
            </w:r>
          </w:p>
          <w:p w:rsidR="00CD08CE" w:rsidRPr="004975B6" w:rsidRDefault="00CD08CE" w:rsidP="00CD08CE">
            <w:pPr>
              <w:autoSpaceDE w:val="0"/>
              <w:autoSpaceDN w:val="0"/>
              <w:adjustRightInd w:val="0"/>
              <w:spacing w:after="0" w:line="360" w:lineRule="auto"/>
              <w:rPr>
                <w:lang w:val="sq-AL"/>
              </w:rPr>
            </w:pPr>
            <w:r w:rsidRPr="004975B6">
              <w:rPr>
                <w:lang w:val="sq-AL"/>
              </w:rPr>
              <w:t>Dallon emrat e gjinisë femërore nga ata mashkullore.</w:t>
            </w:r>
          </w:p>
          <w:p w:rsidR="00CD08CE" w:rsidRPr="004975B6" w:rsidRDefault="00CD08CE" w:rsidP="00CD08CE">
            <w:pPr>
              <w:autoSpaceDE w:val="0"/>
              <w:autoSpaceDN w:val="0"/>
              <w:adjustRightInd w:val="0"/>
              <w:spacing w:after="0" w:line="360" w:lineRule="auto"/>
              <w:rPr>
                <w:lang w:val="sq-AL"/>
              </w:rPr>
            </w:pPr>
            <w:r w:rsidRPr="004975B6">
              <w:rPr>
                <w:lang w:val="sq-AL"/>
              </w:rPr>
              <w:t>Lidh mbiemrat me emrat sipas gjinis</w:t>
            </w:r>
            <w:r>
              <w:rPr>
                <w:lang w:val="sq-AL"/>
              </w:rPr>
              <w:t>ë</w:t>
            </w:r>
            <w:r w:rsidRPr="004975B6">
              <w:rPr>
                <w:lang w:val="sq-AL"/>
              </w:rPr>
              <w:t>.</w:t>
            </w:r>
          </w:p>
          <w:p w:rsidR="00CD08CE" w:rsidRPr="009739BE" w:rsidRDefault="00CD08CE" w:rsidP="00CD08CE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>Paraqet dhe komunikon lirshëm dhe saktë mendimet e tij;</w:t>
            </w:r>
          </w:p>
          <w:p w:rsidR="00CD08CE" w:rsidRPr="009739BE" w:rsidRDefault="00CD08CE" w:rsidP="00CD08CE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>Demonstron pavarësi në mendime dhe veprime;</w:t>
            </w:r>
          </w:p>
          <w:p w:rsidR="00CD08CE" w:rsidRPr="0056179D" w:rsidRDefault="00CD08CE" w:rsidP="00CD08C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t xml:space="preserve">Respekton përpjekjet individuale dhe ato në </w:t>
            </w:r>
            <w:r w:rsidRPr="009739BE">
              <w:rPr>
                <w:rFonts w:ascii="Times New Roman" w:eastAsia="Times New Roman" w:hAnsi="Times New Roman"/>
                <w:sz w:val="24"/>
                <w:szCs w:val="24"/>
                <w:lang w:val="sq-AL" w:eastAsia="sq-AL"/>
              </w:rPr>
              <w:lastRenderedPageBreak/>
              <w:t>grup.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Situata e të nxënit</w:t>
            </w:r>
          </w:p>
          <w:p w:rsidR="00CD08CE" w:rsidRPr="001A6ABA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ABA">
              <w:rPr>
                <w:rFonts w:ascii="Times New Roman" w:hAnsi="Times New Roman"/>
                <w:sz w:val="24"/>
                <w:szCs w:val="24"/>
              </w:rPr>
              <w:t>Manipulim me mbiemra për të përcaktuar gjininë e tyre.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CD08CE" w:rsidRPr="009739B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CD08C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CD08CE" w:rsidRPr="0056179D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mjete shkrimi</w:t>
            </w:r>
            <w:r w:rsidRPr="0056179D">
              <w:rPr>
                <w:rFonts w:ascii="Times New Roman" w:hAnsi="Times New Roman"/>
                <w:sz w:val="24"/>
                <w:szCs w:val="24"/>
              </w:rPr>
              <w:t>, fletëA4,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79D">
              <w:rPr>
                <w:rFonts w:ascii="Times New Roman" w:hAnsi="Times New Roman"/>
                <w:sz w:val="24"/>
                <w:szCs w:val="24"/>
              </w:rPr>
              <w:t>fisha me emra dhe mbiemra të të dy gjinive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Diskutim,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dyshe,  Dil rrotull fol rrotull, Punë në çift, Punë në grup, Punë me gjithë klasën.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Dil rrotull, fol rrotull: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suesja i fton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gjejn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gjinin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 disa mbiemrave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që ka shkruar në tabelë.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(lule e bukur, kop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sht i vog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l,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diell i nxeht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, dolla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p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 lart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) Mendojn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pak minuta.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ngrihen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dhe ecin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vend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hapur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klas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derisa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suesi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plas duart. Ndalojn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flasin me shokun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kan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ngjitur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 gjinin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mbiemrave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rm.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Punohet ushtrimi 3,4 individualisht.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ushtrimin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3 gjejn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korigjojn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mbiemrat e vendosur gabim, nd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rsa te ushtrimi 4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gjejn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mbiemrat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tekstin e dh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. Diskutojn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ri-tjetrit.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grup: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etiketa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ve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ç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anta nga dy emra dhe mbiemra. I vendosin duke i ngjitur etiketat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tabel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kartoni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rgatitur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par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sipas modelit: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298"/>
              <w:gridCol w:w="4332"/>
            </w:tblGrid>
            <w:tr w:rsidR="00CD08CE" w:rsidRPr="009739BE" w:rsidTr="00CD08CE">
              <w:tc>
                <w:tcPr>
                  <w:tcW w:w="4672" w:type="dxa"/>
                  <w:shd w:val="clear" w:color="auto" w:fill="auto"/>
                </w:tcPr>
                <w:p w:rsidR="00CD08CE" w:rsidRPr="009739BE" w:rsidRDefault="00CD08CE" w:rsidP="00CD08CE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</w:pPr>
                  <w:r w:rsidRPr="009739BE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gjinia fem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ë</w:t>
                  </w:r>
                  <w:r w:rsidRPr="009739BE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rore</w:t>
                  </w:r>
                </w:p>
              </w:tc>
              <w:tc>
                <w:tcPr>
                  <w:tcW w:w="4673" w:type="dxa"/>
                  <w:shd w:val="clear" w:color="auto" w:fill="auto"/>
                </w:tcPr>
                <w:p w:rsidR="00CD08CE" w:rsidRPr="009739BE" w:rsidRDefault="00CD08CE" w:rsidP="00CD08CE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</w:pPr>
                  <w:r w:rsidRPr="009739BE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 xml:space="preserve"> gjinia mashkullore</w:t>
                  </w:r>
                </w:p>
              </w:tc>
            </w:tr>
            <w:tr w:rsidR="00CD08CE" w:rsidRPr="009739BE" w:rsidTr="00CD08CE">
              <w:tc>
                <w:tcPr>
                  <w:tcW w:w="4672" w:type="dxa"/>
                  <w:shd w:val="clear" w:color="auto" w:fill="auto"/>
                </w:tcPr>
                <w:p w:rsidR="00CD08CE" w:rsidRPr="009739BE" w:rsidRDefault="00CD08CE" w:rsidP="00CD08CE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</w:pPr>
                </w:p>
              </w:tc>
              <w:tc>
                <w:tcPr>
                  <w:tcW w:w="4673" w:type="dxa"/>
                  <w:shd w:val="clear" w:color="auto" w:fill="auto"/>
                </w:tcPr>
                <w:p w:rsidR="00CD08CE" w:rsidRPr="009739BE" w:rsidRDefault="00CD08CE" w:rsidP="00CD08CE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</w:pPr>
                </w:p>
              </w:tc>
            </w:tr>
          </w:tbl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Ç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do grup prezanton 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e tij.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Prezantohet puna dhe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ri-tjetrin.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tregimin e gjinis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mbiemrit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nyr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intuitive.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dallimin e mbiemrave 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gjinisë femërore nga ata mashkullore.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proofErr w:type="gramStart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demonstrimin</w:t>
            </w:r>
            <w:proofErr w:type="gramEnd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e pavarësis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ë</w:t>
            </w: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në mendime dhe veprime.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proofErr w:type="gramStart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demonstrtrimin</w:t>
            </w:r>
            <w:proofErr w:type="gramEnd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e  besimit dhe vullnetit në arritjen e rezultateve.</w:t>
            </w:r>
          </w:p>
          <w:p w:rsidR="00CD08CE" w:rsidRPr="009739BE" w:rsidRDefault="00CD08CE" w:rsidP="00CD0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r w:rsidRPr="009739BE">
              <w:rPr>
                <w:rFonts w:ascii="Times New Roman" w:eastAsia="Times New Roman" w:hAnsi="Times New Roman"/>
                <w:b/>
                <w:sz w:val="24"/>
                <w:szCs w:val="24"/>
                <w:lang w:eastAsia="sq-AL"/>
              </w:rPr>
              <w:t>Detyr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sq-AL"/>
              </w:rPr>
              <w:t>ë</w:t>
            </w:r>
            <w:r w:rsidRPr="009739BE">
              <w:rPr>
                <w:rFonts w:ascii="Times New Roman" w:eastAsia="Times New Roman" w:hAnsi="Times New Roman"/>
                <w:b/>
                <w:sz w:val="24"/>
                <w:szCs w:val="24"/>
                <w:lang w:eastAsia="sq-AL"/>
              </w:rPr>
              <w:t xml:space="preserve"> sht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sq-AL"/>
              </w:rPr>
              <w:t>ë</w:t>
            </w:r>
            <w:r w:rsidRPr="009739BE">
              <w:rPr>
                <w:rFonts w:ascii="Times New Roman" w:eastAsia="Times New Roman" w:hAnsi="Times New Roman"/>
                <w:b/>
                <w:sz w:val="24"/>
                <w:szCs w:val="24"/>
                <w:lang w:eastAsia="sq-AL"/>
              </w:rPr>
              <w:t>pie</w:t>
            </w: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: Shkruaj dy fjali ku t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ë</w:t>
            </w: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p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ë</w:t>
            </w: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rdor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ë</w:t>
            </w: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sh mbiemra t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ë</w:t>
            </w: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gjinis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ë</w:t>
            </w: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fem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ë</w:t>
            </w: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rore dhe gjinis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ë</w:t>
            </w: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mashkullore.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CD08CE" w:rsidRDefault="00CD08CE" w:rsidP="00B35C58"/>
    <w:p w:rsidR="00B35C58" w:rsidRDefault="00B35C58" w:rsidP="00B35C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35C58" w:rsidRPr="00306102" w:rsidTr="00E52D93">
        <w:tc>
          <w:tcPr>
            <w:tcW w:w="228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lastRenderedPageBreak/>
              <w:t>Gjuhët dhe komunikimi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Lënda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Gjuha shqipe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Klasa 2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Data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5C58" w:rsidRPr="00306102" w:rsidTr="00E52D93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Tema mësimore</w:t>
            </w:r>
          </w:p>
          <w:p w:rsidR="00B35C58" w:rsidRPr="00C632EB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Peshku dhe miu  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(ora e par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B35C58" w:rsidRPr="00C632EB" w:rsidRDefault="00451C7A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Peshku, miu, tok</w:t>
            </w:r>
            <w:r w:rsidR="00C14C99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, det,alg</w:t>
            </w:r>
            <w:r w:rsidR="00C14C99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, koral</w:t>
            </w:r>
            <w:r w:rsidR="00B35C58"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35C58" w:rsidRPr="00306102" w:rsidTr="00E52D93">
        <w:tc>
          <w:tcPr>
            <w:tcW w:w="4788" w:type="dxa"/>
            <w:gridSpan w:val="2"/>
            <w:shd w:val="clear" w:color="auto" w:fill="auto"/>
          </w:tcPr>
          <w:p w:rsidR="00B35C58" w:rsidRDefault="00B35C58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B35C58" w:rsidRPr="005411C3" w:rsidRDefault="00B35C58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3D1D04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I përgjigjet pyetjeve rreth përmbajtjes së tekstit.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Lidh pjesën  me përvoja nga jeta e vet.</w:t>
            </w:r>
          </w:p>
          <w:p w:rsidR="00B35C58" w:rsidRPr="005411C3" w:rsidRDefault="00B35C58" w:rsidP="00E52D9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</w:t>
            </w:r>
            <w:r w:rsidR="00451C7A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n.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B35C58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Duke ndërvepruar me tekstin nxënësit diskutojnë :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mënyrës se si ata e kuptojnë pjesën 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interpretimit të tyre në lidhje me </w:t>
            </w:r>
            <w:r w:rsidR="00451C7A">
              <w:rPr>
                <w:rFonts w:ascii="Times New Roman" w:hAnsi="Times New Roman"/>
                <w:sz w:val="24"/>
                <w:szCs w:val="24"/>
              </w:rPr>
              <w:t>historit</w:t>
            </w:r>
            <w:r w:rsidR="00C14C99">
              <w:rPr>
                <w:rFonts w:ascii="Times New Roman" w:hAnsi="Times New Roman"/>
                <w:sz w:val="24"/>
                <w:szCs w:val="24"/>
              </w:rPr>
              <w:t>ë</w:t>
            </w:r>
            <w:r w:rsidR="00451C7A">
              <w:rPr>
                <w:rFonts w:ascii="Times New Roman" w:hAnsi="Times New Roman"/>
                <w:sz w:val="24"/>
                <w:szCs w:val="24"/>
              </w:rPr>
              <w:t xml:space="preserve"> fantastike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gramStart"/>
            <w:r w:rsidRPr="003D1D04">
              <w:rPr>
                <w:rFonts w:ascii="Times New Roman" w:hAnsi="Times New Roman"/>
                <w:sz w:val="24"/>
                <w:szCs w:val="24"/>
              </w:rPr>
              <w:t>rreth</w:t>
            </w:r>
            <w:proofErr w:type="gramEnd"/>
            <w:r w:rsidRPr="003D1D04">
              <w:rPr>
                <w:rFonts w:ascii="Times New Roman" w:hAnsi="Times New Roman"/>
                <w:sz w:val="24"/>
                <w:szCs w:val="24"/>
              </w:rPr>
              <w:t xml:space="preserve"> gjykimeve për ngjarje nga jeta e përditshe që lidhen  me temën.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C58" w:rsidRPr="00306102" w:rsidTr="00E52D93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B35C58" w:rsidRPr="003D1D04" w:rsidRDefault="00B35C58" w:rsidP="00E52D93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451C7A" w:rsidRDefault="00B35C58" w:rsidP="00451C7A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B35C58" w:rsidRPr="00451C7A" w:rsidRDefault="00B35C58" w:rsidP="00451C7A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51C7A">
              <w:rPr>
                <w:rFonts w:ascii="Times New Roman" w:hAnsi="Times New Roman"/>
                <w:sz w:val="24"/>
                <w:szCs w:val="24"/>
              </w:rPr>
              <w:t>foto, mjete shkrimi,</w:t>
            </w:r>
            <w:r w:rsidR="00451C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C7A">
              <w:rPr>
                <w:rFonts w:ascii="Times New Roman" w:hAnsi="Times New Roman"/>
                <w:sz w:val="24"/>
                <w:szCs w:val="24"/>
              </w:rPr>
              <w:t>fletëA4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Shoqëria dhe mjedisi,</w:t>
            </w:r>
          </w:p>
          <w:p w:rsidR="00B35C58" w:rsidRPr="003D1D04" w:rsidRDefault="00B35C58" w:rsidP="00E52D93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B35C58" w:rsidRPr="003D1D04" w:rsidRDefault="00B35C58" w:rsidP="00E52D9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B35C58" w:rsidRPr="005411C3" w:rsidRDefault="00B35C58" w:rsidP="00E52D9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</w:tc>
      </w:tr>
      <w:tr w:rsidR="00B35C58" w:rsidRPr="00306102" w:rsidTr="00E52D93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Mësuesja fton nxënësit të bëjnë parashikimin rreth përmbajtjes së tekst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it duke u mbështetur te titulli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,  ilustrimet e tekstit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dhe fjal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t ky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ç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e.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Më pas lexohet pjesa me paragraf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 Gjatë leximit nxënësit nënvizojnë fjalët e reja dhe pjesët që u pëlqejnë më shumë. Diskutojn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p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ndryshimet nga parashikimi q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b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Punohet me fjalorin për të kuptuar  fjalët e reja. 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Lexohet pjesa zinxhir sipas paragrafëve. </w:t>
            </w:r>
          </w:p>
          <w:p w:rsidR="00B35C58" w:rsidRPr="00C40B35" w:rsidRDefault="00C40B35" w:rsidP="00E52D93">
            <w:pPr>
              <w:numPr>
                <w:ilvl w:val="0"/>
                <w:numId w:val="13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C40B35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Punohen pyetjet</w:t>
            </w:r>
            <w:r w:rsidR="00B35C58" w:rsidRPr="00C40B35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 tek rubrika “Lexoj dhe kuptoj”. 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C40B35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Ditari dypjesësh – Nxënësit kopjojnë në njërën anë  të tabelës  pjesën  e cila u ka pëlqyer apo që u ka bërë përshtypje, nga ana tjetër shkruajnë komentin e tyre</w:t>
            </w:r>
            <w:r w:rsidRPr="00C40B35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lastRenderedPageBreak/>
              <w:t>vlerësimin që i bëjnë nxënësit njëri-tjetrit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3D1D04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tregon se e ka kuptuar brendinë duke dhënë përgjigjet e duhura.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 me përvoja nga jeta e vet.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tekstin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B35C58" w:rsidRPr="003D1D04" w:rsidRDefault="00B35C58" w:rsidP="00B35C58">
      <w:pPr>
        <w:rPr>
          <w:rFonts w:eastAsia="Calibri"/>
          <w:snapToGrid/>
        </w:rPr>
      </w:pPr>
    </w:p>
    <w:p w:rsidR="00B35C58" w:rsidRPr="003D1D04" w:rsidRDefault="00B35C58" w:rsidP="00B35C58">
      <w:pPr>
        <w:rPr>
          <w:rFonts w:eastAsia="Calibri"/>
          <w:snapToGrid/>
        </w:rPr>
      </w:pPr>
    </w:p>
    <w:p w:rsidR="00B35C58" w:rsidRPr="003D1D04" w:rsidRDefault="00B35C58" w:rsidP="00B35C58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35C58" w:rsidRPr="00306102" w:rsidTr="00E52D93">
        <w:tc>
          <w:tcPr>
            <w:tcW w:w="228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0B35" w:rsidRPr="00306102" w:rsidTr="00E52D93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C40B35" w:rsidRPr="003D1D04" w:rsidRDefault="00C40B35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C40B35" w:rsidRPr="00C632EB" w:rsidRDefault="00C40B35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Peshku dhe miu  </w:t>
            </w:r>
            <w:r w:rsidR="00C14C9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(ora e dyt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40B35" w:rsidRPr="003D1D04" w:rsidRDefault="00C40B35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C40B35" w:rsidRPr="00C632EB" w:rsidRDefault="00C40B35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Peshku, miu, tok</w:t>
            </w:r>
            <w:r w:rsidR="00C14C99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, det,alg</w:t>
            </w:r>
            <w:r w:rsidR="00C14C99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, koral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40B35" w:rsidRPr="00306102" w:rsidTr="00E52D93">
        <w:tc>
          <w:tcPr>
            <w:tcW w:w="4788" w:type="dxa"/>
            <w:gridSpan w:val="2"/>
            <w:shd w:val="clear" w:color="auto" w:fill="auto"/>
          </w:tcPr>
          <w:p w:rsidR="00C40B35" w:rsidRDefault="00C40B35" w:rsidP="00CD08CE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C40B35" w:rsidRPr="005411C3" w:rsidRDefault="00C40B35" w:rsidP="00CD08CE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</w:p>
          <w:p w:rsidR="00A775F7" w:rsidRPr="003D1D04" w:rsidRDefault="00A775F7" w:rsidP="00A775F7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</w:rPr>
              <w:t xml:space="preserve">Lexon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tekstin sipas roleve.</w:t>
            </w:r>
          </w:p>
          <w:p w:rsidR="00A775F7" w:rsidRPr="003D1D04" w:rsidRDefault="00A775F7" w:rsidP="00A775F7">
            <w:pPr>
              <w:tabs>
                <w:tab w:val="left" w:pos="0"/>
                <w:tab w:val="left" w:pos="360"/>
              </w:tabs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</w:p>
          <w:p w:rsidR="00A775F7" w:rsidRDefault="00A775F7" w:rsidP="00A775F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</w:rPr>
              <w:t>Përshkruan me fjalë të thjeshta personazh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et fantastik</w:t>
            </w:r>
            <w:r w:rsidR="007E6811">
              <w:rPr>
                <w:rFonts w:ascii="Times New Roman" w:eastAsia="Batang" w:hAnsi="Times New Roman"/>
                <w:sz w:val="24"/>
                <w:szCs w:val="24"/>
              </w:rPr>
              <w:t>ë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.</w:t>
            </w:r>
          </w:p>
          <w:p w:rsidR="00A775F7" w:rsidRDefault="00A775F7" w:rsidP="00A775F7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Tregon brendinë duke respektuar strukturën e tekstit.</w:t>
            </w:r>
          </w:p>
          <w:p w:rsidR="00A775F7" w:rsidRPr="00A775F7" w:rsidRDefault="00A775F7" w:rsidP="00A775F7">
            <w:pPr>
              <w:numPr>
                <w:ilvl w:val="0"/>
                <w:numId w:val="15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Shpreh ndjenjat dhe mendimet personale rreth pjesës që lexon, me ndihmën e mësuesit. </w:t>
            </w:r>
          </w:p>
          <w:p w:rsidR="00A775F7" w:rsidRPr="003D1D04" w:rsidRDefault="00A775F7" w:rsidP="00A775F7">
            <w:pPr>
              <w:numPr>
                <w:ilvl w:val="0"/>
                <w:numId w:val="2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Cs/>
                <w:sz w:val="24"/>
                <w:szCs w:val="24"/>
                <w:lang w:val="sq-AL"/>
              </w:rPr>
              <w:t>Jep mendime rreth tekstit duke i argumentuar ato.</w:t>
            </w:r>
          </w:p>
          <w:p w:rsidR="00C40B35" w:rsidRPr="00A775F7" w:rsidRDefault="00A775F7" w:rsidP="00A775F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me përvoja nga jeta e vet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40B35" w:rsidRPr="003D1D04" w:rsidRDefault="00C40B35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C40B35" w:rsidRDefault="00C40B35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0B35" w:rsidRPr="003D1D04" w:rsidRDefault="00C40B35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Duke ndërvepruar me tekstin nxënësit diskutojnë :</w:t>
            </w:r>
          </w:p>
          <w:p w:rsidR="00C40B35" w:rsidRPr="003D1D04" w:rsidRDefault="00C40B35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mënyrës se si ata e kuptojnë pjesën </w:t>
            </w:r>
          </w:p>
          <w:p w:rsidR="00C40B35" w:rsidRPr="003D1D04" w:rsidRDefault="00C40B35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interpretimit të tyre në lidhje me </w:t>
            </w:r>
            <w:r>
              <w:rPr>
                <w:rFonts w:ascii="Times New Roman" w:hAnsi="Times New Roman"/>
                <w:sz w:val="24"/>
                <w:szCs w:val="24"/>
              </w:rPr>
              <w:t>historit</w:t>
            </w:r>
            <w:r w:rsidR="00C14C99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fantastike</w:t>
            </w:r>
          </w:p>
          <w:p w:rsidR="00C40B35" w:rsidRPr="003D1D04" w:rsidRDefault="00C40B35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gramStart"/>
            <w:r w:rsidRPr="003D1D04">
              <w:rPr>
                <w:rFonts w:ascii="Times New Roman" w:hAnsi="Times New Roman"/>
                <w:sz w:val="24"/>
                <w:szCs w:val="24"/>
              </w:rPr>
              <w:t>rreth</w:t>
            </w:r>
            <w:proofErr w:type="gramEnd"/>
            <w:r w:rsidRPr="003D1D04">
              <w:rPr>
                <w:rFonts w:ascii="Times New Roman" w:hAnsi="Times New Roman"/>
                <w:sz w:val="24"/>
                <w:szCs w:val="24"/>
              </w:rPr>
              <w:t xml:space="preserve"> gjykimeve për ngjarje nga jeta e përditshe që lidhen  me temën.</w:t>
            </w:r>
          </w:p>
          <w:p w:rsidR="00C40B35" w:rsidRPr="003D1D04" w:rsidRDefault="00C40B35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0B35" w:rsidRPr="003D1D04" w:rsidRDefault="00C40B35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40B35" w:rsidRPr="003D1D04" w:rsidRDefault="00C40B35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0B35" w:rsidRPr="003D1D04" w:rsidRDefault="00C40B35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0B35" w:rsidRPr="00306102" w:rsidTr="00E52D93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C40B35" w:rsidRPr="003D1D04" w:rsidRDefault="00C40B35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C40B35" w:rsidRPr="003D1D04" w:rsidRDefault="00C40B35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C40B35" w:rsidRDefault="00C40B35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C40B35" w:rsidRPr="00451C7A" w:rsidRDefault="00C40B35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51C7A">
              <w:rPr>
                <w:rFonts w:ascii="Times New Roman" w:hAnsi="Times New Roman"/>
                <w:sz w:val="24"/>
                <w:szCs w:val="24"/>
              </w:rPr>
              <w:t>foto, mjete shkrimi,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C7A">
              <w:rPr>
                <w:rFonts w:ascii="Times New Roman" w:hAnsi="Times New Roman"/>
                <w:sz w:val="24"/>
                <w:szCs w:val="24"/>
              </w:rPr>
              <w:t>fletëA4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40B35" w:rsidRPr="003D1D04" w:rsidRDefault="00C40B35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C40B35" w:rsidRPr="003D1D04" w:rsidRDefault="00C40B35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Shoqëria dhe mjedisi,</w:t>
            </w:r>
          </w:p>
          <w:p w:rsidR="00C40B35" w:rsidRPr="003D1D04" w:rsidRDefault="00C40B35" w:rsidP="00CD08CE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C40B35" w:rsidRPr="005411C3" w:rsidRDefault="00C40B35" w:rsidP="00CD08C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</w:tc>
      </w:tr>
      <w:tr w:rsidR="00B35C58" w:rsidRPr="00306102" w:rsidTr="00E52D93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="00A775F7" w:rsidRPr="00A775F7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Loj</w:t>
            </w:r>
            <w:r w:rsidR="007E681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A775F7" w:rsidRPr="00A775F7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n</w:t>
            </w:r>
            <w:r w:rsidR="007E681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A775F7" w:rsidRPr="00A775F7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role,</w:t>
            </w:r>
            <w:r w:rsidR="00A775F7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B35C58" w:rsidRPr="003D1D04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Mësuesja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organizon klasën në grupe treshe. Ajo ndan rolet në çdo grup (dhe kërkon nga nxënësit të lexojnë në heshtje fjalët e rolit përkatës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)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Më pas nxënësit në treshe </w:t>
            </w:r>
            <w:r w:rsidR="00C40B3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lexojn</w:t>
            </w:r>
            <w:r w:rsidR="00C14C9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C40B3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/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luajnë sipas roleve. </w:t>
            </w:r>
          </w:p>
          <w:p w:rsidR="00B35C58" w:rsidRPr="003D1D04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Tregohet përmbajtja në dyshe. Vlerësojnë njëri-tjetrin për mënyrën e të treguarit.</w:t>
            </w:r>
          </w:p>
          <w:p w:rsidR="00B35C58" w:rsidRPr="003D1D04" w:rsidRDefault="00B35C58" w:rsidP="00E52D93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Punë në dyshe “Harta e personazheve”. Nxënësit shkruajnë dy cilësi për </w:t>
            </w:r>
            <w:r w:rsidR="00C40B35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personazhet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dhe pjesët ilustruese nga teksti për secilën  cilësi.</w:t>
            </w:r>
          </w:p>
          <w:p w:rsidR="00B35C58" w:rsidRPr="003D1D04" w:rsidRDefault="00B35C58" w:rsidP="00E52D93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Prezantojnë punët e tyre dhe i diskutojnë  me gjithë kla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sën.</w:t>
            </w:r>
          </w:p>
          <w:p w:rsidR="00C40B35" w:rsidRPr="00C40B35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 pë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 pyetjet e rubrikës“Reflektoj“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. Nxënësit ndajn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me nj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ri-tjetrin p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rvoja nga </w:t>
            </w:r>
            <w:r w:rsidR="00C40B35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jeta e tyre.</w:t>
            </w:r>
            <w:r w:rsidR="00C40B35" w:rsidRPr="003D1D04">
              <w:t xml:space="preserve"> </w:t>
            </w:r>
          </w:p>
          <w:p w:rsidR="00B35C58" w:rsidRPr="003D1D04" w:rsidRDefault="00C40B35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t>Plot</w:t>
            </w:r>
            <w:r w:rsidR="00C14C99">
              <w:t>ë</w:t>
            </w:r>
            <w:r>
              <w:t>sohet r</w:t>
            </w:r>
            <w:r w:rsidRPr="003D1D04">
              <w:t>ubrika”Shkruaj”</w:t>
            </w:r>
            <w:r>
              <w:t>. Nx</w:t>
            </w:r>
            <w:r w:rsidR="00C14C99">
              <w:t>ë</w:t>
            </w:r>
            <w:r>
              <w:t>n</w:t>
            </w:r>
            <w:r w:rsidR="00C14C99">
              <w:t>ë</w:t>
            </w:r>
            <w:r>
              <w:t>sit krahasojn</w:t>
            </w:r>
            <w:r w:rsidR="00C14C99">
              <w:t>ë</w:t>
            </w:r>
            <w:r>
              <w:t xml:space="preserve"> pun</w:t>
            </w:r>
            <w:r w:rsidR="00C14C99">
              <w:t>ë</w:t>
            </w:r>
            <w:r>
              <w:t>n me nj</w:t>
            </w:r>
            <w:r w:rsidR="00C14C99">
              <w:t>ë</w:t>
            </w:r>
            <w:r>
              <w:t>ri tjetrin dhe e vler</w:t>
            </w:r>
            <w:r w:rsidR="00C14C99">
              <w:t>ë</w:t>
            </w:r>
            <w:r>
              <w:t>sojn</w:t>
            </w:r>
            <w:r w:rsidR="00C14C99">
              <w:t>ë</w:t>
            </w:r>
            <w:r>
              <w:t xml:space="preserve"> at</w:t>
            </w:r>
            <w:r w:rsidR="00C14C99">
              <w:t>ë</w:t>
            </w:r>
            <w:r>
              <w:t>.</w:t>
            </w:r>
          </w:p>
          <w:p w:rsidR="00B35C58" w:rsidRPr="003D1D04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mënyrën e bashkëpunimit në grupe.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vlerësimin që i bëjnë nxënësit njëri-tjetrit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tregimin e përmbajtjes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</w:rPr>
              <w:t>përshkrimin e  personazheve;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lojën me role 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 xml:space="preserve">ndarjen me të tjerët  të përvojave të tij </w:t>
            </w:r>
          </w:p>
          <w:p w:rsidR="00B35C58" w:rsidRPr="003D1D04" w:rsidRDefault="00B35C58" w:rsidP="00C40B3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B35C58" w:rsidRDefault="00B35C58" w:rsidP="00B35C58"/>
    <w:p w:rsidR="00B35C58" w:rsidRDefault="00B35C58" w:rsidP="00B35C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35C58" w:rsidRPr="00306102" w:rsidTr="00E52D93">
        <w:tc>
          <w:tcPr>
            <w:tcW w:w="228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5C58" w:rsidRPr="00306102" w:rsidTr="00E52D93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B35C58" w:rsidRPr="00C632EB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Misteri i h</w:t>
            </w:r>
            <w:r w:rsidR="00E52D9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  <w:r w:rsidR="00E52D9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s  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(ora e par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B35C58" w:rsidRPr="00C632EB" w:rsidRDefault="009A6351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Mister, h</w:t>
            </w:r>
            <w:r w:rsidR="007E68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7E68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, smog,</w:t>
            </w:r>
          </w:p>
        </w:tc>
      </w:tr>
      <w:tr w:rsidR="00B35C58" w:rsidRPr="00306102" w:rsidTr="00E52D93">
        <w:tc>
          <w:tcPr>
            <w:tcW w:w="4788" w:type="dxa"/>
            <w:gridSpan w:val="2"/>
            <w:shd w:val="clear" w:color="auto" w:fill="auto"/>
          </w:tcPr>
          <w:p w:rsidR="00B35C58" w:rsidRDefault="00B35C58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B35C58" w:rsidRPr="005411C3" w:rsidRDefault="00B35C58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3D1D04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I përgjigjet pyetjeve rreth përmbajtjes së tekstit.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lastRenderedPageBreak/>
              <w:t xml:space="preserve"> Lidh pjesën  me përvoja nga jeta e vet.</w:t>
            </w:r>
          </w:p>
          <w:p w:rsidR="00B35C58" w:rsidRPr="005411C3" w:rsidRDefault="00B35C58" w:rsidP="00E52D9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</w:t>
            </w:r>
            <w:r w:rsidR="009A6351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n.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Situata e të nxënit</w:t>
            </w:r>
          </w:p>
          <w:p w:rsidR="00B35C58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Duke ndërvepruar</w:t>
            </w:r>
            <w:r w:rsidR="009A6351">
              <w:rPr>
                <w:rFonts w:ascii="Times New Roman" w:hAnsi="Times New Roman"/>
                <w:sz w:val="24"/>
                <w:szCs w:val="24"/>
              </w:rPr>
              <w:t xml:space="preserve"> me tekstin nxënësit diskutojnë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mënyrës se si ata e kuptojnë pjesën 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interpretimit të tyre në lidhje me </w:t>
            </w:r>
            <w:r w:rsidR="009A6351">
              <w:rPr>
                <w:rFonts w:ascii="Times New Roman" w:hAnsi="Times New Roman"/>
                <w:sz w:val="24"/>
                <w:szCs w:val="24"/>
              </w:rPr>
              <w:t>ndotjen dhe mbrojtjen e ajrit,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gramStart"/>
            <w:r w:rsidRPr="003D1D04">
              <w:rPr>
                <w:rFonts w:ascii="Times New Roman" w:hAnsi="Times New Roman"/>
                <w:sz w:val="24"/>
                <w:szCs w:val="24"/>
              </w:rPr>
              <w:t>rreth</w:t>
            </w:r>
            <w:proofErr w:type="gramEnd"/>
            <w:r w:rsidRPr="003D1D04">
              <w:rPr>
                <w:rFonts w:ascii="Times New Roman" w:hAnsi="Times New Roman"/>
                <w:sz w:val="24"/>
                <w:szCs w:val="24"/>
              </w:rPr>
              <w:t xml:space="preserve"> gjykimeve për ngjarje nga jeta e përditshe që lidhen  me temën.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6351" w:rsidRPr="00306102" w:rsidTr="00E52D93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9A6351" w:rsidRPr="003D1D04" w:rsidRDefault="009A6351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9A6351" w:rsidRPr="003D1D04" w:rsidRDefault="009A6351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9A6351" w:rsidRDefault="009A6351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9A6351" w:rsidRPr="00451C7A" w:rsidRDefault="009A6351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51C7A">
              <w:rPr>
                <w:rFonts w:ascii="Times New Roman" w:hAnsi="Times New Roman"/>
                <w:sz w:val="24"/>
                <w:szCs w:val="24"/>
              </w:rPr>
              <w:t>foto, mjete shkrimi,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C7A">
              <w:rPr>
                <w:rFonts w:ascii="Times New Roman" w:hAnsi="Times New Roman"/>
                <w:sz w:val="24"/>
                <w:szCs w:val="24"/>
              </w:rPr>
              <w:t>fletëA4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9A6351" w:rsidRPr="003D1D04" w:rsidRDefault="009A6351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9A6351" w:rsidRPr="003D1D04" w:rsidRDefault="009A6351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Shoqëria dhe mjedisi,</w:t>
            </w:r>
          </w:p>
          <w:p w:rsidR="009A6351" w:rsidRPr="003D1D04" w:rsidRDefault="009A6351" w:rsidP="00CD08CE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9A6351" w:rsidRDefault="009A6351" w:rsidP="00CD08CE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q-AL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 xml:space="preserve">Mjedisi </w:t>
            </w:r>
          </w:p>
          <w:p w:rsidR="009A6351" w:rsidRPr="003D1D04" w:rsidRDefault="009A6351" w:rsidP="00CD08C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9A6351" w:rsidRPr="005411C3" w:rsidRDefault="009A6351" w:rsidP="00CD08C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B35C58" w:rsidRPr="00306102" w:rsidTr="00E52D93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Mësuesja fton nxënësit të bëjnë parashikimin rreth përmbajtjes së tekst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it duke u mbështetur te titulli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,  ilustrimet e tekstit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dhe fjal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t ky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ç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e.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Më pas lexohet pjesa me paragraf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 Gjatë leximit nxënësit nënvizojnë fjalët e reja dhe pjesët që u pëlqejnë më shumë. Diskutojn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p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ndryshimet nga parashikimi q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b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Punohet me fjalorin për të kuptuar  fjalët e reja. 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Lexohet pjesa zinxhir sipas paragrafëve. 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Shënojnë </w:t>
            </w:r>
            <w:r w:rsidR="00103D9E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numrat pran</w:t>
            </w:r>
            <w:r w:rsidR="007E6811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103D9E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çdo fjalie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e</w:t>
            </w:r>
            <w:r w:rsidR="00103D9E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k rubrika “Lexoj dhe kuptoj”, duke i renditur fjalit</w:t>
            </w:r>
            <w:r w:rsidR="007E6811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103D9E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sipas radh</w:t>
            </w:r>
            <w:r w:rsidR="007E6811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103D9E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 s</w:t>
            </w:r>
            <w:r w:rsidR="007E6811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="00103D9E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ngjarjeve.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Shkëmbejnë librat e vlerësojnë punën e njëri-tjetrit.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3D1D04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tregon se e ka kuptuar brendinë duke dhënë përgjigjet e duhura.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 me përvoja nga jeta e vet.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tekstin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B35C58" w:rsidRPr="003D1D04" w:rsidRDefault="00B35C58" w:rsidP="00B35C58">
      <w:pPr>
        <w:rPr>
          <w:rFonts w:eastAsia="Calibri"/>
          <w:snapToGrid/>
        </w:rPr>
      </w:pPr>
    </w:p>
    <w:p w:rsidR="00B35C58" w:rsidRPr="003D1D04" w:rsidRDefault="00B35C58" w:rsidP="00B35C58">
      <w:pPr>
        <w:rPr>
          <w:rFonts w:eastAsia="Calibri"/>
          <w:snapToGrid/>
        </w:rPr>
      </w:pPr>
    </w:p>
    <w:p w:rsidR="00B35C58" w:rsidRPr="003D1D04" w:rsidRDefault="00B35C58" w:rsidP="00B35C58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35C58" w:rsidRPr="00306102" w:rsidTr="00E52D93">
        <w:tc>
          <w:tcPr>
            <w:tcW w:w="228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Lënda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Data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5C58" w:rsidRPr="00306102" w:rsidTr="00E52D93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Tema mësimore</w:t>
            </w:r>
          </w:p>
          <w:p w:rsidR="00B35C58" w:rsidRPr="003D1D04" w:rsidRDefault="00F91307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Misteri i h</w:t>
            </w:r>
            <w:r w:rsidR="00E52D9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  <w:r w:rsidR="00E52D9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</w:t>
            </w:r>
            <w:r w:rsidR="00B35C58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="00B35C58" w:rsidRPr="003D1D04">
              <w:rPr>
                <w:rFonts w:ascii="Times New Roman" w:hAnsi="Times New Roman"/>
                <w:sz w:val="24"/>
                <w:szCs w:val="24"/>
                <w:lang w:val="de-DE"/>
              </w:rPr>
              <w:t>(ora e dyt</w:t>
            </w:r>
            <w:r w:rsidR="00B35C58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B35C58"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B35C58" w:rsidRPr="003D1D04" w:rsidRDefault="00103D9E" w:rsidP="00103D9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Mister, h</w:t>
            </w:r>
            <w:r w:rsidR="007E68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7E68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, smog,</w:t>
            </w:r>
          </w:p>
        </w:tc>
      </w:tr>
      <w:tr w:rsidR="00B35C58" w:rsidRPr="00306102" w:rsidTr="00E52D93"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9A6351" w:rsidRPr="003D1D04" w:rsidRDefault="009A6351" w:rsidP="009A635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</w:rPr>
              <w:t xml:space="preserve">Lexon </w:t>
            </w:r>
            <w:r w:rsidRPr="003D1D04">
              <w:rPr>
                <w:rFonts w:ascii="Times New Roman" w:hAnsi="Times New Roman"/>
                <w:bCs/>
                <w:sz w:val="24"/>
                <w:szCs w:val="24"/>
              </w:rPr>
              <w:t>rrjedhshëm dhe me intonacionin e duhur tekstin.</w:t>
            </w:r>
            <w:r w:rsidRPr="003D1D04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9A6351" w:rsidRPr="003D1D04" w:rsidRDefault="009A6351" w:rsidP="009A6351">
            <w:pPr>
              <w:tabs>
                <w:tab w:val="left" w:pos="0"/>
                <w:tab w:val="left" w:pos="360"/>
              </w:tabs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</w:p>
          <w:p w:rsidR="009A6351" w:rsidRDefault="009A6351" w:rsidP="009A6351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</w:rPr>
              <w:t>Përshkruan me fjalë të thjeshta personazh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in fantastik.</w:t>
            </w:r>
          </w:p>
          <w:p w:rsidR="009A6351" w:rsidRPr="00292886" w:rsidRDefault="009A6351" w:rsidP="009A6351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T</w:t>
            </w:r>
            <w:r w:rsidRPr="003D1D04">
              <w:rPr>
                <w:rFonts w:ascii="Times New Roman" w:eastAsia="Batang" w:hAnsi="Times New Roman"/>
                <w:sz w:val="24"/>
                <w:szCs w:val="24"/>
              </w:rPr>
              <w:t>regon se cilët janë personazhet e preferuara.</w:t>
            </w:r>
          </w:p>
          <w:p w:rsidR="009A6351" w:rsidRDefault="009A6351" w:rsidP="009A6351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Tregon brendinë duke respektuar strukturën e tekstit.</w:t>
            </w:r>
          </w:p>
          <w:p w:rsidR="009A6351" w:rsidRPr="00A775F7" w:rsidRDefault="009A6351" w:rsidP="009A6351">
            <w:pPr>
              <w:numPr>
                <w:ilvl w:val="0"/>
                <w:numId w:val="15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Shpreh ndjenjat dhe mendimet personale rreth pjesës që lexon, me ndihmën e mësuesit. </w:t>
            </w:r>
          </w:p>
          <w:p w:rsidR="00103D9E" w:rsidRDefault="009A6351" w:rsidP="00103D9E">
            <w:pPr>
              <w:numPr>
                <w:ilvl w:val="0"/>
                <w:numId w:val="2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Cs/>
                <w:sz w:val="24"/>
                <w:szCs w:val="24"/>
                <w:lang w:val="sq-AL"/>
              </w:rPr>
              <w:t>Jep mendime rreth tekstit duke i argumentuar ato.</w:t>
            </w:r>
          </w:p>
          <w:p w:rsidR="00B35C58" w:rsidRPr="00103D9E" w:rsidRDefault="009A6351" w:rsidP="00103D9E">
            <w:pPr>
              <w:numPr>
                <w:ilvl w:val="0"/>
                <w:numId w:val="2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103D9E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me përvoja nga jeta e vet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6351" w:rsidRPr="003D1D04" w:rsidRDefault="009A6351" w:rsidP="009A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Duke ndërvepruar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 tekstin nxënësit diskutojnë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A6351" w:rsidRPr="003D1D04" w:rsidRDefault="009A6351" w:rsidP="009A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mënyrës se si ata e kuptojnë pjesën </w:t>
            </w:r>
          </w:p>
          <w:p w:rsidR="009A6351" w:rsidRPr="003D1D04" w:rsidRDefault="009A6351" w:rsidP="009A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interpretimit të tyre në lidhje me </w:t>
            </w:r>
            <w:r>
              <w:rPr>
                <w:rFonts w:ascii="Times New Roman" w:hAnsi="Times New Roman"/>
                <w:sz w:val="24"/>
                <w:szCs w:val="24"/>
              </w:rPr>
              <w:t>ndotjen dhe mbrojtjen e ajrit,</w:t>
            </w:r>
          </w:p>
          <w:p w:rsidR="009A6351" w:rsidRPr="003D1D04" w:rsidRDefault="009A6351" w:rsidP="009A6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gramStart"/>
            <w:r w:rsidRPr="003D1D04">
              <w:rPr>
                <w:rFonts w:ascii="Times New Roman" w:hAnsi="Times New Roman"/>
                <w:sz w:val="24"/>
                <w:szCs w:val="24"/>
              </w:rPr>
              <w:t>rreth</w:t>
            </w:r>
            <w:proofErr w:type="gramEnd"/>
            <w:r w:rsidRPr="003D1D04">
              <w:rPr>
                <w:rFonts w:ascii="Times New Roman" w:hAnsi="Times New Roman"/>
                <w:sz w:val="24"/>
                <w:szCs w:val="24"/>
              </w:rPr>
              <w:t xml:space="preserve"> gjykimeve për ngjarje nga jeta e përditshe që lidhen  me temën.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6351" w:rsidRPr="00306102" w:rsidTr="00E52D93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9A6351" w:rsidRPr="003D1D04" w:rsidRDefault="009A6351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9A6351" w:rsidRPr="003D1D04" w:rsidRDefault="009A6351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9A6351" w:rsidRDefault="009A6351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9A6351" w:rsidRPr="00451C7A" w:rsidRDefault="009A6351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51C7A">
              <w:rPr>
                <w:rFonts w:ascii="Times New Roman" w:hAnsi="Times New Roman"/>
                <w:sz w:val="24"/>
                <w:szCs w:val="24"/>
              </w:rPr>
              <w:t>foto, mjete shkrimi,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C7A">
              <w:rPr>
                <w:rFonts w:ascii="Times New Roman" w:hAnsi="Times New Roman"/>
                <w:sz w:val="24"/>
                <w:szCs w:val="24"/>
              </w:rPr>
              <w:t>fletëA4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9A6351" w:rsidRPr="003D1D04" w:rsidRDefault="009A6351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9A6351" w:rsidRPr="003D1D04" w:rsidRDefault="009A6351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Shoqëria dhe mjedisi,</w:t>
            </w:r>
          </w:p>
          <w:p w:rsidR="009A6351" w:rsidRPr="003D1D04" w:rsidRDefault="009A6351" w:rsidP="00CD08CE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9A6351" w:rsidRDefault="009A6351" w:rsidP="009A635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q-AL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 xml:space="preserve">Mjedisi </w:t>
            </w:r>
          </w:p>
          <w:p w:rsidR="009A6351" w:rsidRPr="003D1D04" w:rsidRDefault="009A6351" w:rsidP="009A635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9A6351" w:rsidRPr="005411C3" w:rsidRDefault="009A6351" w:rsidP="00CD08C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B35C58" w:rsidRPr="00306102" w:rsidTr="00E52D93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B35C58" w:rsidRPr="003D1D04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Tregohet përmbajtja në dyshe. Vlerësojnë njëri-tjetrin për mënyrën e të treguarit.</w:t>
            </w:r>
          </w:p>
          <w:p w:rsidR="00B35C58" w:rsidRPr="003D1D04" w:rsidRDefault="00B35C58" w:rsidP="00E52D93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Punë në dyshe “Harta e personazheve”. Nxënësit shkruajnë dy cilësi për 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Martinën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dhe pjesët ilustruese nga teksti për secilën  cilësi.</w:t>
            </w:r>
          </w:p>
          <w:p w:rsidR="00B35C58" w:rsidRPr="003D1D04" w:rsidRDefault="00B35C58" w:rsidP="00E52D93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Prezantojnë punët e tyre dhe i diskutojnë  me gjithë kla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sën.</w:t>
            </w:r>
          </w:p>
          <w:p w:rsidR="00B35C58" w:rsidRPr="003D1D04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 pë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 pyetjet e rubrikës“Reflektoj“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. Nxënësit ndajn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me nj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ri-tjetrin p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rvoja nga noti apo sporte t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tjera me t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cilat merren.</w:t>
            </w:r>
          </w:p>
          <w:p w:rsidR="00B35C58" w:rsidRPr="003D1D04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lastRenderedPageBreak/>
              <w:t>mënyrën e bashkëpunimit në grupe.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vlerësimin që i bëjnë nxënësit njëri-tjetrit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tregimin e përmbajtjes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</w:rPr>
              <w:t>përshkrimin e  personazheve;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 xml:space="preserve">ndarjen me të tjerët  të përvojave të tij 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3D1D04">
              <w:rPr>
                <w:b/>
              </w:rPr>
              <w:t>Detyrë shtëpie</w:t>
            </w:r>
            <w:r w:rsidRPr="003D1D04">
              <w:t>: Rubrika”Shkruaj”</w:t>
            </w:r>
          </w:p>
        </w:tc>
      </w:tr>
    </w:tbl>
    <w:p w:rsidR="00B35C58" w:rsidRDefault="00B35C58" w:rsidP="00B35C58"/>
    <w:p w:rsidR="00CD08CE" w:rsidRDefault="00CD08CE" w:rsidP="00B35C58"/>
    <w:p w:rsidR="00CD08CE" w:rsidRPr="009739BE" w:rsidRDefault="00CD08CE" w:rsidP="00CD08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CD08CE" w:rsidRPr="009739BE" w:rsidTr="00CD08CE">
        <w:tc>
          <w:tcPr>
            <w:tcW w:w="228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t>Numri i mbiemrit</w:t>
            </w:r>
            <w:r>
              <w:t xml:space="preserve"> </w:t>
            </w:r>
            <w:r w:rsidRPr="009739BE">
              <w:t>(ora epar</w:t>
            </w:r>
            <w:r>
              <w:t>ë</w:t>
            </w:r>
            <w:r w:rsidRPr="009739BE">
              <w:t>)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Numri i mbiemrit,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s, shum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s, </w:t>
            </w:r>
          </w:p>
        </w:tc>
      </w:tr>
      <w:tr w:rsidR="00CD08CE" w:rsidRPr="009739BE" w:rsidTr="00CD08CE"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CD08CE" w:rsidRPr="009739BE" w:rsidRDefault="00CD08CE" w:rsidP="00CD08CE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Tregon numrin e emrit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nyr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intuitive.</w:t>
            </w:r>
          </w:p>
          <w:p w:rsidR="00CD08CE" w:rsidRPr="009739BE" w:rsidRDefault="00CD08CE" w:rsidP="00CD08CE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Dallon mbiemrat e numrit nj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 nga ata 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numrin shum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s.</w:t>
            </w:r>
          </w:p>
          <w:p w:rsidR="00CD08CE" w:rsidRPr="009739BE" w:rsidRDefault="00CD08CE" w:rsidP="00CD08CE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Shoq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ron  emrat 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e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mbiemrat  sipas numrit.</w:t>
            </w:r>
          </w:p>
          <w:p w:rsidR="00CD08CE" w:rsidRPr="009739BE" w:rsidRDefault="00CD08CE" w:rsidP="00CD08C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Demonstron pavarësi në mendime dhe veprime.</w:t>
            </w:r>
          </w:p>
          <w:p w:rsidR="00CD08CE" w:rsidRPr="009739BE" w:rsidRDefault="00CD08CE" w:rsidP="00CD08C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Demonstron </w:t>
            </w: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besim dhe vullnet në arritjen e rezultateve.</w:t>
            </w:r>
          </w:p>
          <w:p w:rsidR="00CD08CE" w:rsidRPr="0056179D" w:rsidRDefault="00CD08CE" w:rsidP="00CD08CE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Respekton përpjekjet individuale dhe ato në grup.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CD08CE" w:rsidRPr="001A6ABA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ABA">
              <w:rPr>
                <w:rFonts w:ascii="Times New Roman" w:hAnsi="Times New Roman"/>
                <w:sz w:val="24"/>
                <w:szCs w:val="24"/>
              </w:rPr>
              <w:t>Manipulim me mbiemra për të përcaktuar numrin e tyre.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CD08CE" w:rsidRPr="009739B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CD08C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CD08CE" w:rsidRPr="0056179D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179D">
              <w:rPr>
                <w:rFonts w:ascii="Times New Roman" w:hAnsi="Times New Roman"/>
                <w:sz w:val="24"/>
                <w:szCs w:val="24"/>
              </w:rPr>
              <w:t>fisha me mbiemra të numrit njëjës dhe shumë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s, mjete shkrimi, </w:t>
            </w:r>
            <w:r w:rsidRPr="0056179D">
              <w:rPr>
                <w:rFonts w:ascii="Times New Roman" w:hAnsi="Times New Roman"/>
                <w:sz w:val="24"/>
                <w:szCs w:val="24"/>
              </w:rPr>
              <w:t>fletë 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Artet,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 Shoqëria dhe mjedisi,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Diskutim,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dyshe,  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problem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, Punë në çift, Punë në grup, Punë me gjithë klasën.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suesja ka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rgatitur fisha me mbiemra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 dhe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shum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punojn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ti grupuar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 grupe sipas numrit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nyr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intuitive.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Diskutojnë për të nxjerrë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rregulli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rcaktimin e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numrit të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mbiemrave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Diskutohet rasti i dh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lib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r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dhe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lexohe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t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rregulli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dyshe:Punohet ushtrimi 1 individualisht. Lidhen me shigjet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emrat me mbiemra dhe shkruhen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tabel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e dh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sipas  numrit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 dhe numrit shum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s. 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mbehen librat me shok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 . Diskutojn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ri-tjetrit.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dyshe:Punohet ushtrimi 2  individualisht.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 kthejn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emrat dhe mbiemrat e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dhen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nga numri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shum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s. 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mbehen librat me shok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 . Diskutojn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ri-tjetrit.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problem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: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ushtrim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punojn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grupe. Secili nga an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tar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 e grupit shkruan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etiket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nga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dhe mbiem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 dhe 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shum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s. Etiketat 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mbehen me grupin fqinj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cil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 kan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 detyr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t’i grupojn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etiketa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 grupe sipas numrit.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Prezantohet puna dhe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ri-tjetrin.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tregimin e numrit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mbiemrit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nyr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intuitive.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dallimin e mbiemrave 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numrit nj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 dhe numrit shum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proofErr w:type="gramStart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demonstrimin</w:t>
            </w:r>
            <w:proofErr w:type="gramEnd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e pavarësis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ë</w:t>
            </w: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në mendime dhe veprime.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proofErr w:type="gramStart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demonstrtrimin</w:t>
            </w:r>
            <w:proofErr w:type="gramEnd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e  besimit dhe vullnetit në arritjen e rezultateve.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Detyr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sht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pie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: Gjej 3 mbiemra t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numrit nj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s dhe 3 mbiemra t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numrit </w:t>
            </w:r>
            <w:proofErr w:type="gramStart"/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shum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s 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  <w:proofErr w:type="gramEnd"/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CD08CE" w:rsidRPr="009739BE" w:rsidRDefault="00CD08CE" w:rsidP="00CD08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CD08CE" w:rsidRPr="009739BE" w:rsidTr="00CD08CE">
        <w:tc>
          <w:tcPr>
            <w:tcW w:w="228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t>Numri i mbiemrit(ora e</w:t>
            </w:r>
            <w:r>
              <w:t xml:space="preserve"> </w:t>
            </w:r>
            <w:r w:rsidRPr="009739BE">
              <w:t>dyt</w:t>
            </w:r>
            <w:r>
              <w:t>ë</w:t>
            </w:r>
            <w:r w:rsidRPr="009739BE">
              <w:t>)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Numri i mbiemrit,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s, shum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s, </w:t>
            </w:r>
          </w:p>
        </w:tc>
      </w:tr>
      <w:tr w:rsidR="00CD08CE" w:rsidRPr="009739BE" w:rsidTr="00CD08CE"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Rezultatet e të nxënit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CD08CE" w:rsidRPr="0039381B" w:rsidRDefault="00CD08CE" w:rsidP="00CD08CE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39381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Tregon numrin e mbiemrit. </w:t>
            </w:r>
          </w:p>
          <w:p w:rsidR="00CD08CE" w:rsidRPr="0039381B" w:rsidRDefault="00CD08CE" w:rsidP="00CD08CE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39381B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Dallon mbiemrat e numrit njëjës nga ata të numrin shumës.</w:t>
            </w:r>
          </w:p>
          <w:p w:rsidR="00CD08CE" w:rsidRPr="009739BE" w:rsidRDefault="00CD08CE" w:rsidP="00CD08CE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Kthen mbiemrat nga  num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ri nj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 tek numri shum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s.</w:t>
            </w:r>
          </w:p>
          <w:p w:rsidR="00CD08CE" w:rsidRPr="009739BE" w:rsidRDefault="00CD08CE" w:rsidP="00CD08C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Demonstron pavarësi në mendime dhe veprime.</w:t>
            </w:r>
          </w:p>
          <w:p w:rsidR="00CD08CE" w:rsidRPr="009739BE" w:rsidRDefault="00CD08CE" w:rsidP="00CD08C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proofErr w:type="gramStart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Demonstron  besim</w:t>
            </w:r>
            <w:proofErr w:type="gramEnd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dhe vullnet në arritjen e rezultateve.</w:t>
            </w:r>
          </w:p>
          <w:p w:rsidR="00CD08CE" w:rsidRPr="009739BE" w:rsidRDefault="00CD08CE" w:rsidP="00CD08CE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Respekton përpjekjet individuale dhe ato në grup.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</w:p>
          <w:p w:rsidR="00CD08CE" w:rsidRPr="009739BE" w:rsidRDefault="00CD08CE" w:rsidP="00CD08CE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CD08CE" w:rsidRPr="001A6ABA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ABA">
              <w:rPr>
                <w:rFonts w:ascii="Times New Roman" w:hAnsi="Times New Roman"/>
                <w:sz w:val="24"/>
                <w:szCs w:val="24"/>
              </w:rPr>
              <w:t>Manipulim me mbiemra për të përcaktuar numrin e tyre.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CD08CE" w:rsidRPr="009739B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CD08CE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CD08CE" w:rsidRPr="0039381B" w:rsidRDefault="00CD08CE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9381B">
              <w:rPr>
                <w:rFonts w:ascii="Times New Roman" w:hAnsi="Times New Roman"/>
                <w:sz w:val="24"/>
                <w:szCs w:val="24"/>
              </w:rPr>
              <w:t>fisha me mbiemra të numrit njëjës dhe shumës, mjete shkrimi ,fletë 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9BE">
              <w:rPr>
                <w:rFonts w:ascii="Times New Roman" w:hAnsi="Times New Roman"/>
                <w:sz w:val="24"/>
                <w:szCs w:val="24"/>
              </w:rPr>
              <w:t>Artet, , Shoqëria dhe mjedisi,</w:t>
            </w:r>
          </w:p>
          <w:p w:rsidR="00CD08CE" w:rsidRPr="009739BE" w:rsidRDefault="00CD08CE" w:rsidP="00CD08CE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9739BE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8CE" w:rsidRPr="009739BE" w:rsidTr="00CD08CE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CD08CE" w:rsidRPr="009739BE" w:rsidRDefault="00CD08CE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Diskutim,</w:t>
            </w: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dyshe,  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problem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, Punë në çift, Punë në grup, Punë me gjithë klasën.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CD08CE" w:rsidRPr="009739BE" w:rsidRDefault="00CD08CE" w:rsidP="00CD08CE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Shkrim i shpejt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: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suesja i fton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sipas dysheve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sa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shum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mbiemra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 dhe 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shum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Më pas në grup ata i grupojnë sipas numrit.</w:t>
            </w:r>
          </w:p>
          <w:p w:rsidR="00CD08CE" w:rsidRPr="009739BE" w:rsidRDefault="00CD08CE" w:rsidP="00CD08CE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Rishikim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dyshe:Punohet ushtrimi 3,4, individualisht.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kthejn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mbiemrat nga numri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shum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s,nd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rsa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ushtrimin 4 gjejn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mbiemrat dhe i vendosin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tabel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.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rcaktojn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gjinin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dhe numrin e tyre. Shk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mbehen librat me shok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 . Diskutojn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 e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ri-tjetrit.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grup: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sit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etiketa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ve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ç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anta nga dy mbiemra  (nj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numrin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 e tjetrin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num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 shum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s). I vendosin duke i ngjitur etiketat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tabel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kartoni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rgatitur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par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sipas modelit: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08"/>
              <w:gridCol w:w="4322"/>
            </w:tblGrid>
            <w:tr w:rsidR="00CD08CE" w:rsidRPr="009739BE" w:rsidTr="00CD08CE">
              <w:tc>
                <w:tcPr>
                  <w:tcW w:w="4672" w:type="dxa"/>
                  <w:shd w:val="clear" w:color="auto" w:fill="auto"/>
                </w:tcPr>
                <w:p w:rsidR="00CD08CE" w:rsidRPr="009739BE" w:rsidRDefault="00CD08CE" w:rsidP="00CD08CE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</w:pPr>
                  <w:r w:rsidRPr="009739BE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numri nj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ë</w:t>
                  </w:r>
                  <w:r w:rsidRPr="009739BE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j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ë</w:t>
                  </w:r>
                  <w:r w:rsidRPr="009739BE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s</w:t>
                  </w:r>
                </w:p>
              </w:tc>
              <w:tc>
                <w:tcPr>
                  <w:tcW w:w="4673" w:type="dxa"/>
                  <w:shd w:val="clear" w:color="auto" w:fill="auto"/>
                </w:tcPr>
                <w:p w:rsidR="00CD08CE" w:rsidRPr="009739BE" w:rsidRDefault="00CD08CE" w:rsidP="00CD08CE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</w:pPr>
                  <w:r w:rsidRPr="009739BE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numri shum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ë</w:t>
                  </w:r>
                  <w:r w:rsidRPr="009739BE"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  <w:t>s</w:t>
                  </w:r>
                </w:p>
              </w:tc>
            </w:tr>
            <w:tr w:rsidR="00CD08CE" w:rsidRPr="009739BE" w:rsidTr="00CD08CE">
              <w:tc>
                <w:tcPr>
                  <w:tcW w:w="4672" w:type="dxa"/>
                  <w:shd w:val="clear" w:color="auto" w:fill="auto"/>
                </w:tcPr>
                <w:p w:rsidR="00CD08CE" w:rsidRPr="009739BE" w:rsidRDefault="00CD08CE" w:rsidP="00CD08CE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</w:pPr>
                </w:p>
              </w:tc>
              <w:tc>
                <w:tcPr>
                  <w:tcW w:w="4673" w:type="dxa"/>
                  <w:shd w:val="clear" w:color="auto" w:fill="auto"/>
                </w:tcPr>
                <w:p w:rsidR="00CD08CE" w:rsidRPr="009739BE" w:rsidRDefault="00CD08CE" w:rsidP="00CD08CE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de-DE"/>
                    </w:rPr>
                  </w:pPr>
                </w:p>
              </w:tc>
            </w:tr>
          </w:tbl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CD08CE" w:rsidRPr="009739BE" w:rsidRDefault="00CD08CE" w:rsidP="00CD0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Prezantohet puna dhe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ri-tjetrin.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 xml:space="preserve">Vlerësimi bëhet për: </w:t>
            </w:r>
            <w:r w:rsidRPr="009739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tregimin e numrit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mbiemrit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>nyr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9739B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intuitive.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dallimin e mbiemrave 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numrit nj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 e shum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739BE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proofErr w:type="gramStart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demonstrimin</w:t>
            </w:r>
            <w:proofErr w:type="gramEnd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e pavarësis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ë</w:t>
            </w:r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në mendime dhe veprime.</w:t>
            </w:r>
          </w:p>
          <w:p w:rsidR="00CD08CE" w:rsidRPr="009739BE" w:rsidRDefault="00CD08CE" w:rsidP="00CD08C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proofErr w:type="gramStart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>demonstrtrimin</w:t>
            </w:r>
            <w:proofErr w:type="gramEnd"/>
            <w:r w:rsidRPr="009739BE"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  <w:t xml:space="preserve"> e  besimit dhe vullnetit në arritjen e rezultateve.</w:t>
            </w:r>
          </w:p>
          <w:p w:rsidR="00CD08CE" w:rsidRPr="009739BE" w:rsidRDefault="00CD08CE" w:rsidP="00CD0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q-AL"/>
              </w:rPr>
            </w:pPr>
            <w:r w:rsidRPr="009739BE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Detyr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 xml:space="preserve"> sht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pie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: Shkruaj dy mbiemra t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numrit nj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s dhe dy mbiemra t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numrit shum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s. Nd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ë</w:t>
            </w:r>
            <w:r w:rsidRPr="009739BE">
              <w:rPr>
                <w:rFonts w:ascii="Times New Roman" w:hAnsi="Times New Roman"/>
                <w:color w:val="222222"/>
                <w:sz w:val="24"/>
                <w:szCs w:val="24"/>
              </w:rPr>
              <w:t>ro fjali me to.</w:t>
            </w: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CD08CE" w:rsidRPr="009739BE" w:rsidRDefault="00CD08CE" w:rsidP="00CD08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CD08CE" w:rsidRPr="009739BE" w:rsidRDefault="00CD08CE" w:rsidP="00CD08CE"/>
    <w:p w:rsidR="00CD08CE" w:rsidRPr="009739BE" w:rsidRDefault="00CD08CE" w:rsidP="00CD08CE"/>
    <w:p w:rsidR="00CD08CE" w:rsidRPr="009739BE" w:rsidRDefault="00CD08CE" w:rsidP="00CD08CE"/>
    <w:p w:rsidR="00CD08CE" w:rsidRPr="009739BE" w:rsidRDefault="00CD08CE" w:rsidP="00CD08CE"/>
    <w:p w:rsidR="00CD08CE" w:rsidRDefault="00CD08CE" w:rsidP="00B35C58"/>
    <w:p w:rsidR="00CD08CE" w:rsidRDefault="00CD08CE" w:rsidP="00B35C58"/>
    <w:p w:rsidR="00CD08CE" w:rsidRDefault="00CD08CE" w:rsidP="00B35C58"/>
    <w:p w:rsidR="00CD08CE" w:rsidRDefault="00CD08CE" w:rsidP="00B35C58"/>
    <w:p w:rsidR="00CD08CE" w:rsidRDefault="00CD08CE" w:rsidP="00B35C58"/>
    <w:p w:rsidR="00CD08CE" w:rsidRDefault="00CD08CE" w:rsidP="00B35C58"/>
    <w:p w:rsidR="00B35C58" w:rsidRDefault="00B35C58" w:rsidP="00B35C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35C58" w:rsidRPr="00306102" w:rsidTr="00E52D93">
        <w:tc>
          <w:tcPr>
            <w:tcW w:w="228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5C58" w:rsidRPr="00306102" w:rsidTr="00E52D93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B35C58" w:rsidRPr="00C632EB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  <w:r w:rsidR="00E52D9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nj</w:t>
            </w:r>
            <w:r w:rsidR="00E52D9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planet t</w:t>
            </w:r>
            <w:r w:rsidR="00E52D9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çuditsh</w:t>
            </w:r>
            <w:r w:rsidR="00E52D9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 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(ora e par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B35C58" w:rsidRPr="00C632EB" w:rsidRDefault="00C14C99" w:rsidP="00C14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Planet, Kristal, luspa, zilkë</w:t>
            </w:r>
          </w:p>
        </w:tc>
      </w:tr>
      <w:tr w:rsidR="00B35C58" w:rsidRPr="00306102" w:rsidTr="00E52D93">
        <w:tc>
          <w:tcPr>
            <w:tcW w:w="4788" w:type="dxa"/>
            <w:gridSpan w:val="2"/>
            <w:shd w:val="clear" w:color="auto" w:fill="auto"/>
          </w:tcPr>
          <w:p w:rsidR="00B35C58" w:rsidRDefault="00B35C58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B35C58" w:rsidRPr="005411C3" w:rsidRDefault="00B35C58" w:rsidP="00E52D93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3D1D04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 xml:space="preserve">Tregon se si ndikojnë ilustrimet për të </w:t>
            </w: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lastRenderedPageBreak/>
              <w:t>kuptuar më mirë tekstin.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I përgjigjet pyetjeve rreth përmbajtjes së tekstit.</w:t>
            </w:r>
          </w:p>
          <w:p w:rsidR="00B35C58" w:rsidRPr="003D1D04" w:rsidRDefault="00B35C58" w:rsidP="00E52D93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Lidh pjesën  me përvoja nga jeta e vet.</w:t>
            </w:r>
          </w:p>
          <w:p w:rsidR="00B35C58" w:rsidRPr="005411C3" w:rsidRDefault="00B35C58" w:rsidP="00E52D9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Situata e të nxënit</w:t>
            </w:r>
          </w:p>
          <w:p w:rsidR="00B35C58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886" w:rsidRPr="003D1D04" w:rsidRDefault="00292886" w:rsidP="00292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Duke ndërvepruar me tekstin nxënësit diskutojnë :</w:t>
            </w:r>
          </w:p>
          <w:p w:rsidR="00292886" w:rsidRPr="003D1D04" w:rsidRDefault="00292886" w:rsidP="00292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mënyrës se si ata e kuptojnë pjesën </w:t>
            </w:r>
          </w:p>
          <w:p w:rsidR="00292886" w:rsidRPr="003D1D04" w:rsidRDefault="00292886" w:rsidP="00292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lastRenderedPageBreak/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interpretimit të tyre në lidhje me </w:t>
            </w:r>
            <w:r>
              <w:rPr>
                <w:rFonts w:ascii="Times New Roman" w:hAnsi="Times New Roman"/>
                <w:sz w:val="24"/>
                <w:szCs w:val="24"/>
              </w:rPr>
              <w:t>historitë fantastike</w:t>
            </w:r>
          </w:p>
          <w:p w:rsidR="00292886" w:rsidRPr="003D1D04" w:rsidRDefault="00292886" w:rsidP="002928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gramStart"/>
            <w:r w:rsidRPr="003D1D04">
              <w:rPr>
                <w:rFonts w:ascii="Times New Roman" w:hAnsi="Times New Roman"/>
                <w:sz w:val="24"/>
                <w:szCs w:val="24"/>
              </w:rPr>
              <w:t>rreth</w:t>
            </w:r>
            <w:proofErr w:type="gramEnd"/>
            <w:r w:rsidRPr="003D1D04">
              <w:rPr>
                <w:rFonts w:ascii="Times New Roman" w:hAnsi="Times New Roman"/>
                <w:sz w:val="24"/>
                <w:szCs w:val="24"/>
              </w:rPr>
              <w:t xml:space="preserve"> gjykimeve për ngjarje nga jeta e përditshe që lidhen  me temën.</w:t>
            </w:r>
          </w:p>
          <w:p w:rsidR="00292886" w:rsidRPr="003D1D04" w:rsidRDefault="00292886" w:rsidP="00292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886" w:rsidRPr="003D1D04" w:rsidRDefault="00292886" w:rsidP="002928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886" w:rsidRPr="00306102" w:rsidTr="00E52D93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292886" w:rsidRPr="003D1D04" w:rsidRDefault="00292886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292886" w:rsidRDefault="00292886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292886" w:rsidRPr="00451C7A" w:rsidRDefault="00292886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51C7A">
              <w:rPr>
                <w:rFonts w:ascii="Times New Roman" w:hAnsi="Times New Roman"/>
                <w:sz w:val="24"/>
                <w:szCs w:val="24"/>
              </w:rPr>
              <w:t>foto, mjete shkrimi,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C7A">
              <w:rPr>
                <w:rFonts w:ascii="Times New Roman" w:hAnsi="Times New Roman"/>
                <w:sz w:val="24"/>
                <w:szCs w:val="24"/>
              </w:rPr>
              <w:t>fletëA4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Shoqëria dhe mjedisi,</w:t>
            </w:r>
          </w:p>
          <w:p w:rsidR="00292886" w:rsidRPr="003D1D04" w:rsidRDefault="00292886" w:rsidP="00CD08CE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292886" w:rsidRPr="005411C3" w:rsidRDefault="00292886" w:rsidP="00CD08C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</w:tc>
      </w:tr>
      <w:tr w:rsidR="00B35C58" w:rsidRPr="00306102" w:rsidTr="00E52D93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="00292886"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</w:t>
            </w:r>
            <w:r w:rsidR="00292886"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tuhi mendimesh</w:t>
            </w:r>
            <w:r w:rsidR="00292886">
              <w:rPr>
                <w:rFonts w:ascii="Times New Roman" w:hAnsi="Times New Roman"/>
                <w:sz w:val="24"/>
                <w:szCs w:val="24"/>
                <w:lang w:val="de-DE"/>
              </w:rPr>
              <w:t>,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Bisedë, Punë në çift, Punë në grup, Punë me gjithë klasën.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292886" w:rsidRPr="003D1D04" w:rsidRDefault="00292886" w:rsidP="0029288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tuhi mendimesh me gjithë klasën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“Planet i çuditsh</w:t>
            </w:r>
            <w:r w:rsidR="007E68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m”.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>Mësuesja shkruan në tabelë mendimet e nxënësve.</w:t>
            </w:r>
          </w:p>
          <w:p w:rsidR="00292886" w:rsidRPr="00292886" w:rsidRDefault="00292886" w:rsidP="00292886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Mësuesja fton nxënësit të bëjnë parashikimin rreth përmbajtjes së tekst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it duke u mbështetur te titulli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,  ilustrimet e tekstit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dhe fjal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t ky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ç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e.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Më pas lexohet pjesa me paragraf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 Gjatë leximit nxënësit nënvizojnë fjalët e reja dhe pjesët që u pëlqejnë më shumë. Diskutojn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p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r ndryshimet nga parashikimi q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b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n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Punohet me fjalorin për të kuptuar  fjalët e reja. 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Lexohet pjesa zinxhir sipas paragrafëve. 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Shënojnë m</w:t>
            </w:r>
            <w:r w:rsidR="00292886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e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 xml:space="preserve"> shenjat e vëtetë, e gabuar fjalitë  t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e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k rubrika “Lexoj dhe kuptoj”. Shkëmbejnë librat e vlerësojnë punën e njëri-tjetrit.</w:t>
            </w:r>
          </w:p>
          <w:p w:rsidR="00B35C58" w:rsidRPr="003D1D04" w:rsidRDefault="00B35C58" w:rsidP="00E52D93">
            <w:pPr>
              <w:numPr>
                <w:ilvl w:val="0"/>
                <w:numId w:val="13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Ditari dypjesësh – Nxënësit kopjojnë në njërën anë  të tabelës  pjesën  e cila u ka pëlqyer apo që u ka bërë përshtypje, nga ana t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jetër shkruajnë komentin e tyre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3D1D0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  <w:r w:rsidRPr="003D1D04">
              <w:rPr>
                <w:rFonts w:ascii="Times New Roman" w:eastAsia="Batang" w:hAnsi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tregon se e ka kuptuar brendinë duke dhënë përgjigjet e duhura.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 me përvoja nga jeta e vet.</w:t>
            </w:r>
          </w:p>
          <w:p w:rsidR="00B35C58" w:rsidRPr="003D1D04" w:rsidRDefault="00B35C58" w:rsidP="00E52D9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tekstin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B35C58" w:rsidRPr="003D1D04" w:rsidRDefault="00B35C58" w:rsidP="00B35C58">
      <w:pPr>
        <w:rPr>
          <w:rFonts w:eastAsia="Calibri"/>
          <w:snapToGrid/>
        </w:rPr>
      </w:pPr>
    </w:p>
    <w:p w:rsidR="00B35C58" w:rsidRPr="003D1D04" w:rsidRDefault="00B35C58" w:rsidP="00B35C58">
      <w:pPr>
        <w:rPr>
          <w:rFonts w:eastAsia="Calibri"/>
          <w:snapToGrid/>
        </w:rPr>
      </w:pPr>
    </w:p>
    <w:p w:rsidR="00B35C58" w:rsidRPr="003D1D04" w:rsidRDefault="00B35C58" w:rsidP="00B35C58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35C58" w:rsidRPr="00306102" w:rsidTr="00E52D93">
        <w:tc>
          <w:tcPr>
            <w:tcW w:w="228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2886" w:rsidRPr="00306102" w:rsidTr="00E52D93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292886" w:rsidRPr="003D1D04" w:rsidRDefault="00292886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292886" w:rsidRPr="00C632EB" w:rsidRDefault="00292886" w:rsidP="00292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Në një planet të çuditshëm 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(ora e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dytë</w:t>
            </w: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292886" w:rsidRPr="00C632EB" w:rsidRDefault="00292886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Planet, Kristal, luspa, zilkë</w:t>
            </w:r>
          </w:p>
        </w:tc>
      </w:tr>
      <w:tr w:rsidR="00292886" w:rsidRPr="00306102" w:rsidTr="00E52D93">
        <w:tc>
          <w:tcPr>
            <w:tcW w:w="4788" w:type="dxa"/>
            <w:gridSpan w:val="2"/>
            <w:shd w:val="clear" w:color="auto" w:fill="auto"/>
          </w:tcPr>
          <w:p w:rsidR="00292886" w:rsidRDefault="00292886" w:rsidP="00CD08CE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292886" w:rsidRPr="005411C3" w:rsidRDefault="00292886" w:rsidP="00CD08CE">
            <w:p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iCs/>
                <w:sz w:val="24"/>
                <w:szCs w:val="24"/>
                <w:lang w:val="sq-AL"/>
              </w:rPr>
            </w:pPr>
          </w:p>
          <w:p w:rsidR="00A775F7" w:rsidRPr="003D1D04" w:rsidRDefault="00A775F7" w:rsidP="00A775F7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iCs/>
                <w:sz w:val="24"/>
                <w:szCs w:val="24"/>
              </w:rPr>
              <w:t xml:space="preserve">Lexon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tekstin sipas roleve.</w:t>
            </w:r>
          </w:p>
          <w:p w:rsidR="00A775F7" w:rsidRPr="003D1D04" w:rsidRDefault="00A775F7" w:rsidP="00A775F7">
            <w:pPr>
              <w:tabs>
                <w:tab w:val="left" w:pos="0"/>
                <w:tab w:val="left" w:pos="360"/>
              </w:tabs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</w:p>
          <w:p w:rsidR="00A775F7" w:rsidRDefault="00A775F7" w:rsidP="00A775F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eastAsia="Batang" w:hAnsi="Times New Roman"/>
                <w:sz w:val="24"/>
                <w:szCs w:val="24"/>
              </w:rPr>
              <w:t>Përshkruan me fjalë të thjeshta personazh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in fantastik.</w:t>
            </w:r>
          </w:p>
          <w:p w:rsidR="00A775F7" w:rsidRPr="00292886" w:rsidRDefault="00A775F7" w:rsidP="00A775F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T</w:t>
            </w:r>
            <w:r w:rsidRPr="003D1D04">
              <w:rPr>
                <w:rFonts w:ascii="Times New Roman" w:eastAsia="Batang" w:hAnsi="Times New Roman"/>
                <w:sz w:val="24"/>
                <w:szCs w:val="24"/>
              </w:rPr>
              <w:t>regon se cilët janë personazhet e preferuara.</w:t>
            </w:r>
          </w:p>
          <w:p w:rsidR="00A775F7" w:rsidRDefault="00A775F7" w:rsidP="00A775F7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Tregon brendinë duke respektuar strukturën e tekstit.</w:t>
            </w:r>
          </w:p>
          <w:p w:rsidR="00A775F7" w:rsidRPr="00A775F7" w:rsidRDefault="00A775F7" w:rsidP="00A775F7">
            <w:pPr>
              <w:numPr>
                <w:ilvl w:val="0"/>
                <w:numId w:val="15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Shpreh ndjenjat dhe mendimet personale rreth pjesës që lexon, me ndihmën e mësuesit. </w:t>
            </w:r>
          </w:p>
          <w:p w:rsidR="00A775F7" w:rsidRPr="003D1D04" w:rsidRDefault="00A775F7" w:rsidP="00A775F7">
            <w:pPr>
              <w:numPr>
                <w:ilvl w:val="0"/>
                <w:numId w:val="22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Cs/>
                <w:sz w:val="24"/>
                <w:szCs w:val="24"/>
                <w:lang w:val="sq-AL"/>
              </w:rPr>
              <w:t>Jep mendime rreth tekstit duke i argumentuar ato.</w:t>
            </w:r>
          </w:p>
          <w:p w:rsidR="00292886" w:rsidRPr="00A775F7" w:rsidRDefault="00A775F7" w:rsidP="00A775F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Lidh pjesën me përvoja nga jeta e vet</w:t>
            </w:r>
            <w:r>
              <w:rPr>
                <w:rFonts w:ascii="Times New Roman" w:eastAsia="Calibri" w:hAnsi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292886" w:rsidRDefault="00292886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Duke ndërvepruar me tekstin nxënësit diskutojnë :</w:t>
            </w:r>
          </w:p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mënyrës se si ata e kuptojnë pjesën </w:t>
            </w:r>
          </w:p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rreth 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interpretimit të tyre në lidhje me </w:t>
            </w:r>
            <w:r>
              <w:rPr>
                <w:rFonts w:ascii="Times New Roman" w:hAnsi="Times New Roman"/>
                <w:sz w:val="24"/>
                <w:szCs w:val="24"/>
              </w:rPr>
              <w:t>historitë fantastike</w:t>
            </w:r>
          </w:p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gramStart"/>
            <w:r w:rsidRPr="003D1D04">
              <w:rPr>
                <w:rFonts w:ascii="Times New Roman" w:hAnsi="Times New Roman"/>
                <w:sz w:val="24"/>
                <w:szCs w:val="24"/>
              </w:rPr>
              <w:t>rreth</w:t>
            </w:r>
            <w:proofErr w:type="gramEnd"/>
            <w:r w:rsidRPr="003D1D04">
              <w:rPr>
                <w:rFonts w:ascii="Times New Roman" w:hAnsi="Times New Roman"/>
                <w:sz w:val="24"/>
                <w:szCs w:val="24"/>
              </w:rPr>
              <w:t xml:space="preserve"> gjykimeve për ngjarje nga jeta e përditshe që lidhen  me temën.</w:t>
            </w:r>
          </w:p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886" w:rsidRPr="00306102" w:rsidTr="00E52D93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292886" w:rsidRPr="003D1D04" w:rsidRDefault="00292886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292886" w:rsidRDefault="00292886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292886" w:rsidRPr="00451C7A" w:rsidRDefault="00292886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51C7A">
              <w:rPr>
                <w:rFonts w:ascii="Times New Roman" w:hAnsi="Times New Roman"/>
                <w:sz w:val="24"/>
                <w:szCs w:val="24"/>
              </w:rPr>
              <w:t>foto, mjete shkrimi,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C7A">
              <w:rPr>
                <w:rFonts w:ascii="Times New Roman" w:hAnsi="Times New Roman"/>
                <w:sz w:val="24"/>
                <w:szCs w:val="24"/>
              </w:rPr>
              <w:t>fletëA4</w:t>
            </w:r>
            <w:r w:rsidR="00A775F7">
              <w:rPr>
                <w:rFonts w:ascii="Times New Roman" w:hAnsi="Times New Roman"/>
                <w:sz w:val="24"/>
                <w:szCs w:val="24"/>
              </w:rPr>
              <w:t>, informacione nga interneti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292886" w:rsidRPr="003D1D04" w:rsidRDefault="00292886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Artet, Shoqëria dhe mjedisi,</w:t>
            </w:r>
            <w:r w:rsidR="00A775F7" w:rsidRPr="003D1D04">
              <w:rPr>
                <w:rFonts w:ascii="Times New Roman" w:hAnsi="Times New Roman"/>
                <w:sz w:val="24"/>
                <w:szCs w:val="24"/>
              </w:rPr>
              <w:t xml:space="preserve"> Teknologji dhe Tik,</w:t>
            </w:r>
          </w:p>
          <w:p w:rsidR="00292886" w:rsidRPr="003D1D04" w:rsidRDefault="00292886" w:rsidP="00CD08CE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3D1D04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292886" w:rsidRPr="005411C3" w:rsidRDefault="00292886" w:rsidP="00CD08C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1D04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</w:tc>
      </w:tr>
      <w:tr w:rsidR="00B35C58" w:rsidRPr="00306102" w:rsidTr="00E52D93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35C58" w:rsidRPr="003D1D04" w:rsidRDefault="00B35C58" w:rsidP="00E52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5C58" w:rsidRPr="003D1D04" w:rsidRDefault="00B35C58" w:rsidP="00E52D9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103D9E" w:rsidRPr="00103D9E" w:rsidRDefault="00103D9E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Udhëzohen nxënësit për leximin e pjesës me paragrafë - 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Pyet 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rish: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sit lexojn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tekstin me paragraf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. Diskutojn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dyshe: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ri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s 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n pyetje rreth informacioneve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tekst.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si tjet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r i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rgjigjet pyetjeve.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paragrafin tjet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r nd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>rrojn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B7201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rolet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B35C58" w:rsidRPr="003D1D04" w:rsidRDefault="00B35C58" w:rsidP="00E52D9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de-DE"/>
              </w:rPr>
              <w:lastRenderedPageBreak/>
              <w:t>Tregohet përmbajtja në dyshe. Vlerësojnë njëri-tjetrin për mënyrën e të treguarit.</w:t>
            </w:r>
          </w:p>
          <w:p w:rsidR="00103D9E" w:rsidRPr="00103D9E" w:rsidRDefault="00B35C58" w:rsidP="00A775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103D9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Diskutim për </w:t>
            </w:r>
            <w:r w:rsidR="00A775F7" w:rsidRPr="00103D9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k</w:t>
            </w:r>
            <w:r w:rsidR="007E681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A775F7" w:rsidRPr="00103D9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rkes</w:t>
            </w:r>
            <w:r w:rsidR="00103D9E" w:rsidRPr="00103D9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at</w:t>
            </w:r>
            <w:r w:rsidR="00A775F7" w:rsidRPr="00103D9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e </w:t>
            </w:r>
            <w:r w:rsidRPr="00103D9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rubrikës“Reflektoj“. Nxënësit</w:t>
            </w:r>
            <w:r w:rsidR="00103D9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plot</w:t>
            </w:r>
            <w:r w:rsidR="007E681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103D9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sojn</w:t>
            </w:r>
            <w:r w:rsidR="007E681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103D9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ato n</w:t>
            </w:r>
            <w:r w:rsidR="007E681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103D9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tekst. Krahasojn</w:t>
            </w:r>
            <w:r w:rsidR="007E681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103D9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dhe vler</w:t>
            </w:r>
            <w:r w:rsidR="007E681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103D9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sojn</w:t>
            </w:r>
            <w:r w:rsidR="007E681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103D9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pun</w:t>
            </w:r>
            <w:r w:rsidR="007E681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103D9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t e nj</w:t>
            </w:r>
            <w:r w:rsidR="007E6811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ë</w:t>
            </w:r>
            <w:r w:rsidR="00103D9E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ri-tjetrit.</w:t>
            </w:r>
          </w:p>
          <w:p w:rsidR="00B35C58" w:rsidRPr="00103D9E" w:rsidRDefault="00B35C58" w:rsidP="00A775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103D9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103D9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mënyrën e bashkëpunimit në grupe.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vlerësimin që i bëjnë nxënësit njëri-tjetrit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tregimin e përmbajtjes</w:t>
            </w:r>
          </w:p>
          <w:p w:rsidR="00B35C58" w:rsidRPr="003D1D04" w:rsidRDefault="00B35C58" w:rsidP="00E52D9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3D1D04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 xml:space="preserve">ndarjen me të tjerët  të përvojave të tij </w:t>
            </w:r>
          </w:p>
          <w:p w:rsidR="00B35C58" w:rsidRPr="003D1D04" w:rsidRDefault="00B35C58" w:rsidP="00E52D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B35C58" w:rsidRDefault="00B35C58" w:rsidP="00B35C58"/>
    <w:p w:rsidR="00B35C58" w:rsidRDefault="00B35C58" w:rsidP="00B35C58"/>
    <w:p w:rsidR="006E54FB" w:rsidRPr="003D1D04" w:rsidRDefault="006E54FB" w:rsidP="006E54FB">
      <w:pPr>
        <w:rPr>
          <w:rFonts w:eastAsia="Calibri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6E54FB" w:rsidRPr="00306102" w:rsidTr="00CD08CE">
        <w:tc>
          <w:tcPr>
            <w:tcW w:w="2280" w:type="dxa"/>
            <w:shd w:val="clear" w:color="auto" w:fill="auto"/>
          </w:tcPr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54FB" w:rsidRPr="00306102" w:rsidTr="00CD08CE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6E54FB" w:rsidRPr="003D1D04" w:rsidRDefault="006E54FB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6E54FB" w:rsidRPr="00C632EB" w:rsidRDefault="006E54FB" w:rsidP="00CD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Një çadër e çuditshme 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04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6E54FB" w:rsidRPr="00C632EB" w:rsidRDefault="006E54FB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Çad</w:t>
            </w:r>
            <w:r w:rsidR="007E68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e çuditshme,</w:t>
            </w:r>
            <w:r w:rsidRPr="003D1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E54FB" w:rsidRPr="00306102" w:rsidTr="00CD08CE">
        <w:tc>
          <w:tcPr>
            <w:tcW w:w="4788" w:type="dxa"/>
            <w:gridSpan w:val="2"/>
            <w:shd w:val="clear" w:color="auto" w:fill="auto"/>
          </w:tcPr>
          <w:p w:rsidR="006E54FB" w:rsidRPr="00CF4068" w:rsidRDefault="006E54FB" w:rsidP="00CD08C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F4068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6E54FB" w:rsidRPr="00C25081" w:rsidRDefault="006E54FB" w:rsidP="00CD08CE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 xml:space="preserve">u përgjigjet pyetjeve rreth përmbajtjes së </w:t>
            </w:r>
            <w:r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tregimit</w:t>
            </w:r>
          </w:p>
          <w:p w:rsidR="006E54FB" w:rsidRPr="00C25081" w:rsidRDefault="006E54FB" w:rsidP="00CD08CE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tregon  shkurtimisht përmbatjen e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tregimit</w:t>
            </w:r>
            <w:r w:rsidRPr="00C2508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C25081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 xml:space="preserve">duke e ilustruar me detaje </w:t>
            </w:r>
            <w:r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nga dëgjimi</w:t>
            </w:r>
          </w:p>
          <w:p w:rsidR="006E54FB" w:rsidRPr="00C25081" w:rsidRDefault="006E54FB" w:rsidP="00CD08CE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 xml:space="preserve">shpreh përjetimet dhe emocionet që e kanë shoqëruar gjatë dëgjimit të </w:t>
            </w:r>
            <w:r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tregimit</w:t>
            </w:r>
          </w:p>
          <w:p w:rsidR="006E54FB" w:rsidRDefault="006E54FB" w:rsidP="00CD08CE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hAnsi="Times New Roman"/>
                <w:sz w:val="24"/>
                <w:szCs w:val="24"/>
                <w:lang w:val="sq-AL"/>
              </w:rPr>
              <w:t>veçon  detaje interesante   gjatë  të  dëgjuarit  tyre.</w:t>
            </w:r>
          </w:p>
          <w:p w:rsidR="006E54FB" w:rsidRPr="003D505A" w:rsidRDefault="006E54FB" w:rsidP="00CD08CE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val="sq-AL"/>
              </w:rPr>
            </w:pPr>
            <w:r w:rsidRPr="003D505A">
              <w:rPr>
                <w:rFonts w:ascii="Times New Roman" w:hAnsi="Times New Roman"/>
                <w:sz w:val="24"/>
                <w:szCs w:val="24"/>
                <w:lang w:val="sq-AL"/>
              </w:rPr>
              <w:t>shfaq vu</w:t>
            </w:r>
            <w:r w:rsidRPr="003D505A">
              <w:rPr>
                <w:rFonts w:ascii="Times New Roman" w:hAnsi="Times New Roman"/>
                <w:spacing w:val="1"/>
                <w:sz w:val="24"/>
                <w:szCs w:val="24"/>
                <w:lang w:val="sq-AL"/>
              </w:rPr>
              <w:t>l</w:t>
            </w:r>
            <w:r w:rsidRPr="003D505A">
              <w:rPr>
                <w:rFonts w:ascii="Times New Roman" w:hAnsi="Times New Roman"/>
                <w:spacing w:val="-1"/>
                <w:sz w:val="24"/>
                <w:szCs w:val="24"/>
                <w:lang w:val="sq-AL"/>
              </w:rPr>
              <w:t>l</w:t>
            </w:r>
            <w:r w:rsidRPr="003D505A">
              <w:rPr>
                <w:rFonts w:ascii="Times New Roman" w:hAnsi="Times New Roman"/>
                <w:spacing w:val="2"/>
                <w:sz w:val="24"/>
                <w:szCs w:val="24"/>
                <w:lang w:val="sq-AL"/>
              </w:rPr>
              <w:t>n</w:t>
            </w:r>
            <w:r w:rsidRPr="003D505A">
              <w:rPr>
                <w:rFonts w:ascii="Times New Roman" w:hAnsi="Times New Roman"/>
                <w:sz w:val="24"/>
                <w:szCs w:val="24"/>
                <w:lang w:val="sq-AL"/>
              </w:rPr>
              <w:t>et  dhe b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esim gjatë kryerjes së detyrave.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6E54FB" w:rsidRPr="00CF4068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F4068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6E54FB" w:rsidRPr="00CF4068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E54FB" w:rsidRDefault="006E54FB" w:rsidP="00CD08C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1702">
              <w:rPr>
                <w:rFonts w:ascii="Times New Roman" w:hAnsi="Times New Roman"/>
                <w:sz w:val="24"/>
                <w:szCs w:val="24"/>
              </w:rPr>
              <w:t xml:space="preserve">Dëgjimi 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7E68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tregimi. </w:t>
            </w:r>
          </w:p>
          <w:p w:rsidR="006E54FB" w:rsidRPr="00CF4068" w:rsidRDefault="006E54FB" w:rsidP="00CD08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4FB" w:rsidRPr="00306102" w:rsidTr="00CD08CE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6E54FB" w:rsidRPr="00CF4068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F4068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6E54FB" w:rsidRPr="00CF4068" w:rsidRDefault="006E54FB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F4068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6E54FB" w:rsidRDefault="006E54FB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6E54FB" w:rsidRPr="003D505A" w:rsidRDefault="006E54FB" w:rsidP="00CD08CE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D505A">
              <w:rPr>
                <w:rFonts w:ascii="Times New Roman" w:hAnsi="Times New Roman"/>
                <w:sz w:val="24"/>
                <w:szCs w:val="24"/>
              </w:rPr>
              <w:t>informacione nga interneti, foto,mjete shkrimi, fletë 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6E54FB" w:rsidRPr="00CF4068" w:rsidRDefault="006E54FB" w:rsidP="00CD08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068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6E54FB" w:rsidRPr="00CF4068" w:rsidRDefault="006E54FB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068">
              <w:rPr>
                <w:rFonts w:ascii="Times New Roman" w:hAnsi="Times New Roman"/>
                <w:sz w:val="24"/>
                <w:szCs w:val="24"/>
              </w:rPr>
              <w:t>Artet, Teknologji dhe Tik, Shoqëria dhe mjedisi,</w:t>
            </w:r>
          </w:p>
          <w:p w:rsidR="006E54FB" w:rsidRPr="00CF4068" w:rsidRDefault="006E54FB" w:rsidP="00CD08CE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CF4068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6E54FB" w:rsidRPr="00CF4068" w:rsidRDefault="006E54FB" w:rsidP="00CD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F4068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Vendimmarrja morale</w:t>
            </w:r>
          </w:p>
          <w:p w:rsidR="006E54FB" w:rsidRPr="00720E5E" w:rsidRDefault="006E54FB" w:rsidP="00CD08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F4068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Bashkëjetesa paqësore</w:t>
            </w:r>
          </w:p>
        </w:tc>
      </w:tr>
      <w:tr w:rsidR="006E54FB" w:rsidRPr="00306102" w:rsidTr="00CD08CE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6E54FB" w:rsidRPr="003D1D04" w:rsidRDefault="006E54FB" w:rsidP="00CD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54FB" w:rsidRPr="00CF4068" w:rsidRDefault="006E54FB" w:rsidP="006E5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F4068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6E54FB" w:rsidRPr="00CF4068" w:rsidRDefault="006E54FB" w:rsidP="006E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54FB" w:rsidRPr="00B36AED" w:rsidRDefault="006E54FB" w:rsidP="006E54FB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4068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stuhi mendimesh,“dëgjim-mendim i drejtuar“, </w:t>
            </w:r>
            <w:r w:rsidRPr="00B36AED">
              <w:rPr>
                <w:rFonts w:ascii="Times New Roman" w:hAnsi="Times New Roman"/>
                <w:sz w:val="24"/>
                <w:szCs w:val="24"/>
                <w:lang w:val="de-DE"/>
              </w:rPr>
              <w:t>lojë më role,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B36AED">
              <w:rPr>
                <w:rFonts w:ascii="Times New Roman" w:hAnsi="Times New Roman"/>
                <w:sz w:val="24"/>
                <w:szCs w:val="24"/>
                <w:lang w:val="de-DE"/>
              </w:rPr>
              <w:t>diskutim, punë në çift,punë me gjithë klasën.</w:t>
            </w:r>
          </w:p>
          <w:p w:rsidR="006E54FB" w:rsidRPr="00CF4068" w:rsidRDefault="006E54FB" w:rsidP="006E5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F4068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6E54FB" w:rsidRPr="006E54FB" w:rsidRDefault="006E54FB" w:rsidP="006E54F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sq-AL"/>
              </w:rPr>
            </w:pPr>
            <w:r w:rsidRPr="00B36AE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Veprimtari me gjithë klasën. 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Mësuesja fton nxënësit të bëjnë parashikimin rreth përmbajtjes së tekst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it duke u mbështetur te d</w:t>
            </w:r>
            <w:r w:rsidR="007E681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gjimi i titullit, muzik</w:t>
            </w:r>
            <w:r w:rsidR="007E681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s q</w:t>
            </w:r>
            <w:r w:rsidR="007E681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shoq</w:t>
            </w:r>
            <w:r w:rsidR="007E681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ron,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ilustrimet e tekstit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dhe fjal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t ky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ç</w:t>
            </w:r>
            <w:r w:rsidRPr="003D1D04">
              <w:rPr>
                <w:rFonts w:ascii="Times New Roman" w:hAnsi="Times New Roman"/>
                <w:sz w:val="24"/>
                <w:szCs w:val="24"/>
                <w:lang w:val="sq-AL"/>
              </w:rPr>
              <w:t>e.</w:t>
            </w:r>
          </w:p>
          <w:p w:rsidR="006E54FB" w:rsidRDefault="006E54FB" w:rsidP="006E54F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36AE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Bëhet dëgjimi i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pjes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s s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par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tregimit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Diskutohet rreth ndjesisë që nxënësit përjetuan gjatë dëgjimit të saj.(zë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>rat e personazheve;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muzika që shoqëron 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>këto zëra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etj)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>ndalet te përmbajtja e pjesës që dëgjuan. Diskutohet rreth përmbajtjes së pjesës dhe parashikimit të vazhdimit të ngjarjes.Vazhdohet k</w:t>
            </w:r>
            <w:r w:rsidR="00782712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>shtu me t</w:t>
            </w:r>
            <w:r w:rsidR="00782712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gjith</w:t>
            </w:r>
            <w:r w:rsidR="00782712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pjes</w:t>
            </w:r>
            <w:r w:rsidR="00782712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>t e tregimit deri n</w:t>
            </w:r>
            <w:r w:rsidR="00782712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fund.</w:t>
            </w:r>
          </w:p>
          <w:p w:rsidR="007E6811" w:rsidRDefault="006E54FB" w:rsidP="006E54F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7E681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Hapen librat dhe nxënësit lexojnë në heshtje </w:t>
            </w:r>
            <w:r w:rsidR="007E6811" w:rsidRPr="007E6811">
              <w:rPr>
                <w:rFonts w:ascii="Times New Roman" w:hAnsi="Times New Roman"/>
                <w:sz w:val="24"/>
                <w:szCs w:val="24"/>
                <w:lang w:val="de-DE"/>
              </w:rPr>
              <w:t>tregimin</w:t>
            </w:r>
            <w:r w:rsidRPr="007E681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</w:t>
            </w:r>
          </w:p>
          <w:p w:rsidR="007E6811" w:rsidRDefault="007E6811" w:rsidP="006E54F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Në dyshe e më pas me gjithë klasën, nxënësit diskutojnë rreth pyetjeve të ushtrimit 4.</w:t>
            </w:r>
          </w:p>
          <w:p w:rsidR="006E54FB" w:rsidRPr="007E6811" w:rsidRDefault="006E54FB" w:rsidP="006E54F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7E681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Në dyshe nxënësit ndajnë rolet. Lexojnë 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>tregimin</w:t>
            </w:r>
            <w:r w:rsidRPr="007E681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sipas roleve dhe e interpretojnë atë (njëri bëhet autori dhe tjetri 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>djali</w:t>
            </w:r>
            <w:r w:rsidRPr="007E681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).Vlerësojnë njëri-tjetrin për këtë veprimtari. </w:t>
            </w:r>
          </w:p>
          <w:p w:rsidR="006E54FB" w:rsidRPr="00B36AED" w:rsidRDefault="006E54FB" w:rsidP="006E54F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Nxënësit tregojnë </w:t>
            </w:r>
            <w:r w:rsidR="007E6811">
              <w:rPr>
                <w:rFonts w:ascii="Times New Roman" w:hAnsi="Times New Roman"/>
                <w:sz w:val="24"/>
                <w:szCs w:val="24"/>
                <w:lang w:val="de-DE"/>
              </w:rPr>
              <w:t>historinë.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6E54FB" w:rsidRPr="00CF4068" w:rsidRDefault="006E54FB" w:rsidP="006E5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F4068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CF40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54FB" w:rsidRPr="00C25081" w:rsidRDefault="006E54FB" w:rsidP="006E54FB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 xml:space="preserve">përgjigjet  e pyetjeve rreth përmbajtjes së </w:t>
            </w:r>
            <w:r w:rsidR="007E6811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tregimit</w:t>
            </w:r>
          </w:p>
          <w:p w:rsidR="006E54FB" w:rsidRPr="00C25081" w:rsidRDefault="006E54FB" w:rsidP="006E54FB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tregimin  shkurtimisht të përmbatjes së </w:t>
            </w:r>
            <w:r w:rsidR="007E6811">
              <w:rPr>
                <w:rFonts w:ascii="Times New Roman" w:hAnsi="Times New Roman"/>
                <w:sz w:val="24"/>
                <w:szCs w:val="24"/>
                <w:lang w:val="sq-AL"/>
              </w:rPr>
              <w:t>tregimit</w:t>
            </w:r>
            <w:r w:rsidRPr="00C2508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C25081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 xml:space="preserve">duke e ilustruar me detaje </w:t>
            </w:r>
          </w:p>
          <w:p w:rsidR="006E54FB" w:rsidRPr="00C25081" w:rsidRDefault="006E54FB" w:rsidP="006E54FB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 xml:space="preserve">shprehjen e përjetimeve dhe emocioneve që e kanë shoqëruar gjatë dëgjimit të </w:t>
            </w:r>
            <w:r w:rsidR="007E6811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tregimit</w:t>
            </w:r>
          </w:p>
          <w:p w:rsidR="006E54FB" w:rsidRPr="00C25081" w:rsidRDefault="006E54FB" w:rsidP="006E54FB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right="109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hAnsi="Times New Roman"/>
                <w:sz w:val="24"/>
                <w:szCs w:val="24"/>
                <w:lang w:val="sq-AL"/>
              </w:rPr>
              <w:t>veçimin e  detajeve interesante   gjatë  të  dëgjuarit  tyre.</w:t>
            </w:r>
          </w:p>
          <w:p w:rsidR="006E54FB" w:rsidRPr="00C25081" w:rsidRDefault="006E54FB" w:rsidP="006E54FB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hAnsi="Times New Roman"/>
                <w:sz w:val="24"/>
                <w:szCs w:val="24"/>
                <w:lang w:val="sq-AL"/>
              </w:rPr>
              <w:t>Shfaqjen e vullnetit  dhe besimit  gjatë kryerjes së detyrave</w:t>
            </w:r>
          </w:p>
          <w:p w:rsidR="006E54FB" w:rsidRPr="003D1D04" w:rsidRDefault="006E54FB" w:rsidP="006E54F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>M</w:t>
            </w:r>
            <w:r w:rsidRPr="00C25081">
              <w:rPr>
                <w:rFonts w:ascii="Times New Roman" w:hAnsi="Times New Roman"/>
                <w:color w:val="222222"/>
                <w:sz w:val="24"/>
                <w:szCs w:val="24"/>
              </w:rPr>
              <w:t>ënyrën e bashkëpunimit në grup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dhe </w:t>
            </w:r>
            <w:r w:rsidRPr="00C25081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vlerësimin</w:t>
            </w:r>
            <w:proofErr w:type="gramEnd"/>
            <w:r w:rsidRPr="00C25081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që i bëjnë nxënësit njëri-tjetrit .</w:t>
            </w:r>
          </w:p>
        </w:tc>
      </w:tr>
    </w:tbl>
    <w:p w:rsidR="00B35C58" w:rsidRDefault="00B35C58" w:rsidP="00B35C58">
      <w:pPr>
        <w:rPr>
          <w:rFonts w:eastAsia="Calibri"/>
          <w:snapToGrid/>
        </w:rPr>
      </w:pPr>
    </w:p>
    <w:p w:rsidR="00B71E62" w:rsidRPr="002E62E3" w:rsidRDefault="00B71E62" w:rsidP="00B71E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71E62" w:rsidRPr="002E62E3" w:rsidTr="00F90D86">
        <w:tc>
          <w:tcPr>
            <w:tcW w:w="2280" w:type="dxa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1E62" w:rsidRPr="002E62E3" w:rsidTr="00F90D86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71E62" w:rsidRPr="002E62E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B71E62" w:rsidRPr="002E62E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color w:val="000000"/>
              </w:rPr>
              <w:t>Takim I papritur(ora e par</w:t>
            </w:r>
            <w:r>
              <w:rPr>
                <w:color w:val="000000"/>
              </w:rPr>
              <w:t>ë</w:t>
            </w:r>
            <w:r w:rsidRPr="002E62E3">
              <w:rPr>
                <w:color w:val="000000"/>
              </w:rPr>
              <w:t>)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Tregim fantastik, hyrje, zhvillim, mbyllje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B71E62" w:rsidRPr="002E62E3" w:rsidTr="00F90D86">
        <w:tc>
          <w:tcPr>
            <w:tcW w:w="4788" w:type="dxa"/>
            <w:gridSpan w:val="2"/>
            <w:shd w:val="clear" w:color="auto" w:fill="auto"/>
          </w:tcPr>
          <w:p w:rsidR="00B71E62" w:rsidRPr="002E62E3" w:rsidRDefault="00B71E62" w:rsidP="00F90D8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B71E62" w:rsidRPr="002E62E3" w:rsidRDefault="00B71E62" w:rsidP="00B71E62">
            <w:pPr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Shkruan tregime të thjeshta nisur nga disa ilustrime</w:t>
            </w:r>
            <w:r w:rsidRPr="002E62E3">
              <w:rPr>
                <w:rFonts w:ascii="Times New Roman" w:eastAsia="Batang" w:hAnsi="Times New Roman"/>
                <w:sz w:val="24"/>
                <w:szCs w:val="24"/>
                <w:lang w:val="sq-AL"/>
              </w:rPr>
              <w:t>.</w:t>
            </w:r>
          </w:p>
          <w:p w:rsidR="00B71E62" w:rsidRPr="002E62E3" w:rsidRDefault="00B71E62" w:rsidP="00B71E62">
            <w:pPr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eastAsia="Batang" w:hAnsi="Times New Roman"/>
                <w:sz w:val="24"/>
                <w:szCs w:val="24"/>
                <w:lang w:val="sq-AL"/>
              </w:rPr>
              <w:t>Bën qortime të  thjeshta drejtshkrimore me ndihmën e mësueses.</w:t>
            </w:r>
          </w:p>
          <w:p w:rsidR="00B71E62" w:rsidRPr="002E62E3" w:rsidRDefault="00B71E62" w:rsidP="00B71E62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>Shfaq besim, vullnet dhe shpirt krijues gjatë procesit të të shkruarit;</w:t>
            </w:r>
          </w:p>
          <w:p w:rsidR="00B71E62" w:rsidRPr="002E62E3" w:rsidRDefault="00B71E62" w:rsidP="00B71E62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t>Respekton rregullat drejtshkrimore gjatë të shkruarit;</w:t>
            </w:r>
          </w:p>
          <w:p w:rsidR="00B71E62" w:rsidRPr="002E62E3" w:rsidRDefault="00B71E62" w:rsidP="00B71E62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t>Vlerëson punët e të tjerëve;</w:t>
            </w:r>
          </w:p>
          <w:p w:rsidR="00B71E62" w:rsidRPr="002E62E3" w:rsidRDefault="00B71E62" w:rsidP="00B71E62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Bashkëpunon në grup për kryerjen e një detyre.</w:t>
            </w:r>
          </w:p>
          <w:p w:rsidR="00B71E62" w:rsidRPr="002E62E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</w:p>
          <w:p w:rsidR="00B71E62" w:rsidRPr="002E62E3" w:rsidRDefault="00B71E62" w:rsidP="00F90D86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Situata e të nxënit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Shkrimi i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</w:rPr>
              <w:t xml:space="preserve"> tregimi duke par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</w:rPr>
              <w:t xml:space="preserve"> figurat.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E62" w:rsidRPr="002E62E3" w:rsidTr="00F90D86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B71E62" w:rsidRPr="002E62E3" w:rsidRDefault="00B71E62" w:rsidP="00B71E6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B71E62" w:rsidRPr="002E62E3" w:rsidRDefault="00B71E62" w:rsidP="00B71E6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B71E62" w:rsidRPr="002E62E3" w:rsidRDefault="00B71E62" w:rsidP="00B71E6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foto, mjete shkirmi, flet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</w:rPr>
              <w:t>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Artet, Shoqëria dhe mjedisi,</w:t>
            </w:r>
          </w:p>
          <w:p w:rsidR="00B71E62" w:rsidRPr="002E62E3" w:rsidRDefault="00B71E62" w:rsidP="00F90D86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2E62E3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B71E62" w:rsidRPr="002E62E3" w:rsidRDefault="00B71E62" w:rsidP="00F90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E62E3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E62" w:rsidRPr="002E62E3" w:rsidTr="00F90D86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2E62E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="001A6ABA">
              <w:rPr>
                <w:rFonts w:ascii="Times New Roman" w:hAnsi="Times New Roman"/>
                <w:sz w:val="24"/>
                <w:szCs w:val="24"/>
                <w:lang w:val="de-DE"/>
              </w:rPr>
              <w:t>Stuhi mendimesh,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Bisedë, Punë në çift, Punë në grup, Punë me gjithë klasën.</w:t>
            </w:r>
          </w:p>
          <w:p w:rsidR="00B71E62" w:rsidRPr="002E62E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B71E62" w:rsidRDefault="00B71E62" w:rsidP="00B71E6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Stuhi mendimesh-tregimi- nxënësit japin mendime për ç’ka dinë për tregimet.</w:t>
            </w:r>
          </w:p>
          <w:p w:rsidR="00B71E62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Mësuesja e drejton diskutimin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te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karakteristikat që ka hyrja, zh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villimi dhe mbyllja e tregimeve.</w:t>
            </w:r>
          </w:p>
          <w:p w:rsidR="00B71E62" w:rsidRPr="002E62E3" w:rsidRDefault="00B71E62" w:rsidP="00B71E6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me gjithë klasën- Nxënësit shoh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in figurat dhe i komentojnë ato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B71E62" w:rsidRPr="002E62E3" w:rsidRDefault="00B71E62" w:rsidP="00B71E6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Punë individuale-Ushtrimi 1. Nxënësit individualisht 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secil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n pjes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tregimit.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suesja udh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zon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rshkruajn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personazhet fantastik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duke shryt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zuar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rvoj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n tek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rshkrimi i personazheve fantastik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B71E62" w:rsidRPr="002E62E3" w:rsidRDefault="00B71E62" w:rsidP="00B71E6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Pas shkrimit  të secilës pjesë, nënësit lexojnë  e vlerësojnë punën e njëri-tjetrit.</w:t>
            </w:r>
          </w:p>
          <w:p w:rsidR="00B71E62" w:rsidRPr="002E62E3" w:rsidRDefault="00B71E62" w:rsidP="00B71E6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Lexohet tregimi i plotë pas përfundimit të tij.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Nxiten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sit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vler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shpirtin krijues e imagjinat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ën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B71E62" w:rsidRPr="002E62E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2E62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1E62" w:rsidRPr="002E62E3" w:rsidRDefault="00B71E62" w:rsidP="00B71E6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2E62E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B71E62" w:rsidRPr="002E62E3" w:rsidRDefault="00B71E62" w:rsidP="00B71E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B71E62" w:rsidRPr="002E62E3" w:rsidRDefault="00B71E62" w:rsidP="00B71E6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shkrimin e nj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</w:rPr>
              <w:t xml:space="preserve">  tregimi të thjesht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</w:rPr>
              <w:t xml:space="preserve"> nisur nga disa ilustrime</w:t>
            </w:r>
          </w:p>
          <w:p w:rsidR="00B71E62" w:rsidRPr="002E62E3" w:rsidRDefault="00B71E62" w:rsidP="00B71E6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eastAsia="Batang" w:hAnsi="Times New Roman"/>
                <w:sz w:val="24"/>
                <w:szCs w:val="24"/>
                <w:lang w:val="sq-AL"/>
              </w:rPr>
              <w:t>bërjen e qortimeve të  thjeshta drejtshkrimore me ndihmën e mësueses.</w:t>
            </w:r>
          </w:p>
          <w:p w:rsidR="00B71E62" w:rsidRPr="002E62E3" w:rsidRDefault="00B71E62" w:rsidP="00B71E6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t>shfaqjen e besimit, vullnetit gjatë procesit të të shkruarit</w:t>
            </w:r>
          </w:p>
          <w:p w:rsidR="00B71E62" w:rsidRPr="002E62E3" w:rsidRDefault="00B71E62" w:rsidP="00B71E6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t>respektimin e rregullave drejtshkrimore gjatë të shkruarit</w:t>
            </w:r>
          </w:p>
          <w:p w:rsidR="00B71E62" w:rsidRPr="002E62E3" w:rsidRDefault="00B71E62" w:rsidP="00F90D86">
            <w:pPr>
              <w:spacing w:after="0" w:line="240" w:lineRule="auto"/>
              <w:ind w:left="154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Detyr</w:t>
            </w:r>
            <w:r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2E62E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sht</w:t>
            </w:r>
            <w:r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2E62E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pie</w:t>
            </w: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Shkruaje</w:t>
            </w: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tregimin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në fletore</w:t>
            </w: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</w:tc>
      </w:tr>
    </w:tbl>
    <w:p w:rsidR="00B71E62" w:rsidRPr="002E62E3" w:rsidRDefault="00B71E62" w:rsidP="00B71E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71E62" w:rsidRPr="002E62E3" w:rsidTr="00F90D86">
        <w:tc>
          <w:tcPr>
            <w:tcW w:w="2280" w:type="dxa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 xml:space="preserve">Gjuhët dhe </w:t>
            </w:r>
            <w:r w:rsidRPr="002E62E3">
              <w:rPr>
                <w:rFonts w:ascii="Times New Roman" w:hAnsi="Times New Roman"/>
                <w:sz w:val="24"/>
                <w:szCs w:val="24"/>
              </w:rPr>
              <w:lastRenderedPageBreak/>
              <w:t>komunikimi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Lënda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Klasa 2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Data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1E62" w:rsidRPr="002E62E3" w:rsidTr="00F90D86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71E62" w:rsidRPr="002E62E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Tema mësimore</w:t>
            </w:r>
          </w:p>
          <w:p w:rsidR="00B71E62" w:rsidRPr="009F5712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color w:val="000000"/>
              </w:rPr>
              <w:t>Takim I papritur(ora e dyt</w:t>
            </w:r>
            <w:r>
              <w:rPr>
                <w:color w:val="000000"/>
              </w:rPr>
              <w:t>ë</w:t>
            </w:r>
            <w:r w:rsidRPr="002E62E3">
              <w:rPr>
                <w:color w:val="000000"/>
              </w:rPr>
              <w:t>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Tregim fantastik, hyrje, zhvillim, mbyllje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B71E62" w:rsidRPr="002E62E3" w:rsidTr="00F90D86">
        <w:tc>
          <w:tcPr>
            <w:tcW w:w="4788" w:type="dxa"/>
            <w:gridSpan w:val="2"/>
            <w:shd w:val="clear" w:color="auto" w:fill="auto"/>
          </w:tcPr>
          <w:p w:rsidR="00B71E62" w:rsidRPr="002E62E3" w:rsidRDefault="00B71E62" w:rsidP="00F90D8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B71E62" w:rsidRPr="009F5712" w:rsidRDefault="00B71E62" w:rsidP="00B71E62">
            <w:pPr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Shkruan tregime të thjeshta. </w:t>
            </w:r>
          </w:p>
          <w:p w:rsidR="00B71E62" w:rsidRPr="002E62E3" w:rsidRDefault="00B71E62" w:rsidP="00B71E62">
            <w:pPr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Respekton gjatë shkrimit pjesët e tregimit (hyrje-zhvillim-mbyllje)</w:t>
            </w:r>
          </w:p>
          <w:p w:rsidR="00B71E62" w:rsidRPr="002E62E3" w:rsidRDefault="00B71E62" w:rsidP="00B71E62">
            <w:pPr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eastAsia="Batang" w:hAnsi="Times New Roman"/>
                <w:sz w:val="24"/>
                <w:szCs w:val="24"/>
                <w:lang w:val="sq-AL"/>
              </w:rPr>
              <w:t>Bën qortime të  thjeshta drejtshkrimore me ndihmën e mësueses.</w:t>
            </w:r>
          </w:p>
          <w:p w:rsidR="00B71E62" w:rsidRPr="002E62E3" w:rsidRDefault="00B71E62" w:rsidP="00B71E62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t>Shfaq besim, vullnet dhe shpirt krijues gjatë procesit të të shkruarit;</w:t>
            </w:r>
          </w:p>
          <w:p w:rsidR="00B71E62" w:rsidRPr="002E62E3" w:rsidRDefault="00B71E62" w:rsidP="00B71E62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t>Respekton rregullat drejtshkrimore gjatë të shkruarit;</w:t>
            </w:r>
          </w:p>
          <w:p w:rsidR="00B71E62" w:rsidRPr="002E62E3" w:rsidRDefault="00B71E62" w:rsidP="00B71E62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t>Vlerëson punët e të tjerëve;</w:t>
            </w:r>
          </w:p>
          <w:p w:rsidR="00B71E62" w:rsidRPr="002E62E3" w:rsidRDefault="00B71E62" w:rsidP="00B71E62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Bashkëpunon në grup për kryerjen e një detyre.</w:t>
            </w:r>
          </w:p>
          <w:p w:rsidR="00B71E62" w:rsidRPr="002E62E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</w:pPr>
          </w:p>
          <w:p w:rsidR="00B71E62" w:rsidRPr="002E62E3" w:rsidRDefault="00B71E62" w:rsidP="00F90D86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Situata e të nxënit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Shkrimi i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</w:rPr>
              <w:t xml:space="preserve"> historije q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</w:rPr>
              <w:t xml:space="preserve"> u ka l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</w:rPr>
              <w:t xml:space="preserve"> mbresa.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E62" w:rsidRPr="002E62E3" w:rsidTr="00F90D86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Burimet dhe materialet didaktike</w:t>
            </w:r>
          </w:p>
          <w:p w:rsidR="00B71E62" w:rsidRPr="002E62E3" w:rsidRDefault="00B71E62" w:rsidP="00B71E6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B71E62" w:rsidRPr="002E62E3" w:rsidRDefault="00B71E62" w:rsidP="00B71E6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teksti mësimor</w:t>
            </w:r>
          </w:p>
          <w:p w:rsidR="00B71E62" w:rsidRPr="002E62E3" w:rsidRDefault="00B71E62" w:rsidP="00B71E6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foto, mjete shkirmi, flet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</w:rPr>
              <w:t>A4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</w:rPr>
              <w:t>Artet, Shoqëria dhe mjedisi,</w:t>
            </w:r>
          </w:p>
          <w:p w:rsidR="00B71E62" w:rsidRPr="002E62E3" w:rsidRDefault="00B71E62" w:rsidP="00F90D86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2E62E3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B71E62" w:rsidRPr="002E62E3" w:rsidRDefault="00B71E62" w:rsidP="00F90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E62E3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B71E62" w:rsidRPr="002E62E3" w:rsidRDefault="00B71E62" w:rsidP="00F90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E62E3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Vendimmarrja morale</w:t>
            </w:r>
          </w:p>
          <w:p w:rsidR="00B71E62" w:rsidRPr="002E62E3" w:rsidRDefault="00B71E62" w:rsidP="00F90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E62E3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Mjedisi</w:t>
            </w:r>
          </w:p>
          <w:p w:rsidR="00B71E62" w:rsidRPr="009F5712" w:rsidRDefault="00B71E62" w:rsidP="00F90D86">
            <w:pPr>
              <w:spacing w:after="0" w:line="240" w:lineRule="auto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  <w:r w:rsidRPr="002E62E3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Bashkëjetesa paqësore</w:t>
            </w:r>
          </w:p>
        </w:tc>
      </w:tr>
      <w:tr w:rsidR="00B71E62" w:rsidRPr="002E62E3" w:rsidTr="00F90D86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2E62E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71E62" w:rsidRPr="002E62E3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2E62E3" w:rsidRDefault="00B71E62" w:rsidP="00F90D8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:</w:t>
            </w: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Diskutim, Bisedë,  Punë në çift, Punë në grup, Punë me gjithë klasën.</w:t>
            </w:r>
          </w:p>
          <w:p w:rsidR="00B71E62" w:rsidRPr="002E62E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B71E62" w:rsidRDefault="00B71E62" w:rsidP="00B71E62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Mësuesja paraqet një video të shkurtër ose foto që tregojnë një histori me personazhë fantastikë. Diskutohet rreth saj. Mësuesja kujdeset që nxënësit të dallojnë pjesën hyrëse e mbyllëse të historisë.(edhe zhvillimin)</w:t>
            </w:r>
          </w:p>
          <w:p w:rsidR="00B71E62" w:rsidRPr="002E62E3" w:rsidRDefault="00B71E62" w:rsidP="00B71E62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Pun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individuale: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Mësuesja i fton nxënësit të mendojnë për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histori fantastike  që u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lqen. Diskutojnë me shokun në dyshe pse e kanë zgjedhur pikërisht këtë histori. Pastaj punojnë individualsht në fletore për shkrimin e saj duke patur parasysh pjesët e tregimit të diskutuara orën e kaluar. Shkëmbejnë fletoret dhe bëjnë vlerësimin e punës së njëri-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lastRenderedPageBreak/>
              <w:t>tjetrit.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Lexohen disa nga shkrimet e nxënësve.</w:t>
            </w:r>
          </w:p>
          <w:p w:rsidR="00B71E62" w:rsidRPr="002E62E3" w:rsidRDefault="00B71E62" w:rsidP="00B71E62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Me ndihm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n e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sueses 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de-DE"/>
              </w:rPr>
              <w:t>hen qortimet e gabimeve drejtshkrimore</w:t>
            </w: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:rsidR="00B71E62" w:rsidRPr="002E62E3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Vlerësimi bëhet për: </w:t>
            </w:r>
            <w:r w:rsidRPr="002E62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1E62" w:rsidRPr="002E62E3" w:rsidRDefault="00B71E62" w:rsidP="00B71E6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</w:pPr>
            <w:r w:rsidRPr="002E62E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mënyrën e bashkëpunimit në grupe.</w:t>
            </w:r>
          </w:p>
          <w:p w:rsidR="00B71E62" w:rsidRPr="002E62E3" w:rsidRDefault="00B71E62" w:rsidP="00B71E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E62E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vlerësimin që i bëjnë nxënësit njëri-tjetrit</w:t>
            </w:r>
          </w:p>
          <w:p w:rsidR="00B71E62" w:rsidRPr="002E62E3" w:rsidRDefault="00B71E62" w:rsidP="00B71E6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shkrimin e nj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sq-AL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</w:rPr>
              <w:t xml:space="preserve"> historije fantastike të thjesht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1E62" w:rsidRPr="002E62E3" w:rsidRDefault="00B71E62" w:rsidP="00B71E6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Batang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eastAsia="Batang" w:hAnsi="Times New Roman"/>
                <w:sz w:val="24"/>
                <w:szCs w:val="24"/>
                <w:lang w:val="sq-AL"/>
              </w:rPr>
              <w:t>bërjen e qortimeve të  thjeshta drejtshkrimore me ndihmën e mësueses.</w:t>
            </w:r>
          </w:p>
          <w:p w:rsidR="00B71E62" w:rsidRPr="002E62E3" w:rsidRDefault="00B71E62" w:rsidP="00B71E6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t>shfaqjen e besimit, vullnetit gjatë procesit të të shkruarit</w:t>
            </w:r>
          </w:p>
          <w:p w:rsidR="00B71E62" w:rsidRPr="002E62E3" w:rsidRDefault="00B71E62" w:rsidP="00B71E6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t>respektimin e rregullave drejtshkrimore gjatë të shkruarit</w:t>
            </w:r>
          </w:p>
          <w:p w:rsidR="00B71E62" w:rsidRPr="002E62E3" w:rsidRDefault="00B71E62" w:rsidP="00F90D86">
            <w:pPr>
              <w:spacing w:after="0" w:line="240" w:lineRule="auto"/>
              <w:ind w:left="154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2E62E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Detyr</w:t>
            </w:r>
            <w:r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2E62E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sht</w:t>
            </w:r>
            <w:r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2E62E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pie</w:t>
            </w: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t>: Shkruaj nj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histori tjet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2E62E3">
              <w:rPr>
                <w:rFonts w:ascii="Times New Roman" w:hAnsi="Times New Roman"/>
                <w:sz w:val="24"/>
                <w:szCs w:val="24"/>
                <w:lang w:val="sq-AL"/>
              </w:rPr>
              <w:t>r.</w:t>
            </w:r>
          </w:p>
        </w:tc>
      </w:tr>
    </w:tbl>
    <w:p w:rsidR="00B71E62" w:rsidRDefault="00B71E62" w:rsidP="00B71E62"/>
    <w:p w:rsidR="00B71E62" w:rsidRPr="009A573E" w:rsidRDefault="00B71E62" w:rsidP="00B71E62"/>
    <w:p w:rsidR="00B71E62" w:rsidRDefault="00B71E62" w:rsidP="00B71E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71E62" w:rsidRPr="00E76E3B" w:rsidTr="00F90D86">
        <w:tc>
          <w:tcPr>
            <w:tcW w:w="2280" w:type="dxa"/>
            <w:shd w:val="clear" w:color="auto" w:fill="auto"/>
          </w:tcPr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</w:rPr>
              <w:t>Fusha</w:t>
            </w: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6E3B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</w:rPr>
              <w:t>Lënda</w:t>
            </w: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</w:rPr>
              <w:t>Gjuha shqipe</w:t>
            </w: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</w:rPr>
              <w:t>Klasa 2</w:t>
            </w: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1E62" w:rsidRPr="00E76E3B" w:rsidTr="00F90D86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71E62" w:rsidRPr="00E76E3B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Tema mësimore</w:t>
            </w:r>
          </w:p>
          <w:p w:rsidR="00B71E62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E3B">
              <w:rPr>
                <w:rFonts w:ascii="Times New Roman" w:hAnsi="Times New Roman"/>
                <w:sz w:val="24"/>
                <w:szCs w:val="24"/>
              </w:rPr>
              <w:t>Lexim jasht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</w:rPr>
              <w:t>klase</w:t>
            </w:r>
          </w:p>
          <w:p w:rsidR="00B71E62" w:rsidRPr="00B96AE9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AE9">
              <w:rPr>
                <w:rFonts w:ascii="Times New Roman" w:hAnsi="Times New Roman"/>
                <w:b/>
                <w:sz w:val="24"/>
                <w:szCs w:val="24"/>
              </w:rPr>
              <w:t>(sipa zgjedhjes 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B96AE9">
              <w:rPr>
                <w:rFonts w:ascii="Times New Roman" w:hAnsi="Times New Roman"/>
                <w:b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B96AE9">
              <w:rPr>
                <w:rFonts w:ascii="Times New Roman" w:hAnsi="Times New Roman"/>
                <w:b/>
                <w:sz w:val="24"/>
                <w:szCs w:val="24"/>
              </w:rPr>
              <w:t>sueses)</w:t>
            </w: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</w:rPr>
              <w:t>Fjalë     kyçe</w:t>
            </w: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B71E62" w:rsidRPr="00E76E3B" w:rsidTr="00F90D86">
        <w:tc>
          <w:tcPr>
            <w:tcW w:w="4788" w:type="dxa"/>
            <w:gridSpan w:val="2"/>
            <w:shd w:val="clear" w:color="auto" w:fill="auto"/>
          </w:tcPr>
          <w:p w:rsidR="00B71E62" w:rsidRPr="00B96AE9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96AE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B71E62" w:rsidRPr="00B96AE9" w:rsidRDefault="00B71E62" w:rsidP="00B71E62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E76E3B">
              <w:rPr>
                <w:rFonts w:ascii="Times New Roman" w:eastAsia="Batang" w:hAnsi="Times New Roman"/>
                <w:sz w:val="24"/>
                <w:szCs w:val="24"/>
              </w:rPr>
              <w:t>L</w:t>
            </w:r>
            <w:r w:rsidRPr="00E7426F">
              <w:rPr>
                <w:rFonts w:ascii="Times New Roman" w:eastAsia="Batang" w:hAnsi="Times New Roman"/>
                <w:sz w:val="24"/>
                <w:szCs w:val="24"/>
              </w:rPr>
              <w:t xml:space="preserve">exon poezi, përralla nga folklori, përralla nga autorë të ndryshëm, </w:t>
            </w:r>
            <w:r w:rsidRPr="00E76E3B">
              <w:rPr>
                <w:rFonts w:ascii="Times New Roman" w:eastAsia="Batang" w:hAnsi="Times New Roman"/>
                <w:sz w:val="24"/>
                <w:szCs w:val="24"/>
              </w:rPr>
              <w:t>tregime, fabula, gjëegjëza etj</w:t>
            </w:r>
            <w:r w:rsidRPr="00B96AE9">
              <w:rPr>
                <w:rFonts w:ascii="Times New Roman" w:eastAsia="Batang" w:hAnsi="Times New Roman"/>
                <w:b/>
                <w:sz w:val="24"/>
                <w:szCs w:val="24"/>
              </w:rPr>
              <w:t>.</w:t>
            </w:r>
          </w:p>
          <w:p w:rsidR="00B71E62" w:rsidRPr="00E7426F" w:rsidRDefault="00B71E62" w:rsidP="00F90D86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B96AE9">
              <w:rPr>
                <w:rFonts w:ascii="Times New Roman" w:eastAsia="Batang" w:hAnsi="Times New Roman"/>
                <w:b/>
                <w:sz w:val="24"/>
                <w:szCs w:val="24"/>
              </w:rPr>
              <w:t>(sipas pjes</w:t>
            </w:r>
            <w:r>
              <w:rPr>
                <w:rFonts w:ascii="Times New Roman" w:eastAsia="Batang" w:hAnsi="Times New Roman"/>
                <w:b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z w:val="24"/>
                <w:szCs w:val="24"/>
              </w:rPr>
              <w:t>s q</w:t>
            </w:r>
            <w:r>
              <w:rPr>
                <w:rFonts w:ascii="Times New Roman" w:eastAsia="Batang" w:hAnsi="Times New Roman"/>
                <w:b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z w:val="24"/>
                <w:szCs w:val="24"/>
              </w:rPr>
              <w:t xml:space="preserve"> do ket</w:t>
            </w:r>
            <w:r>
              <w:rPr>
                <w:rFonts w:ascii="Times New Roman" w:eastAsia="Batang" w:hAnsi="Times New Roman"/>
                <w:b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z w:val="24"/>
                <w:szCs w:val="24"/>
              </w:rPr>
              <w:t xml:space="preserve"> zgjedh</w:t>
            </w:r>
            <w:r>
              <w:rPr>
                <w:rFonts w:ascii="Times New Roman" w:eastAsia="Batang" w:hAnsi="Times New Roman"/>
                <w:b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z w:val="24"/>
                <w:szCs w:val="24"/>
              </w:rPr>
              <w:t xml:space="preserve"> m</w:t>
            </w:r>
            <w:r>
              <w:rPr>
                <w:rFonts w:ascii="Times New Roman" w:eastAsia="Batang" w:hAnsi="Times New Roman"/>
                <w:b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z w:val="24"/>
                <w:szCs w:val="24"/>
              </w:rPr>
              <w:t>suesja)</w:t>
            </w:r>
          </w:p>
          <w:p w:rsidR="00B71E62" w:rsidRDefault="00B71E62" w:rsidP="00B71E62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E76E3B">
              <w:rPr>
                <w:rFonts w:ascii="Times New Roman" w:eastAsia="Batang" w:hAnsi="Times New Roman"/>
                <w:sz w:val="24"/>
                <w:szCs w:val="24"/>
              </w:rPr>
              <w:t>P</w:t>
            </w:r>
            <w:r w:rsidRPr="00E7426F">
              <w:rPr>
                <w:rFonts w:ascii="Times New Roman" w:eastAsia="Batang" w:hAnsi="Times New Roman"/>
                <w:sz w:val="24"/>
                <w:szCs w:val="24"/>
              </w:rPr>
              <w:t>ërcakton dy-tre tipare të përrallave</w:t>
            </w:r>
            <w:r w:rsidRPr="00E76E3B">
              <w:rPr>
                <w:rFonts w:ascii="Times New Roman" w:eastAsia="Batang" w:hAnsi="Times New Roman"/>
                <w:sz w:val="24"/>
                <w:szCs w:val="24"/>
              </w:rPr>
              <w:t>, fabulave, tregimeve, poezive.</w:t>
            </w:r>
          </w:p>
          <w:p w:rsidR="00B71E62" w:rsidRPr="00E7426F" w:rsidRDefault="00B71E62" w:rsidP="00F90D86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B96AE9">
              <w:rPr>
                <w:rFonts w:ascii="Times New Roman" w:eastAsia="Batang" w:hAnsi="Times New Roman"/>
                <w:b/>
                <w:sz w:val="24"/>
                <w:szCs w:val="24"/>
              </w:rPr>
              <w:t>sipas pjes</w:t>
            </w:r>
            <w:r>
              <w:rPr>
                <w:rFonts w:ascii="Times New Roman" w:eastAsia="Batang" w:hAnsi="Times New Roman"/>
                <w:b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z w:val="24"/>
                <w:szCs w:val="24"/>
              </w:rPr>
              <w:t>s q</w:t>
            </w:r>
            <w:r>
              <w:rPr>
                <w:rFonts w:ascii="Times New Roman" w:eastAsia="Batang" w:hAnsi="Times New Roman"/>
                <w:b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z w:val="24"/>
                <w:szCs w:val="24"/>
              </w:rPr>
              <w:t xml:space="preserve"> do ket</w:t>
            </w:r>
            <w:r>
              <w:rPr>
                <w:rFonts w:ascii="Times New Roman" w:eastAsia="Batang" w:hAnsi="Times New Roman"/>
                <w:b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z w:val="24"/>
                <w:szCs w:val="24"/>
              </w:rPr>
              <w:t xml:space="preserve"> zgjedh</w:t>
            </w:r>
            <w:r>
              <w:rPr>
                <w:rFonts w:ascii="Times New Roman" w:eastAsia="Batang" w:hAnsi="Times New Roman"/>
                <w:b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z w:val="24"/>
                <w:szCs w:val="24"/>
              </w:rPr>
              <w:t xml:space="preserve"> m</w:t>
            </w:r>
            <w:r>
              <w:rPr>
                <w:rFonts w:ascii="Times New Roman" w:eastAsia="Batang" w:hAnsi="Times New Roman"/>
                <w:b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z w:val="24"/>
                <w:szCs w:val="24"/>
              </w:rPr>
              <w:t>suesja)</w:t>
            </w:r>
          </w:p>
          <w:p w:rsidR="00B71E62" w:rsidRPr="00E7426F" w:rsidRDefault="00B71E62" w:rsidP="00B71E62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E76E3B">
              <w:rPr>
                <w:rFonts w:ascii="Times New Roman" w:eastAsia="Batang" w:hAnsi="Times New Roman"/>
                <w:sz w:val="24"/>
                <w:szCs w:val="24"/>
              </w:rPr>
              <w:t>P</w:t>
            </w:r>
            <w:r w:rsidRPr="00E7426F">
              <w:rPr>
                <w:rFonts w:ascii="Times New Roman" w:eastAsia="Batang" w:hAnsi="Times New Roman"/>
                <w:sz w:val="24"/>
                <w:szCs w:val="24"/>
              </w:rPr>
              <w:t>ërshkruan me fjalë të thjeshta personazhet dhe tregon se cilë</w:t>
            </w:r>
            <w:r w:rsidRPr="00E76E3B">
              <w:rPr>
                <w:rFonts w:ascii="Times New Roman" w:eastAsia="Batang" w:hAnsi="Times New Roman"/>
                <w:sz w:val="24"/>
                <w:szCs w:val="24"/>
              </w:rPr>
              <w:t>t janë personazhet e preferuara.</w:t>
            </w:r>
          </w:p>
          <w:p w:rsidR="00B71E62" w:rsidRPr="00E76E3B" w:rsidRDefault="00B71E62" w:rsidP="00B71E62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E76E3B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Tregon interes dhe dëshirë për të lexuar.</w:t>
            </w:r>
          </w:p>
          <w:p w:rsidR="00B71E62" w:rsidRPr="00E76E3B" w:rsidRDefault="00B71E62" w:rsidP="00B71E62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E76E3B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Shfaq besim dhe vullnet në forcat vetjake për të fituar rrjedhshmërinë e duhur gjatë leximit</w:t>
            </w:r>
          </w:p>
          <w:p w:rsidR="00B71E62" w:rsidRPr="00E76E3B" w:rsidRDefault="00B71E62" w:rsidP="00B71E62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E76E3B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 xml:space="preserve">Ndan me të tjerët përvojat e tij rreth </w:t>
            </w:r>
            <w:r w:rsidRPr="00E76E3B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lastRenderedPageBreak/>
              <w:t>leximit</w:t>
            </w:r>
          </w:p>
          <w:p w:rsidR="00B71E62" w:rsidRPr="00E76E3B" w:rsidRDefault="00B71E62" w:rsidP="00B71E62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3"/>
                <w:sz w:val="24"/>
                <w:szCs w:val="24"/>
              </w:rPr>
            </w:pPr>
            <w:r w:rsidRPr="00E76E3B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tekstet që lexojnë.</w:t>
            </w:r>
          </w:p>
          <w:p w:rsidR="00B71E62" w:rsidRPr="00E76E3B" w:rsidRDefault="00B71E62" w:rsidP="00F90D86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Situata e të nxënit</w:t>
            </w: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E3B">
              <w:rPr>
                <w:rFonts w:ascii="Times New Roman" w:hAnsi="Times New Roman"/>
                <w:sz w:val="24"/>
                <w:szCs w:val="24"/>
              </w:rPr>
              <w:t>Leximi i librave jasht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</w:rPr>
              <w:t>klase</w:t>
            </w:r>
          </w:p>
        </w:tc>
      </w:tr>
      <w:tr w:rsidR="00B71E62" w:rsidRPr="00E76E3B" w:rsidTr="00F90D86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B71E62" w:rsidRPr="00E76E3B" w:rsidRDefault="00B71E62" w:rsidP="00F90D86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B71E62" w:rsidRPr="00E76E3B" w:rsidRDefault="00B71E62" w:rsidP="00B71E62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E3B">
              <w:rPr>
                <w:rFonts w:ascii="Times New Roman" w:hAnsi="Times New Roman"/>
                <w:sz w:val="24"/>
                <w:szCs w:val="24"/>
              </w:rPr>
              <w:t>njohuritë dhe shkathtësitë paraprake të nxënësit</w:t>
            </w:r>
          </w:p>
          <w:p w:rsidR="00B71E62" w:rsidRPr="00E76E3B" w:rsidRDefault="00B71E62" w:rsidP="00B71E62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6E3B">
              <w:rPr>
                <w:rFonts w:ascii="Times New Roman" w:hAnsi="Times New Roman"/>
                <w:sz w:val="24"/>
                <w:szCs w:val="24"/>
              </w:rPr>
              <w:t>libra jasht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</w:rPr>
              <w:t>klase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</w:rPr>
              <w:t>Lidhja me fushat e tjera</w:t>
            </w: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E76E3B" w:rsidRDefault="00B71E62" w:rsidP="00F90D86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E76E3B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E62" w:rsidRPr="00E76E3B" w:rsidTr="00F90D86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E76E3B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Metodologjia dhe veprimtaritë e nxënësve</w:t>
            </w:r>
          </w:p>
          <w:p w:rsidR="00B71E62" w:rsidRPr="00E76E3B" w:rsidRDefault="00B71E62" w:rsidP="00F90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E62" w:rsidRPr="00E76E3B" w:rsidRDefault="00B71E62" w:rsidP="00F90D8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71E62" w:rsidRPr="00E76E3B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B71E62" w:rsidRPr="00E76E3B" w:rsidRDefault="00B71E62" w:rsidP="00B71E62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Prezantimi i titullit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librit dhe autori .</w:t>
            </w:r>
          </w:p>
          <w:p w:rsidR="00B71E62" w:rsidRPr="00E76E3B" w:rsidRDefault="00B71E62" w:rsidP="00B71E62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Leximi i pjes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s.</w:t>
            </w:r>
          </w:p>
          <w:p w:rsidR="00B71E62" w:rsidRPr="00E76E3B" w:rsidRDefault="00B71E62" w:rsidP="00B71E62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Pyetje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r llojin e pjes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s  dhe  brendin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saj.</w:t>
            </w:r>
          </w:p>
          <w:p w:rsidR="00B71E62" w:rsidRPr="00E76E3B" w:rsidRDefault="00B71E62" w:rsidP="00B71E62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Komenti i fragmentit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lqejn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shum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B71E62" w:rsidRPr="00E76E3B" w:rsidRDefault="00B71E62" w:rsidP="00B71E62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Tregimi i brendis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pjes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s.</w:t>
            </w:r>
          </w:p>
          <w:p w:rsidR="00B71E62" w:rsidRPr="00E76E3B" w:rsidRDefault="00B71E62" w:rsidP="00B71E62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Personazhet dhe cil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sit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 tyre.</w:t>
            </w:r>
          </w:p>
          <w:p w:rsidR="00B71E62" w:rsidRPr="00E76E3B" w:rsidRDefault="00B71E62" w:rsidP="00B71E62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Mesazhi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rcjell pjesa.</w:t>
            </w:r>
          </w:p>
          <w:p w:rsidR="00B71E62" w:rsidRPr="00E76E3B" w:rsidRDefault="00B71E62" w:rsidP="00B71E62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Lidhja e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tij mesazhi me jet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n e tyre.</w:t>
            </w:r>
          </w:p>
          <w:p w:rsidR="00B71E62" w:rsidRPr="00E76E3B" w:rsidRDefault="00B71E62" w:rsidP="00B71E62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Ilustrim i pjes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s me vizatim.</w:t>
            </w:r>
          </w:p>
          <w:p w:rsidR="00B71E62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Vlerësimi bëhet për rezultatet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 arrit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n gjat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saj ore.</w:t>
            </w:r>
          </w:p>
          <w:p w:rsidR="00B71E62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B71E62" w:rsidRPr="00E76E3B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Shënim: Disa rubrika të kësaj ore nuk janë plotësuar, pasi ato ndryshojnë në varësi të pjesës që do zgjedhë mësuesja për të punuar.</w:t>
            </w:r>
          </w:p>
          <w:p w:rsidR="00B71E62" w:rsidRPr="00E76E3B" w:rsidRDefault="00B71E62" w:rsidP="00F90D86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B71E62" w:rsidRDefault="00B71E62" w:rsidP="00B71E62"/>
    <w:p w:rsidR="00B71E62" w:rsidRPr="003D1D04" w:rsidRDefault="00B71E62" w:rsidP="00B35C58">
      <w:pPr>
        <w:rPr>
          <w:rFonts w:eastAsia="Calibri"/>
          <w:snapToGrid/>
        </w:rPr>
      </w:pPr>
    </w:p>
    <w:sectPr w:rsidR="00B71E62" w:rsidRPr="003D1D04" w:rsidSect="00323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3346"/>
    <w:multiLevelType w:val="hybridMultilevel"/>
    <w:tmpl w:val="9412D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35DED"/>
    <w:multiLevelType w:val="hybridMultilevel"/>
    <w:tmpl w:val="0D361FDC"/>
    <w:lvl w:ilvl="0" w:tplc="040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">
    <w:nsid w:val="0BDB0270"/>
    <w:multiLevelType w:val="hybridMultilevel"/>
    <w:tmpl w:val="4E00E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B63E4"/>
    <w:multiLevelType w:val="hybridMultilevel"/>
    <w:tmpl w:val="D4066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852A95"/>
    <w:multiLevelType w:val="hybridMultilevel"/>
    <w:tmpl w:val="C5B4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DC3CEC"/>
    <w:multiLevelType w:val="hybridMultilevel"/>
    <w:tmpl w:val="26C6BC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F6235"/>
    <w:multiLevelType w:val="hybridMultilevel"/>
    <w:tmpl w:val="B87050B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D31C4C"/>
    <w:multiLevelType w:val="hybridMultilevel"/>
    <w:tmpl w:val="EDAEE7B6"/>
    <w:lvl w:ilvl="0" w:tplc="8CA2A24E">
      <w:start w:val="1"/>
      <w:numFmt w:val="bullet"/>
      <w:lvlText w:val="−"/>
      <w:lvlJc w:val="left"/>
      <w:pPr>
        <w:ind w:left="514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5F6996"/>
    <w:multiLevelType w:val="hybridMultilevel"/>
    <w:tmpl w:val="D52CB548"/>
    <w:lvl w:ilvl="0" w:tplc="4254DD8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537356"/>
    <w:multiLevelType w:val="hybridMultilevel"/>
    <w:tmpl w:val="02606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D6217A"/>
    <w:multiLevelType w:val="hybridMultilevel"/>
    <w:tmpl w:val="D7BCF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1E679D"/>
    <w:multiLevelType w:val="hybridMultilevel"/>
    <w:tmpl w:val="6CF8CC8A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AE1CDE"/>
    <w:multiLevelType w:val="hybridMultilevel"/>
    <w:tmpl w:val="14FEDC5A"/>
    <w:lvl w:ilvl="0" w:tplc="0409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BB3B20"/>
    <w:multiLevelType w:val="hybridMultilevel"/>
    <w:tmpl w:val="E86E7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A30807"/>
    <w:multiLevelType w:val="hybridMultilevel"/>
    <w:tmpl w:val="2A869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A91B63"/>
    <w:multiLevelType w:val="hybridMultilevel"/>
    <w:tmpl w:val="693A7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3B2EBF"/>
    <w:multiLevelType w:val="hybridMultilevel"/>
    <w:tmpl w:val="1B12F53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1A3487"/>
    <w:multiLevelType w:val="hybridMultilevel"/>
    <w:tmpl w:val="5A4A3266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4B03B9"/>
    <w:multiLevelType w:val="hybridMultilevel"/>
    <w:tmpl w:val="0FE64A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A2418D"/>
    <w:multiLevelType w:val="hybridMultilevel"/>
    <w:tmpl w:val="1A708CE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A33463"/>
    <w:multiLevelType w:val="hybridMultilevel"/>
    <w:tmpl w:val="8344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1079BD"/>
    <w:multiLevelType w:val="hybridMultilevel"/>
    <w:tmpl w:val="26807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E34007"/>
    <w:multiLevelType w:val="hybridMultilevel"/>
    <w:tmpl w:val="190C6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4C2232"/>
    <w:multiLevelType w:val="hybridMultilevel"/>
    <w:tmpl w:val="2EC8394C"/>
    <w:lvl w:ilvl="0" w:tplc="4254DD8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1B309B"/>
    <w:multiLevelType w:val="hybridMultilevel"/>
    <w:tmpl w:val="67162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F634B7"/>
    <w:multiLevelType w:val="hybridMultilevel"/>
    <w:tmpl w:val="02748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030834"/>
    <w:multiLevelType w:val="hybridMultilevel"/>
    <w:tmpl w:val="B584F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023AB"/>
    <w:multiLevelType w:val="hybridMultilevel"/>
    <w:tmpl w:val="FF32A5D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3C1946"/>
    <w:multiLevelType w:val="hybridMultilevel"/>
    <w:tmpl w:val="A7BE91C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7F0E1B"/>
    <w:multiLevelType w:val="hybridMultilevel"/>
    <w:tmpl w:val="A8EE1F48"/>
    <w:lvl w:ilvl="0" w:tplc="0409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432105"/>
    <w:multiLevelType w:val="hybridMultilevel"/>
    <w:tmpl w:val="E7203C16"/>
    <w:lvl w:ilvl="0" w:tplc="4254DD8A">
      <w:start w:val="1"/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  <w:color w:val="632423"/>
      </w:rPr>
    </w:lvl>
    <w:lvl w:ilvl="1" w:tplc="041C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1">
    <w:nsid w:val="55D35575"/>
    <w:multiLevelType w:val="hybridMultilevel"/>
    <w:tmpl w:val="7D5217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61A61A8"/>
    <w:multiLevelType w:val="hybridMultilevel"/>
    <w:tmpl w:val="5BB245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7E771D"/>
    <w:multiLevelType w:val="hybridMultilevel"/>
    <w:tmpl w:val="F148FAEE"/>
    <w:lvl w:ilvl="0" w:tplc="4254DD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4A6435F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0A29F7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09CB03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594CD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D4EC74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E98450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E64069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8ACF66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4">
    <w:nsid w:val="5C307416"/>
    <w:multiLevelType w:val="hybridMultilevel"/>
    <w:tmpl w:val="FFAE5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C27999"/>
    <w:multiLevelType w:val="hybridMultilevel"/>
    <w:tmpl w:val="F42E283C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55669A6"/>
    <w:multiLevelType w:val="hybridMultilevel"/>
    <w:tmpl w:val="9CF0144A"/>
    <w:lvl w:ilvl="0" w:tplc="8CA2A24E">
      <w:start w:val="1"/>
      <w:numFmt w:val="bullet"/>
      <w:lvlText w:val="−"/>
      <w:lvlJc w:val="left"/>
      <w:pPr>
        <w:ind w:left="360" w:hanging="360"/>
      </w:pPr>
      <w:rPr>
        <w:rFonts w:ascii="Vladimir Script" w:hAnsi="Vladimir Script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8DE6614"/>
    <w:multiLevelType w:val="hybridMultilevel"/>
    <w:tmpl w:val="CEA051B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1623AA"/>
    <w:multiLevelType w:val="hybridMultilevel"/>
    <w:tmpl w:val="DA72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8264A3"/>
    <w:multiLevelType w:val="hybridMultilevel"/>
    <w:tmpl w:val="2D30F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7F796C"/>
    <w:multiLevelType w:val="hybridMultilevel"/>
    <w:tmpl w:val="D1182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9C4481"/>
    <w:multiLevelType w:val="hybridMultilevel"/>
    <w:tmpl w:val="7ED653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AAE47F6"/>
    <w:multiLevelType w:val="hybridMultilevel"/>
    <w:tmpl w:val="C9A43F2A"/>
    <w:lvl w:ilvl="0" w:tplc="8CA2A24E">
      <w:start w:val="1"/>
      <w:numFmt w:val="bullet"/>
      <w:lvlText w:val="−"/>
      <w:lvlJc w:val="left"/>
      <w:pPr>
        <w:ind w:left="36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423E53"/>
    <w:multiLevelType w:val="hybridMultilevel"/>
    <w:tmpl w:val="85E29D2A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3"/>
  </w:num>
  <w:num w:numId="3">
    <w:abstractNumId w:val="31"/>
  </w:num>
  <w:num w:numId="4">
    <w:abstractNumId w:val="35"/>
  </w:num>
  <w:num w:numId="5">
    <w:abstractNumId w:val="12"/>
  </w:num>
  <w:num w:numId="6">
    <w:abstractNumId w:val="7"/>
  </w:num>
  <w:num w:numId="7">
    <w:abstractNumId w:val="15"/>
  </w:num>
  <w:num w:numId="8">
    <w:abstractNumId w:val="11"/>
  </w:num>
  <w:num w:numId="9">
    <w:abstractNumId w:val="27"/>
  </w:num>
  <w:num w:numId="10">
    <w:abstractNumId w:val="10"/>
  </w:num>
  <w:num w:numId="11">
    <w:abstractNumId w:val="3"/>
  </w:num>
  <w:num w:numId="12">
    <w:abstractNumId w:val="5"/>
  </w:num>
  <w:num w:numId="13">
    <w:abstractNumId w:val="39"/>
  </w:num>
  <w:num w:numId="14">
    <w:abstractNumId w:val="28"/>
  </w:num>
  <w:num w:numId="15">
    <w:abstractNumId w:val="40"/>
  </w:num>
  <w:num w:numId="16">
    <w:abstractNumId w:val="6"/>
  </w:num>
  <w:num w:numId="17">
    <w:abstractNumId w:val="16"/>
  </w:num>
  <w:num w:numId="18">
    <w:abstractNumId w:val="34"/>
  </w:num>
  <w:num w:numId="19">
    <w:abstractNumId w:val="43"/>
  </w:num>
  <w:num w:numId="20">
    <w:abstractNumId w:val="13"/>
  </w:num>
  <w:num w:numId="21">
    <w:abstractNumId w:val="5"/>
  </w:num>
  <w:num w:numId="22">
    <w:abstractNumId w:val="20"/>
  </w:num>
  <w:num w:numId="23">
    <w:abstractNumId w:val="21"/>
  </w:num>
  <w:num w:numId="24">
    <w:abstractNumId w:val="26"/>
  </w:num>
  <w:num w:numId="25">
    <w:abstractNumId w:val="37"/>
  </w:num>
  <w:num w:numId="26">
    <w:abstractNumId w:val="42"/>
  </w:num>
  <w:num w:numId="27">
    <w:abstractNumId w:val="30"/>
  </w:num>
  <w:num w:numId="28">
    <w:abstractNumId w:val="17"/>
  </w:num>
  <w:num w:numId="29">
    <w:abstractNumId w:val="8"/>
  </w:num>
  <w:num w:numId="30">
    <w:abstractNumId w:val="38"/>
  </w:num>
  <w:num w:numId="31">
    <w:abstractNumId w:val="41"/>
  </w:num>
  <w:num w:numId="32">
    <w:abstractNumId w:val="23"/>
  </w:num>
  <w:num w:numId="33">
    <w:abstractNumId w:val="2"/>
  </w:num>
  <w:num w:numId="34">
    <w:abstractNumId w:val="1"/>
  </w:num>
  <w:num w:numId="35">
    <w:abstractNumId w:val="24"/>
  </w:num>
  <w:num w:numId="36">
    <w:abstractNumId w:val="32"/>
  </w:num>
  <w:num w:numId="37">
    <w:abstractNumId w:val="0"/>
  </w:num>
  <w:num w:numId="38">
    <w:abstractNumId w:val="22"/>
  </w:num>
  <w:num w:numId="39">
    <w:abstractNumId w:val="4"/>
  </w:num>
  <w:num w:numId="40">
    <w:abstractNumId w:val="29"/>
  </w:num>
  <w:num w:numId="41">
    <w:abstractNumId w:val="9"/>
  </w:num>
  <w:num w:numId="42">
    <w:abstractNumId w:val="18"/>
  </w:num>
  <w:num w:numId="43">
    <w:abstractNumId w:val="25"/>
  </w:num>
  <w:num w:numId="44">
    <w:abstractNumId w:val="19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proofState w:grammar="clean"/>
  <w:attachedTemplate r:id="rId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32EB"/>
    <w:rsid w:val="0004705F"/>
    <w:rsid w:val="00103D9E"/>
    <w:rsid w:val="001A6ABA"/>
    <w:rsid w:val="00292886"/>
    <w:rsid w:val="002F2B4F"/>
    <w:rsid w:val="00306102"/>
    <w:rsid w:val="00317024"/>
    <w:rsid w:val="00323825"/>
    <w:rsid w:val="00387B32"/>
    <w:rsid w:val="003D1D04"/>
    <w:rsid w:val="00451C7A"/>
    <w:rsid w:val="00454027"/>
    <w:rsid w:val="00513940"/>
    <w:rsid w:val="00531297"/>
    <w:rsid w:val="005338A1"/>
    <w:rsid w:val="005411C3"/>
    <w:rsid w:val="00555497"/>
    <w:rsid w:val="005E08B5"/>
    <w:rsid w:val="006A596B"/>
    <w:rsid w:val="006E54FB"/>
    <w:rsid w:val="006F1A66"/>
    <w:rsid w:val="006F37E5"/>
    <w:rsid w:val="00757088"/>
    <w:rsid w:val="00782712"/>
    <w:rsid w:val="007E6811"/>
    <w:rsid w:val="00816745"/>
    <w:rsid w:val="008771AA"/>
    <w:rsid w:val="008A6033"/>
    <w:rsid w:val="008C1E76"/>
    <w:rsid w:val="009A6351"/>
    <w:rsid w:val="00A40C5D"/>
    <w:rsid w:val="00A775F7"/>
    <w:rsid w:val="00B03104"/>
    <w:rsid w:val="00B35C58"/>
    <w:rsid w:val="00B36CAB"/>
    <w:rsid w:val="00B71E62"/>
    <w:rsid w:val="00B7201E"/>
    <w:rsid w:val="00BC4A21"/>
    <w:rsid w:val="00C14C99"/>
    <w:rsid w:val="00C40B35"/>
    <w:rsid w:val="00C632EB"/>
    <w:rsid w:val="00CD08CE"/>
    <w:rsid w:val="00CD17F8"/>
    <w:rsid w:val="00D2163C"/>
    <w:rsid w:val="00DB4B76"/>
    <w:rsid w:val="00E52D93"/>
    <w:rsid w:val="00F878E4"/>
    <w:rsid w:val="00F9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297"/>
    <w:pPr>
      <w:spacing w:after="200" w:line="276" w:lineRule="auto"/>
    </w:pPr>
    <w:rPr>
      <w:rFonts w:eastAsia="MS Mincho"/>
      <w:snapToGrid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F2B4F"/>
    <w:rPr>
      <w:rFonts w:eastAsia="MS Mincho"/>
      <w:snapToGrid w:val="0"/>
    </w:rPr>
  </w:style>
  <w:style w:type="character" w:customStyle="1" w:styleId="NoSpacingChar">
    <w:name w:val="No Spacing Char"/>
    <w:link w:val="NoSpacing"/>
    <w:uiPriority w:val="1"/>
    <w:locked/>
    <w:rsid w:val="002F2B4F"/>
    <w:rPr>
      <w:rFonts w:eastAsia="MS Mincho"/>
      <w:snapToGrid w:val="0"/>
      <w:lang w:val="en-US" w:eastAsia="en-US" w:bidi="ar-SA"/>
    </w:rPr>
  </w:style>
  <w:style w:type="character" w:customStyle="1" w:styleId="hps">
    <w:name w:val="hps"/>
    <w:basedOn w:val="DefaultParagraphFont"/>
    <w:rsid w:val="002F2B4F"/>
  </w:style>
  <w:style w:type="table" w:styleId="TableGrid">
    <w:name w:val="Table Grid"/>
    <w:basedOn w:val="TableNormal"/>
    <w:uiPriority w:val="59"/>
    <w:rsid w:val="003061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6CA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ura\Desktop\Pjesw%20e%20modulit%20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Pjesw e modulit 4</Template>
  <TotalTime>471</TotalTime>
  <Pages>1</Pages>
  <Words>13642</Words>
  <Characters>77761</Characters>
  <Application>Microsoft Office Word</Application>
  <DocSecurity>0</DocSecurity>
  <Lines>648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cp:lastModifiedBy>laura</cp:lastModifiedBy>
  <cp:revision>13</cp:revision>
  <dcterms:created xsi:type="dcterms:W3CDTF">2016-04-21T13:29:00Z</dcterms:created>
  <dcterms:modified xsi:type="dcterms:W3CDTF">2016-04-22T16:12:00Z</dcterms:modified>
</cp:coreProperties>
</file>